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07ED9" w14:textId="3AF1687F" w:rsidR="009A5425" w:rsidRDefault="00921210" w:rsidP="00C26814">
      <w:pPr>
        <w:pStyle w:val="Titre1"/>
      </w:pPr>
      <w:r>
        <w:t>Calcul des points ffs</w:t>
      </w:r>
    </w:p>
    <w:p w14:paraId="45EF0EB8" w14:textId="5A42B537" w:rsidR="00BA5E2E" w:rsidRPr="00BA5E2E" w:rsidRDefault="00963CE2" w:rsidP="00BA5E2E">
      <w:pPr>
        <w:pStyle w:val="Titre2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61D505C7" wp14:editId="231EBD9C">
            <wp:simplePos x="0" y="0"/>
            <wp:positionH relativeFrom="column">
              <wp:posOffset>4241898</wp:posOffset>
            </wp:positionH>
            <wp:positionV relativeFrom="paragraph">
              <wp:posOffset>228551</wp:posOffset>
            </wp:positionV>
            <wp:extent cx="882290" cy="914400"/>
            <wp:effectExtent l="0" t="0" r="0" b="0"/>
            <wp:wrapNone/>
            <wp:docPr id="30" name="Image 30" descr="FFS COVID::protocole sanitaire fédéral suspendu | Comité de Ski de Savo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FFS COVID::protocole sanitaire fédéral suspendu | Comité de Ski de Savoi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29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5E2E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9298FAA" wp14:editId="6A793656">
                <wp:simplePos x="0" y="0"/>
                <wp:positionH relativeFrom="column">
                  <wp:posOffset>42203</wp:posOffset>
                </wp:positionH>
                <wp:positionV relativeFrom="page">
                  <wp:posOffset>1547446</wp:posOffset>
                </wp:positionV>
                <wp:extent cx="5085471" cy="7343336"/>
                <wp:effectExtent l="0" t="0" r="1270" b="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5471" cy="734333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3BDA83" w14:textId="77777777" w:rsidR="00963CE2" w:rsidRDefault="00921210" w:rsidP="0005049D">
                            <w:pPr>
                              <w:ind w:left="0"/>
                            </w:pPr>
                            <w:r>
                              <w:t xml:space="preserve">Pour uniformiser les compétitions FFS, un système de points est </w:t>
                            </w:r>
                          </w:p>
                          <w:p w14:paraId="1B80ED9E" w14:textId="77777777" w:rsidR="00963CE2" w:rsidRDefault="00921210" w:rsidP="0005049D">
                            <w:pPr>
                              <w:ind w:left="0"/>
                            </w:pPr>
                            <w:proofErr w:type="gramStart"/>
                            <w:r>
                              <w:t>calculé</w:t>
                            </w:r>
                            <w:proofErr w:type="gramEnd"/>
                            <w:r>
                              <w:t xml:space="preserve"> à partir de formules mathématiques que l'on retrouve dans </w:t>
                            </w:r>
                          </w:p>
                          <w:p w14:paraId="588AFEA2" w14:textId="2E3AA962" w:rsidR="00921210" w:rsidRDefault="00921210" w:rsidP="0005049D">
                            <w:pPr>
                              <w:ind w:left="0"/>
                            </w:pPr>
                            <w:proofErr w:type="gramStart"/>
                            <w:r>
                              <w:t>les</w:t>
                            </w:r>
                            <w:proofErr w:type="gramEnd"/>
                            <w:r>
                              <w:t xml:space="preserve"> règlements de la FFS.</w:t>
                            </w:r>
                          </w:p>
                          <w:p w14:paraId="215E6B34" w14:textId="77777777" w:rsidR="00921210" w:rsidRDefault="00921210" w:rsidP="0005049D">
                            <w:pPr>
                              <w:ind w:left="0"/>
                            </w:pPr>
                          </w:p>
                          <w:p w14:paraId="3DB45F08" w14:textId="3D1295D5" w:rsidR="00921210" w:rsidRPr="007510A0" w:rsidRDefault="00921210" w:rsidP="0005049D">
                            <w:pPr>
                              <w:ind w:left="0"/>
                              <w:rPr>
                                <w:b/>
                                <w:bCs/>
                              </w:rPr>
                            </w:pPr>
                            <w:r w:rsidRPr="007510A0">
                              <w:rPr>
                                <w:b/>
                                <w:bCs/>
                              </w:rPr>
                              <w:t>Partie A : Recherche d'information</w:t>
                            </w:r>
                          </w:p>
                          <w:p w14:paraId="5D2F0C7C" w14:textId="7C61A3CC" w:rsidR="00921210" w:rsidRPr="00C2318F" w:rsidRDefault="00921210" w:rsidP="00963CE2">
                            <w:pPr>
                              <w:ind w:left="0"/>
                            </w:pPr>
                            <w:r>
                              <w:t>La formule de calcul des points course d'une compétition FFS utilise la formule suivante :</w:t>
                            </w:r>
                            <w:r w:rsidR="00963CE2">
                              <w:tab/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(T÷P-1)×F</m:t>
                              </m:r>
                            </m:oMath>
                          </w:p>
                          <w:p w14:paraId="70FEC8A3" w14:textId="54297F5C" w:rsidR="00921210" w:rsidRPr="003C49D1" w:rsidRDefault="00963CE2" w:rsidP="00963CE2">
                            <w:pPr>
                              <w:tabs>
                                <w:tab w:val="left" w:pos="1418"/>
                              </w:tabs>
                              <w:ind w:firstLine="424"/>
                              <w:rPr>
                                <w:rFonts w:eastAsiaTheme="minorEastAsia"/>
                                <w:i/>
                              </w:rPr>
                            </w:pPr>
                            <w:r>
                              <w:rPr>
                                <w:rFonts w:eastAsiaTheme="minorEastAsia"/>
                                <w:i/>
                              </w:rPr>
                              <w:tab/>
                            </w:r>
                            <w:r w:rsidR="00921210" w:rsidRPr="003C49D1">
                              <w:rPr>
                                <w:rFonts w:eastAsiaTheme="minorEastAsia"/>
                                <w:i/>
                              </w:rPr>
                              <w:t>T est le temps du coureur en secondes</w:t>
                            </w:r>
                          </w:p>
                          <w:p w14:paraId="7963FC03" w14:textId="5707C237" w:rsidR="00921210" w:rsidRPr="003C49D1" w:rsidRDefault="00963CE2" w:rsidP="00963CE2">
                            <w:pPr>
                              <w:tabs>
                                <w:tab w:val="left" w:pos="1418"/>
                              </w:tabs>
                              <w:ind w:firstLine="424"/>
                              <w:rPr>
                                <w:rFonts w:eastAsiaTheme="minorEastAsia"/>
                                <w:i/>
                              </w:rPr>
                            </w:pPr>
                            <w:r>
                              <w:rPr>
                                <w:rFonts w:eastAsiaTheme="minorEastAsia"/>
                                <w:i/>
                              </w:rPr>
                              <w:tab/>
                            </w:r>
                            <w:r w:rsidR="00921210" w:rsidRPr="003C49D1">
                              <w:rPr>
                                <w:rFonts w:eastAsiaTheme="minorEastAsia"/>
                                <w:i/>
                              </w:rPr>
                              <w:t>P est le temps du premier en secondes</w:t>
                            </w:r>
                          </w:p>
                          <w:p w14:paraId="0BC80763" w14:textId="5FB290FE" w:rsidR="00921210" w:rsidRDefault="00963CE2" w:rsidP="00963CE2">
                            <w:pPr>
                              <w:tabs>
                                <w:tab w:val="left" w:pos="1418"/>
                              </w:tabs>
                              <w:ind w:firstLine="424"/>
                              <w:rPr>
                                <w:rFonts w:eastAsiaTheme="minorEastAsia"/>
                                <w:i/>
                              </w:rPr>
                            </w:pPr>
                            <w:r>
                              <w:rPr>
                                <w:rFonts w:eastAsiaTheme="minorEastAsia"/>
                                <w:i/>
                              </w:rPr>
                              <w:tab/>
                            </w:r>
                            <w:r w:rsidR="00921210" w:rsidRPr="003C49D1">
                              <w:rPr>
                                <w:rFonts w:eastAsiaTheme="minorEastAsia"/>
                                <w:i/>
                              </w:rPr>
                              <w:t>F est le facteur de discipline</w:t>
                            </w:r>
                          </w:p>
                          <w:p w14:paraId="05DD3ED9" w14:textId="12187777" w:rsidR="00921210" w:rsidRPr="00921210" w:rsidRDefault="00921210" w:rsidP="00921210">
                            <w:pPr>
                              <w:ind w:left="0"/>
                              <w:rPr>
                                <w:rFonts w:eastAsiaTheme="minorEastAsia"/>
                                <w:iCs/>
                              </w:rPr>
                            </w:pPr>
                            <w:r>
                              <w:rPr>
                                <w:rFonts w:eastAsiaTheme="minorEastAsia"/>
                                <w:iCs/>
                              </w:rPr>
                              <w:t xml:space="preserve">Chercher et ouvrir sur la page </w:t>
                            </w:r>
                            <w:hyperlink r:id="rId9" w:history="1">
                              <w:r w:rsidRPr="0061786B">
                                <w:rPr>
                                  <w:rStyle w:val="Lienhypertexte"/>
                                </w:rPr>
                                <w:t>https://ffs.fr/reglements/categories/ski-alpin/</w:t>
                              </w:r>
                            </w:hyperlink>
                            <w:r>
                              <w:t xml:space="preserve"> </w:t>
                            </w:r>
                            <w:r>
                              <w:rPr>
                                <w:rFonts w:eastAsiaTheme="minorEastAsia"/>
                                <w:iCs/>
                              </w:rPr>
                              <w:t xml:space="preserve">le fichier de règlement parlant du calcul des points course et chercher dans ce fichier la valeur de F (facteur de discipline) pour un </w:t>
                            </w:r>
                            <w:r w:rsidR="001A0310">
                              <w:rPr>
                                <w:rFonts w:eastAsiaTheme="minorEastAsia"/>
                                <w:iCs/>
                              </w:rPr>
                              <w:t>Slalom Dames</w:t>
                            </w:r>
                            <w:r>
                              <w:rPr>
                                <w:rFonts w:eastAsiaTheme="minorEastAsia"/>
                                <w:iCs/>
                              </w:rPr>
                              <w:t>.</w:t>
                            </w:r>
                          </w:p>
                          <w:p w14:paraId="70088184" w14:textId="77777777" w:rsidR="00921210" w:rsidRDefault="00921210" w:rsidP="0005049D">
                            <w:pPr>
                              <w:ind w:left="0"/>
                            </w:pPr>
                          </w:p>
                          <w:p w14:paraId="1DA6D559" w14:textId="3CEF39E4" w:rsidR="00764F00" w:rsidRPr="007510A0" w:rsidRDefault="00921210" w:rsidP="0005049D">
                            <w:pPr>
                              <w:ind w:left="0"/>
                              <w:rPr>
                                <w:b/>
                                <w:bCs/>
                              </w:rPr>
                            </w:pPr>
                            <w:r w:rsidRPr="007510A0">
                              <w:rPr>
                                <w:b/>
                                <w:bCs/>
                              </w:rPr>
                              <w:t xml:space="preserve">Partie B : </w:t>
                            </w:r>
                            <w:r w:rsidR="00764F00" w:rsidRPr="007510A0">
                              <w:rPr>
                                <w:b/>
                                <w:bCs/>
                              </w:rPr>
                              <w:t>Traiter des données</w:t>
                            </w:r>
                          </w:p>
                          <w:p w14:paraId="408CC50E" w14:textId="72D37A48" w:rsidR="007510A0" w:rsidRDefault="007510A0" w:rsidP="0005049D">
                            <w:pPr>
                              <w:ind w:left="0"/>
                            </w:pPr>
                            <w:r>
                              <w:t xml:space="preserve">Après avoir ouvert le fichier </w:t>
                            </w:r>
                            <w:proofErr w:type="spellStart"/>
                            <w:r>
                              <w:t>course.ods</w:t>
                            </w:r>
                            <w:proofErr w:type="spellEnd"/>
                            <w:r>
                              <w:t>, utiliser la formule de calcul ci-dessus afin de remplir la dernière colonne du tableau en utilisant une formule du tableur.</w:t>
                            </w:r>
                            <w:r w:rsidR="00811216">
                              <w:t xml:space="preserve"> </w:t>
                            </w:r>
                            <w:r w:rsidR="001A0310">
                              <w:t>Le tableau est la liste d'arrivée d'un Slalom Dames.</w:t>
                            </w:r>
                          </w:p>
                          <w:tbl>
                            <w:tblPr>
                              <w:tblW w:w="753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40"/>
                              <w:gridCol w:w="482"/>
                              <w:gridCol w:w="657"/>
                              <w:gridCol w:w="420"/>
                              <w:gridCol w:w="1140"/>
                              <w:gridCol w:w="607"/>
                              <w:gridCol w:w="1162"/>
                              <w:gridCol w:w="652"/>
                              <w:gridCol w:w="652"/>
                              <w:gridCol w:w="730"/>
                              <w:gridCol w:w="696"/>
                            </w:tblGrid>
                            <w:tr w:rsidR="007510A0" w:rsidRPr="007510A0" w14:paraId="216DB778" w14:textId="77777777" w:rsidTr="007510A0">
                              <w:trPr>
                                <w:trHeight w:val="20"/>
                              </w:trPr>
                              <w:tc>
                                <w:tcPr>
                                  <w:tcW w:w="340" w:type="dxa"/>
                                  <w:shd w:val="clear" w:color="000000" w:fill="203764"/>
                                  <w:noWrap/>
                                  <w:vAlign w:val="center"/>
                                  <w:hideMark/>
                                </w:tcPr>
                                <w:p w14:paraId="0E264074" w14:textId="77777777" w:rsidR="007510A0" w:rsidRPr="007510A0" w:rsidRDefault="007510A0" w:rsidP="007510A0">
                                  <w:pPr>
                                    <w:spacing w:after="0"/>
                                    <w:ind w:left="0" w:right="-427"/>
                                    <w:rPr>
                                      <w:rFonts w:eastAsia="Times New Roman" w:cs="Calibri"/>
                                      <w:color w:val="FFFFFF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proofErr w:type="spellStart"/>
                                  <w:r w:rsidRPr="007510A0">
                                    <w:rPr>
                                      <w:rFonts w:eastAsia="Times New Roman" w:cs="Calibri"/>
                                      <w:color w:val="FFFFFF"/>
                                      <w:sz w:val="10"/>
                                      <w:szCs w:val="10"/>
                                      <w:lang w:eastAsia="fr-FR"/>
                                    </w:rPr>
                                    <w:t>Clt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482" w:type="dxa"/>
                                  <w:shd w:val="clear" w:color="000000" w:fill="203764"/>
                                  <w:noWrap/>
                                  <w:vAlign w:val="center"/>
                                  <w:hideMark/>
                                </w:tcPr>
                                <w:p w14:paraId="6C83649A" w14:textId="77777777" w:rsidR="007510A0" w:rsidRPr="007510A0" w:rsidRDefault="007510A0" w:rsidP="007510A0">
                                  <w:pPr>
                                    <w:spacing w:after="0"/>
                                    <w:ind w:left="0" w:right="-205"/>
                                    <w:rPr>
                                      <w:rFonts w:eastAsia="Times New Roman" w:cs="Calibri"/>
                                      <w:color w:val="FFFFFF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FFFFFF"/>
                                      <w:sz w:val="10"/>
                                      <w:szCs w:val="10"/>
                                      <w:lang w:eastAsia="fr-FR"/>
                                    </w:rPr>
                                    <w:t>Dossard</w:t>
                                  </w:r>
                                </w:p>
                              </w:tc>
                              <w:tc>
                                <w:tcPr>
                                  <w:tcW w:w="657" w:type="dxa"/>
                                  <w:shd w:val="clear" w:color="000000" w:fill="203764"/>
                                  <w:noWrap/>
                                  <w:vAlign w:val="center"/>
                                  <w:hideMark/>
                                </w:tcPr>
                                <w:p w14:paraId="07B74635" w14:textId="77777777" w:rsidR="007510A0" w:rsidRPr="007510A0" w:rsidRDefault="007510A0" w:rsidP="007510A0">
                                  <w:pPr>
                                    <w:spacing w:after="0"/>
                                    <w:ind w:left="0" w:right="-44"/>
                                    <w:rPr>
                                      <w:rFonts w:eastAsia="Times New Roman" w:cs="Calibri"/>
                                      <w:color w:val="FFFFFF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FFFFFF"/>
                                      <w:sz w:val="10"/>
                                      <w:szCs w:val="10"/>
                                      <w:lang w:eastAsia="fr-FR"/>
                                    </w:rPr>
                                    <w:t>Licence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shd w:val="clear" w:color="000000" w:fill="203764"/>
                                  <w:noWrap/>
                                  <w:vAlign w:val="center"/>
                                  <w:hideMark/>
                                </w:tcPr>
                                <w:p w14:paraId="1D0D2637" w14:textId="77777777" w:rsidR="007510A0" w:rsidRPr="007510A0" w:rsidRDefault="007510A0" w:rsidP="007510A0">
                                  <w:pPr>
                                    <w:spacing w:after="0"/>
                                    <w:ind w:left="0" w:right="-365"/>
                                    <w:rPr>
                                      <w:rFonts w:eastAsia="Times New Roman" w:cs="Calibri"/>
                                      <w:color w:val="FFFFFF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FFFFFF"/>
                                      <w:sz w:val="10"/>
                                      <w:szCs w:val="10"/>
                                      <w:lang w:eastAsia="fr-FR"/>
                                    </w:rPr>
                                    <w:t>Année</w:t>
                                  </w:r>
                                </w:p>
                              </w:tc>
                              <w:tc>
                                <w:tcPr>
                                  <w:tcW w:w="1140" w:type="dxa"/>
                                  <w:shd w:val="clear" w:color="000000" w:fill="203764"/>
                                  <w:noWrap/>
                                  <w:vAlign w:val="center"/>
                                  <w:hideMark/>
                                </w:tcPr>
                                <w:p w14:paraId="1C7FBFFC" w14:textId="77777777" w:rsidR="007510A0" w:rsidRPr="007510A0" w:rsidRDefault="007510A0" w:rsidP="007510A0">
                                  <w:pPr>
                                    <w:spacing w:after="0"/>
                                    <w:ind w:left="0"/>
                                    <w:rPr>
                                      <w:rFonts w:eastAsia="Times New Roman" w:cs="Calibri"/>
                                      <w:color w:val="FFFFFF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FFFFFF"/>
                                      <w:sz w:val="10"/>
                                      <w:szCs w:val="10"/>
                                      <w:lang w:eastAsia="fr-FR"/>
                                    </w:rPr>
                                    <w:t>Nom Prénom</w:t>
                                  </w:r>
                                </w:p>
                              </w:tc>
                              <w:tc>
                                <w:tcPr>
                                  <w:tcW w:w="607" w:type="dxa"/>
                                  <w:shd w:val="clear" w:color="000000" w:fill="203764"/>
                                  <w:noWrap/>
                                  <w:vAlign w:val="center"/>
                                  <w:hideMark/>
                                </w:tcPr>
                                <w:p w14:paraId="6BF4DC45" w14:textId="77777777" w:rsidR="007510A0" w:rsidRPr="007510A0" w:rsidRDefault="007510A0" w:rsidP="007510A0">
                                  <w:pPr>
                                    <w:spacing w:after="0"/>
                                    <w:ind w:left="0" w:right="-340"/>
                                    <w:rPr>
                                      <w:rFonts w:eastAsia="Times New Roman" w:cs="Calibri"/>
                                      <w:color w:val="FFFFFF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FFFFFF"/>
                                      <w:sz w:val="10"/>
                                      <w:szCs w:val="10"/>
                                      <w:lang w:eastAsia="fr-FR"/>
                                    </w:rPr>
                                    <w:t>Comité</w:t>
                                  </w:r>
                                </w:p>
                              </w:tc>
                              <w:tc>
                                <w:tcPr>
                                  <w:tcW w:w="1162" w:type="dxa"/>
                                  <w:shd w:val="clear" w:color="000000" w:fill="203764"/>
                                  <w:noWrap/>
                                  <w:vAlign w:val="center"/>
                                  <w:hideMark/>
                                </w:tcPr>
                                <w:p w14:paraId="2BB325F9" w14:textId="77777777" w:rsidR="007510A0" w:rsidRPr="007510A0" w:rsidRDefault="007510A0" w:rsidP="007510A0">
                                  <w:pPr>
                                    <w:spacing w:after="0"/>
                                    <w:ind w:left="0" w:right="-179"/>
                                    <w:rPr>
                                      <w:rFonts w:eastAsia="Times New Roman" w:cs="Calibri"/>
                                      <w:color w:val="FFFFFF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FFFFFF"/>
                                      <w:sz w:val="10"/>
                                      <w:szCs w:val="10"/>
                                      <w:lang w:eastAsia="fr-FR"/>
                                    </w:rPr>
                                    <w:t>Club</w:t>
                                  </w:r>
                                </w:p>
                              </w:tc>
                              <w:tc>
                                <w:tcPr>
                                  <w:tcW w:w="652" w:type="dxa"/>
                                  <w:shd w:val="clear" w:color="000000" w:fill="203764"/>
                                  <w:noWrap/>
                                  <w:vAlign w:val="center"/>
                                  <w:hideMark/>
                                </w:tcPr>
                                <w:p w14:paraId="12C4924F" w14:textId="77777777" w:rsidR="007510A0" w:rsidRPr="007510A0" w:rsidRDefault="007510A0" w:rsidP="007510A0">
                                  <w:pPr>
                                    <w:spacing w:after="0"/>
                                    <w:ind w:left="0"/>
                                    <w:rPr>
                                      <w:rFonts w:eastAsia="Times New Roman" w:cs="Calibri"/>
                                      <w:color w:val="FFFFFF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FFFFFF"/>
                                      <w:sz w:val="10"/>
                                      <w:szCs w:val="10"/>
                                      <w:lang w:eastAsia="fr-FR"/>
                                    </w:rPr>
                                    <w:t>Tps M1</w:t>
                                  </w:r>
                                </w:p>
                              </w:tc>
                              <w:tc>
                                <w:tcPr>
                                  <w:tcW w:w="652" w:type="dxa"/>
                                  <w:shd w:val="clear" w:color="000000" w:fill="203764"/>
                                  <w:noWrap/>
                                  <w:vAlign w:val="center"/>
                                  <w:hideMark/>
                                </w:tcPr>
                                <w:p w14:paraId="1A2D93CE" w14:textId="77777777" w:rsidR="007510A0" w:rsidRPr="007510A0" w:rsidRDefault="007510A0" w:rsidP="007510A0">
                                  <w:pPr>
                                    <w:spacing w:after="0"/>
                                    <w:ind w:left="0"/>
                                    <w:rPr>
                                      <w:rFonts w:eastAsia="Times New Roman" w:cs="Calibri"/>
                                      <w:color w:val="FFFFFF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FFFFFF"/>
                                      <w:sz w:val="10"/>
                                      <w:szCs w:val="10"/>
                                      <w:lang w:eastAsia="fr-FR"/>
                                    </w:rPr>
                                    <w:t>Tps M2</w:t>
                                  </w:r>
                                </w:p>
                              </w:tc>
                              <w:tc>
                                <w:tcPr>
                                  <w:tcW w:w="730" w:type="dxa"/>
                                  <w:shd w:val="clear" w:color="000000" w:fill="203764"/>
                                  <w:noWrap/>
                                  <w:vAlign w:val="center"/>
                                  <w:hideMark/>
                                </w:tcPr>
                                <w:p w14:paraId="618BF4AA" w14:textId="77777777" w:rsidR="007510A0" w:rsidRPr="007510A0" w:rsidRDefault="007510A0" w:rsidP="007510A0">
                                  <w:pPr>
                                    <w:spacing w:after="0"/>
                                    <w:ind w:left="0"/>
                                    <w:rPr>
                                      <w:rFonts w:eastAsia="Times New Roman" w:cs="Calibri"/>
                                      <w:color w:val="FFFFFF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FFFFFF"/>
                                      <w:sz w:val="10"/>
                                      <w:szCs w:val="10"/>
                                      <w:lang w:eastAsia="fr-FR"/>
                                    </w:rPr>
                                    <w:t>Tps Total</w:t>
                                  </w:r>
                                </w:p>
                              </w:tc>
                              <w:tc>
                                <w:tcPr>
                                  <w:tcW w:w="696" w:type="dxa"/>
                                  <w:shd w:val="clear" w:color="000000" w:fill="203764"/>
                                  <w:noWrap/>
                                  <w:vAlign w:val="center"/>
                                  <w:hideMark/>
                                </w:tcPr>
                                <w:p w14:paraId="51360BC0" w14:textId="77777777" w:rsidR="007510A0" w:rsidRPr="007510A0" w:rsidRDefault="007510A0" w:rsidP="007510A0">
                                  <w:pPr>
                                    <w:spacing w:after="0"/>
                                    <w:ind w:left="0"/>
                                    <w:jc w:val="center"/>
                                    <w:rPr>
                                      <w:rFonts w:eastAsia="Times New Roman" w:cs="Calibri"/>
                                      <w:color w:val="FFFFFF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FFFFFF"/>
                                      <w:sz w:val="10"/>
                                      <w:szCs w:val="10"/>
                                      <w:lang w:eastAsia="fr-FR"/>
                                    </w:rPr>
                                    <w:t>Points course</w:t>
                                  </w:r>
                                </w:p>
                              </w:tc>
                            </w:tr>
                            <w:tr w:rsidR="007510A0" w:rsidRPr="007510A0" w14:paraId="13F47F85" w14:textId="77777777" w:rsidTr="007510A0">
                              <w:trPr>
                                <w:trHeight w:val="20"/>
                              </w:trPr>
                              <w:tc>
                                <w:tcPr>
                                  <w:tcW w:w="340" w:type="dxa"/>
                                  <w:shd w:val="clear" w:color="D9E1F2" w:fill="D9E1F2"/>
                                  <w:noWrap/>
                                  <w:vAlign w:val="center"/>
                                  <w:hideMark/>
                                </w:tcPr>
                                <w:p w14:paraId="09242D98" w14:textId="77777777" w:rsidR="007510A0" w:rsidRPr="007510A0" w:rsidRDefault="007510A0" w:rsidP="007510A0">
                                  <w:pPr>
                                    <w:spacing w:after="0"/>
                                    <w:ind w:left="0" w:right="-427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82" w:type="dxa"/>
                                  <w:shd w:val="clear" w:color="D9E1F2" w:fill="D9E1F2"/>
                                  <w:noWrap/>
                                  <w:vAlign w:val="center"/>
                                  <w:hideMark/>
                                </w:tcPr>
                                <w:p w14:paraId="4BF5E022" w14:textId="77777777" w:rsidR="007510A0" w:rsidRPr="007510A0" w:rsidRDefault="007510A0" w:rsidP="007510A0">
                                  <w:pPr>
                                    <w:spacing w:after="0"/>
                                    <w:ind w:left="0" w:right="-205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657" w:type="dxa"/>
                                  <w:shd w:val="clear" w:color="D9E1F2" w:fill="D9E1F2"/>
                                  <w:noWrap/>
                                  <w:vAlign w:val="center"/>
                                  <w:hideMark/>
                                </w:tcPr>
                                <w:p w14:paraId="32A44FDE" w14:textId="77777777" w:rsidR="007510A0" w:rsidRPr="007510A0" w:rsidRDefault="007510A0" w:rsidP="007510A0">
                                  <w:pPr>
                                    <w:spacing w:after="0"/>
                                    <w:ind w:left="0" w:right="-44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FFS2673396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shd w:val="clear" w:color="D9E1F2" w:fill="D9E1F2"/>
                                  <w:noWrap/>
                                  <w:vAlign w:val="center"/>
                                  <w:hideMark/>
                                </w:tcPr>
                                <w:p w14:paraId="6498D77B" w14:textId="77777777" w:rsidR="007510A0" w:rsidRPr="007510A0" w:rsidRDefault="007510A0" w:rsidP="007510A0">
                                  <w:pPr>
                                    <w:spacing w:after="0"/>
                                    <w:ind w:left="0" w:right="-365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2006</w:t>
                                  </w:r>
                                </w:p>
                              </w:tc>
                              <w:tc>
                                <w:tcPr>
                                  <w:tcW w:w="1140" w:type="dxa"/>
                                  <w:shd w:val="clear" w:color="D9E1F2" w:fill="D9E1F2"/>
                                  <w:noWrap/>
                                  <w:vAlign w:val="center"/>
                                  <w:hideMark/>
                                </w:tcPr>
                                <w:p w14:paraId="568F6FBC" w14:textId="77777777" w:rsidR="007510A0" w:rsidRPr="007510A0" w:rsidRDefault="007510A0" w:rsidP="007510A0">
                                  <w:pPr>
                                    <w:spacing w:after="0"/>
                                    <w:ind w:left="0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BLANC LOLA</w:t>
                                  </w:r>
                                </w:p>
                              </w:tc>
                              <w:tc>
                                <w:tcPr>
                                  <w:tcW w:w="607" w:type="dxa"/>
                                  <w:shd w:val="clear" w:color="D9E1F2" w:fill="D9E1F2"/>
                                  <w:noWrap/>
                                  <w:vAlign w:val="center"/>
                                  <w:hideMark/>
                                </w:tcPr>
                                <w:p w14:paraId="57BE6845" w14:textId="77777777" w:rsidR="007510A0" w:rsidRPr="007510A0" w:rsidRDefault="007510A0" w:rsidP="007510A0">
                                  <w:pPr>
                                    <w:spacing w:after="0"/>
                                    <w:ind w:left="0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SA</w:t>
                                  </w:r>
                                </w:p>
                              </w:tc>
                              <w:tc>
                                <w:tcPr>
                                  <w:tcW w:w="1162" w:type="dxa"/>
                                  <w:shd w:val="clear" w:color="D9E1F2" w:fill="D9E1F2"/>
                                  <w:noWrap/>
                                  <w:vAlign w:val="center"/>
                                  <w:hideMark/>
                                </w:tcPr>
                                <w:p w14:paraId="3EB30B43" w14:textId="77777777" w:rsidR="007510A0" w:rsidRPr="007510A0" w:rsidRDefault="007510A0" w:rsidP="007510A0">
                                  <w:pPr>
                                    <w:spacing w:after="0"/>
                                    <w:ind w:left="0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CS TIGNES</w:t>
                                  </w:r>
                                </w:p>
                              </w:tc>
                              <w:tc>
                                <w:tcPr>
                                  <w:tcW w:w="652" w:type="dxa"/>
                                  <w:shd w:val="clear" w:color="D9E1F2" w:fill="D9E1F2"/>
                                  <w:noWrap/>
                                  <w:vAlign w:val="center"/>
                                  <w:hideMark/>
                                </w:tcPr>
                                <w:p w14:paraId="75C3EE44" w14:textId="77777777" w:rsidR="007510A0" w:rsidRPr="007510A0" w:rsidRDefault="007510A0" w:rsidP="007510A0">
                                  <w:pPr>
                                    <w:spacing w:after="0"/>
                                    <w:ind w:left="0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42.63</w:t>
                                  </w:r>
                                </w:p>
                              </w:tc>
                              <w:tc>
                                <w:tcPr>
                                  <w:tcW w:w="652" w:type="dxa"/>
                                  <w:shd w:val="clear" w:color="D9E1F2" w:fill="D9E1F2"/>
                                  <w:noWrap/>
                                  <w:vAlign w:val="center"/>
                                  <w:hideMark/>
                                </w:tcPr>
                                <w:p w14:paraId="78989A3D" w14:textId="77777777" w:rsidR="007510A0" w:rsidRPr="007510A0" w:rsidRDefault="007510A0" w:rsidP="007510A0">
                                  <w:pPr>
                                    <w:spacing w:after="0"/>
                                    <w:ind w:left="0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45.27</w:t>
                                  </w:r>
                                </w:p>
                              </w:tc>
                              <w:tc>
                                <w:tcPr>
                                  <w:tcW w:w="730" w:type="dxa"/>
                                  <w:shd w:val="clear" w:color="D9E1F2" w:fill="D9E1F2"/>
                                  <w:noWrap/>
                                  <w:vAlign w:val="center"/>
                                  <w:hideMark/>
                                </w:tcPr>
                                <w:p w14:paraId="116219F6" w14:textId="77777777" w:rsidR="007510A0" w:rsidRPr="007510A0" w:rsidRDefault="007510A0" w:rsidP="007510A0">
                                  <w:pPr>
                                    <w:spacing w:after="0"/>
                                    <w:ind w:left="0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proofErr w:type="gramStart"/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1:</w:t>
                                  </w:r>
                                  <w:proofErr w:type="gramEnd"/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27.90</w:t>
                                  </w:r>
                                </w:p>
                              </w:tc>
                              <w:tc>
                                <w:tcPr>
                                  <w:tcW w:w="696" w:type="dxa"/>
                                  <w:shd w:val="clear" w:color="D9E1F2" w:fill="D9E1F2"/>
                                  <w:noWrap/>
                                  <w:vAlign w:val="center"/>
                                  <w:hideMark/>
                                </w:tcPr>
                                <w:p w14:paraId="7B8AB952" w14:textId="77777777" w:rsidR="007510A0" w:rsidRPr="007510A0" w:rsidRDefault="007510A0" w:rsidP="007510A0">
                                  <w:pPr>
                                    <w:spacing w:after="0"/>
                                    <w:ind w:left="0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7510A0" w:rsidRPr="007510A0" w14:paraId="1D8039E3" w14:textId="77777777" w:rsidTr="007510A0">
                              <w:trPr>
                                <w:trHeight w:val="20"/>
                              </w:trPr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5CCC731" w14:textId="77777777" w:rsidR="007510A0" w:rsidRPr="007510A0" w:rsidRDefault="007510A0" w:rsidP="007510A0">
                                  <w:pPr>
                                    <w:spacing w:after="0"/>
                                    <w:ind w:left="0" w:right="-427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82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C026D48" w14:textId="77777777" w:rsidR="007510A0" w:rsidRPr="007510A0" w:rsidRDefault="007510A0" w:rsidP="007510A0">
                                  <w:pPr>
                                    <w:spacing w:after="0"/>
                                    <w:ind w:left="0" w:right="-205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657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4272BC3" w14:textId="77777777" w:rsidR="007510A0" w:rsidRPr="007510A0" w:rsidRDefault="007510A0" w:rsidP="007510A0">
                                  <w:pPr>
                                    <w:spacing w:after="0"/>
                                    <w:ind w:left="0" w:right="-44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FFS2665478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DC6B20E" w14:textId="77777777" w:rsidR="007510A0" w:rsidRPr="007510A0" w:rsidRDefault="007510A0" w:rsidP="007510A0">
                                  <w:pPr>
                                    <w:spacing w:after="0"/>
                                    <w:ind w:left="0" w:right="-365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2006</w:t>
                                  </w:r>
                                </w:p>
                              </w:tc>
                              <w:tc>
                                <w:tcPr>
                                  <w:tcW w:w="1140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AA9913D" w14:textId="77777777" w:rsidR="007510A0" w:rsidRPr="007510A0" w:rsidRDefault="007510A0" w:rsidP="007510A0">
                                  <w:pPr>
                                    <w:spacing w:after="0"/>
                                    <w:ind w:left="0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DAME MARTEL ENORA</w:t>
                                  </w:r>
                                </w:p>
                              </w:tc>
                              <w:tc>
                                <w:tcPr>
                                  <w:tcW w:w="607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63595F2" w14:textId="77777777" w:rsidR="007510A0" w:rsidRPr="007510A0" w:rsidRDefault="007510A0" w:rsidP="007510A0">
                                  <w:pPr>
                                    <w:spacing w:after="0"/>
                                    <w:ind w:left="0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SA</w:t>
                                  </w:r>
                                </w:p>
                              </w:tc>
                              <w:tc>
                                <w:tcPr>
                                  <w:tcW w:w="1162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0C63504" w14:textId="77777777" w:rsidR="007510A0" w:rsidRPr="007510A0" w:rsidRDefault="007510A0" w:rsidP="007510A0">
                                  <w:pPr>
                                    <w:spacing w:after="0"/>
                                    <w:ind w:left="0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CS VAL CENIS</w:t>
                                  </w:r>
                                </w:p>
                              </w:tc>
                              <w:tc>
                                <w:tcPr>
                                  <w:tcW w:w="652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EEC9498" w14:textId="77777777" w:rsidR="007510A0" w:rsidRPr="007510A0" w:rsidRDefault="007510A0" w:rsidP="007510A0">
                                  <w:pPr>
                                    <w:spacing w:after="0"/>
                                    <w:ind w:left="0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43.92</w:t>
                                  </w:r>
                                </w:p>
                              </w:tc>
                              <w:tc>
                                <w:tcPr>
                                  <w:tcW w:w="652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50D89A0" w14:textId="77777777" w:rsidR="007510A0" w:rsidRPr="007510A0" w:rsidRDefault="007510A0" w:rsidP="007510A0">
                                  <w:pPr>
                                    <w:spacing w:after="0"/>
                                    <w:ind w:left="0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45.23</w:t>
                                  </w:r>
                                </w:p>
                              </w:tc>
                              <w:tc>
                                <w:tcPr>
                                  <w:tcW w:w="730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3658315" w14:textId="77777777" w:rsidR="007510A0" w:rsidRPr="007510A0" w:rsidRDefault="007510A0" w:rsidP="007510A0">
                                  <w:pPr>
                                    <w:spacing w:after="0"/>
                                    <w:ind w:left="0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proofErr w:type="gramStart"/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1:</w:t>
                                  </w:r>
                                  <w:proofErr w:type="gramEnd"/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29.15</w:t>
                                  </w:r>
                                </w:p>
                              </w:tc>
                              <w:tc>
                                <w:tcPr>
                                  <w:tcW w:w="696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862B32B" w14:textId="77777777" w:rsidR="007510A0" w:rsidRPr="007510A0" w:rsidRDefault="007510A0" w:rsidP="007510A0">
                                  <w:pPr>
                                    <w:spacing w:after="0"/>
                                    <w:ind w:left="0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7510A0" w:rsidRPr="007510A0" w14:paraId="212F11BB" w14:textId="77777777" w:rsidTr="007510A0">
                              <w:trPr>
                                <w:trHeight w:val="20"/>
                              </w:trPr>
                              <w:tc>
                                <w:tcPr>
                                  <w:tcW w:w="340" w:type="dxa"/>
                                  <w:shd w:val="clear" w:color="D9E1F2" w:fill="D9E1F2"/>
                                  <w:noWrap/>
                                  <w:vAlign w:val="center"/>
                                  <w:hideMark/>
                                </w:tcPr>
                                <w:p w14:paraId="5B3974F5" w14:textId="77777777" w:rsidR="007510A0" w:rsidRPr="007510A0" w:rsidRDefault="007510A0" w:rsidP="007510A0">
                                  <w:pPr>
                                    <w:spacing w:after="0"/>
                                    <w:ind w:left="0" w:right="-427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82" w:type="dxa"/>
                                  <w:shd w:val="clear" w:color="D9E1F2" w:fill="D9E1F2"/>
                                  <w:noWrap/>
                                  <w:vAlign w:val="center"/>
                                  <w:hideMark/>
                                </w:tcPr>
                                <w:p w14:paraId="4648BD62" w14:textId="77777777" w:rsidR="007510A0" w:rsidRPr="007510A0" w:rsidRDefault="007510A0" w:rsidP="007510A0">
                                  <w:pPr>
                                    <w:spacing w:after="0"/>
                                    <w:ind w:left="0" w:right="-205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46</w:t>
                                  </w:r>
                                </w:p>
                              </w:tc>
                              <w:tc>
                                <w:tcPr>
                                  <w:tcW w:w="657" w:type="dxa"/>
                                  <w:shd w:val="clear" w:color="D9E1F2" w:fill="D9E1F2"/>
                                  <w:noWrap/>
                                  <w:vAlign w:val="center"/>
                                  <w:hideMark/>
                                </w:tcPr>
                                <w:p w14:paraId="6F964565" w14:textId="77777777" w:rsidR="007510A0" w:rsidRPr="007510A0" w:rsidRDefault="007510A0" w:rsidP="007510A0">
                                  <w:pPr>
                                    <w:spacing w:after="0"/>
                                    <w:ind w:left="0" w:right="-44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FFS2666975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shd w:val="clear" w:color="D9E1F2" w:fill="D9E1F2"/>
                                  <w:noWrap/>
                                  <w:vAlign w:val="center"/>
                                  <w:hideMark/>
                                </w:tcPr>
                                <w:p w14:paraId="72F12A00" w14:textId="77777777" w:rsidR="007510A0" w:rsidRPr="007510A0" w:rsidRDefault="007510A0" w:rsidP="007510A0">
                                  <w:pPr>
                                    <w:spacing w:after="0"/>
                                    <w:ind w:left="0" w:right="-365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2006</w:t>
                                  </w:r>
                                </w:p>
                              </w:tc>
                              <w:tc>
                                <w:tcPr>
                                  <w:tcW w:w="1140" w:type="dxa"/>
                                  <w:shd w:val="clear" w:color="D9E1F2" w:fill="D9E1F2"/>
                                  <w:noWrap/>
                                  <w:vAlign w:val="center"/>
                                  <w:hideMark/>
                                </w:tcPr>
                                <w:p w14:paraId="28E53B03" w14:textId="77777777" w:rsidR="007510A0" w:rsidRPr="007510A0" w:rsidRDefault="007510A0" w:rsidP="007510A0">
                                  <w:pPr>
                                    <w:spacing w:after="0"/>
                                    <w:ind w:left="0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BAZILE LYDIE</w:t>
                                  </w:r>
                                </w:p>
                              </w:tc>
                              <w:tc>
                                <w:tcPr>
                                  <w:tcW w:w="607" w:type="dxa"/>
                                  <w:shd w:val="clear" w:color="D9E1F2" w:fill="D9E1F2"/>
                                  <w:noWrap/>
                                  <w:vAlign w:val="center"/>
                                  <w:hideMark/>
                                </w:tcPr>
                                <w:p w14:paraId="7D15A30D" w14:textId="77777777" w:rsidR="007510A0" w:rsidRPr="007510A0" w:rsidRDefault="007510A0" w:rsidP="007510A0">
                                  <w:pPr>
                                    <w:spacing w:after="0"/>
                                    <w:ind w:left="0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SA</w:t>
                                  </w:r>
                                </w:p>
                              </w:tc>
                              <w:tc>
                                <w:tcPr>
                                  <w:tcW w:w="1162" w:type="dxa"/>
                                  <w:shd w:val="clear" w:color="D9E1F2" w:fill="D9E1F2"/>
                                  <w:noWrap/>
                                  <w:vAlign w:val="center"/>
                                  <w:hideMark/>
                                </w:tcPr>
                                <w:p w14:paraId="421D1612" w14:textId="77777777" w:rsidR="007510A0" w:rsidRPr="007510A0" w:rsidRDefault="007510A0" w:rsidP="007510A0">
                                  <w:pPr>
                                    <w:spacing w:after="0"/>
                                    <w:ind w:left="0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VAL D'ISERE</w:t>
                                  </w:r>
                                </w:p>
                              </w:tc>
                              <w:tc>
                                <w:tcPr>
                                  <w:tcW w:w="652" w:type="dxa"/>
                                  <w:shd w:val="clear" w:color="D9E1F2" w:fill="D9E1F2"/>
                                  <w:noWrap/>
                                  <w:vAlign w:val="center"/>
                                  <w:hideMark/>
                                </w:tcPr>
                                <w:p w14:paraId="70E47D30" w14:textId="77777777" w:rsidR="007510A0" w:rsidRPr="007510A0" w:rsidRDefault="007510A0" w:rsidP="007510A0">
                                  <w:pPr>
                                    <w:spacing w:after="0"/>
                                    <w:ind w:left="0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44.05</w:t>
                                  </w:r>
                                </w:p>
                              </w:tc>
                              <w:tc>
                                <w:tcPr>
                                  <w:tcW w:w="652" w:type="dxa"/>
                                  <w:shd w:val="clear" w:color="D9E1F2" w:fill="D9E1F2"/>
                                  <w:noWrap/>
                                  <w:vAlign w:val="center"/>
                                  <w:hideMark/>
                                </w:tcPr>
                                <w:p w14:paraId="08A393AD" w14:textId="77777777" w:rsidR="007510A0" w:rsidRPr="007510A0" w:rsidRDefault="007510A0" w:rsidP="007510A0">
                                  <w:pPr>
                                    <w:spacing w:after="0"/>
                                    <w:ind w:left="0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47.14</w:t>
                                  </w:r>
                                </w:p>
                              </w:tc>
                              <w:tc>
                                <w:tcPr>
                                  <w:tcW w:w="730" w:type="dxa"/>
                                  <w:shd w:val="clear" w:color="D9E1F2" w:fill="D9E1F2"/>
                                  <w:noWrap/>
                                  <w:vAlign w:val="center"/>
                                  <w:hideMark/>
                                </w:tcPr>
                                <w:p w14:paraId="0665036E" w14:textId="77777777" w:rsidR="007510A0" w:rsidRPr="007510A0" w:rsidRDefault="007510A0" w:rsidP="007510A0">
                                  <w:pPr>
                                    <w:spacing w:after="0"/>
                                    <w:ind w:left="0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proofErr w:type="gramStart"/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1:</w:t>
                                  </w:r>
                                  <w:proofErr w:type="gramEnd"/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31.19</w:t>
                                  </w:r>
                                </w:p>
                              </w:tc>
                              <w:tc>
                                <w:tcPr>
                                  <w:tcW w:w="696" w:type="dxa"/>
                                  <w:shd w:val="clear" w:color="D9E1F2" w:fill="D9E1F2"/>
                                  <w:noWrap/>
                                  <w:vAlign w:val="center"/>
                                  <w:hideMark/>
                                </w:tcPr>
                                <w:p w14:paraId="6C41538C" w14:textId="77777777" w:rsidR="007510A0" w:rsidRPr="007510A0" w:rsidRDefault="007510A0" w:rsidP="007510A0">
                                  <w:pPr>
                                    <w:spacing w:after="0"/>
                                    <w:ind w:left="0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7510A0" w:rsidRPr="007510A0" w14:paraId="68B53BF4" w14:textId="77777777" w:rsidTr="007510A0">
                              <w:trPr>
                                <w:trHeight w:val="20"/>
                              </w:trPr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5C7EDC1" w14:textId="77777777" w:rsidR="007510A0" w:rsidRPr="007510A0" w:rsidRDefault="007510A0" w:rsidP="007510A0">
                                  <w:pPr>
                                    <w:spacing w:after="0"/>
                                    <w:ind w:left="0" w:right="-427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82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1F8CF26" w14:textId="77777777" w:rsidR="007510A0" w:rsidRPr="007510A0" w:rsidRDefault="007510A0" w:rsidP="007510A0">
                                  <w:pPr>
                                    <w:spacing w:after="0"/>
                                    <w:ind w:left="0" w:right="-205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41</w:t>
                                  </w:r>
                                </w:p>
                              </w:tc>
                              <w:tc>
                                <w:tcPr>
                                  <w:tcW w:w="657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12F839A" w14:textId="77777777" w:rsidR="007510A0" w:rsidRPr="007510A0" w:rsidRDefault="007510A0" w:rsidP="007510A0">
                                  <w:pPr>
                                    <w:spacing w:after="0"/>
                                    <w:ind w:left="0" w:right="-44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FFS2679350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6D87786" w14:textId="77777777" w:rsidR="007510A0" w:rsidRPr="007510A0" w:rsidRDefault="007510A0" w:rsidP="007510A0">
                                  <w:pPr>
                                    <w:spacing w:after="0"/>
                                    <w:ind w:left="0" w:right="-365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2006</w:t>
                                  </w:r>
                                </w:p>
                              </w:tc>
                              <w:tc>
                                <w:tcPr>
                                  <w:tcW w:w="1140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96E3296" w14:textId="77777777" w:rsidR="007510A0" w:rsidRPr="007510A0" w:rsidRDefault="007510A0" w:rsidP="007510A0">
                                  <w:pPr>
                                    <w:spacing w:after="0"/>
                                    <w:ind w:left="0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BOIS CORENTINE</w:t>
                                  </w:r>
                                </w:p>
                              </w:tc>
                              <w:tc>
                                <w:tcPr>
                                  <w:tcW w:w="607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3977558" w14:textId="77777777" w:rsidR="007510A0" w:rsidRPr="007510A0" w:rsidRDefault="007510A0" w:rsidP="007510A0">
                                  <w:pPr>
                                    <w:spacing w:after="0"/>
                                    <w:ind w:left="0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SA</w:t>
                                  </w:r>
                                </w:p>
                              </w:tc>
                              <w:tc>
                                <w:tcPr>
                                  <w:tcW w:w="1162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47D6413" w14:textId="77777777" w:rsidR="007510A0" w:rsidRPr="007510A0" w:rsidRDefault="007510A0" w:rsidP="007510A0">
                                  <w:pPr>
                                    <w:spacing w:after="0"/>
                                    <w:ind w:left="0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ST FRANCOIS</w:t>
                                  </w:r>
                                </w:p>
                              </w:tc>
                              <w:tc>
                                <w:tcPr>
                                  <w:tcW w:w="652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974DBBB" w14:textId="77777777" w:rsidR="007510A0" w:rsidRPr="007510A0" w:rsidRDefault="007510A0" w:rsidP="007510A0">
                                  <w:pPr>
                                    <w:spacing w:after="0"/>
                                    <w:ind w:left="0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43.19</w:t>
                                  </w:r>
                                </w:p>
                              </w:tc>
                              <w:tc>
                                <w:tcPr>
                                  <w:tcW w:w="652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31E82ED" w14:textId="77777777" w:rsidR="007510A0" w:rsidRPr="007510A0" w:rsidRDefault="007510A0" w:rsidP="007510A0">
                                  <w:pPr>
                                    <w:spacing w:after="0"/>
                                    <w:ind w:left="0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48.01</w:t>
                                  </w:r>
                                </w:p>
                              </w:tc>
                              <w:tc>
                                <w:tcPr>
                                  <w:tcW w:w="730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491B0CF" w14:textId="77777777" w:rsidR="007510A0" w:rsidRPr="007510A0" w:rsidRDefault="007510A0" w:rsidP="007510A0">
                                  <w:pPr>
                                    <w:spacing w:after="0"/>
                                    <w:ind w:left="0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proofErr w:type="gramStart"/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1:</w:t>
                                  </w:r>
                                  <w:proofErr w:type="gramEnd"/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31.20</w:t>
                                  </w:r>
                                </w:p>
                              </w:tc>
                              <w:tc>
                                <w:tcPr>
                                  <w:tcW w:w="696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438F900" w14:textId="77777777" w:rsidR="007510A0" w:rsidRPr="007510A0" w:rsidRDefault="007510A0" w:rsidP="007510A0">
                                  <w:pPr>
                                    <w:spacing w:after="0"/>
                                    <w:ind w:left="0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7510A0" w:rsidRPr="007510A0" w14:paraId="0614CF1A" w14:textId="77777777" w:rsidTr="007510A0">
                              <w:trPr>
                                <w:trHeight w:val="20"/>
                              </w:trPr>
                              <w:tc>
                                <w:tcPr>
                                  <w:tcW w:w="340" w:type="dxa"/>
                                  <w:shd w:val="clear" w:color="D9E1F2" w:fill="D9E1F2"/>
                                  <w:noWrap/>
                                  <w:vAlign w:val="center"/>
                                  <w:hideMark/>
                                </w:tcPr>
                                <w:p w14:paraId="0BCA005F" w14:textId="77777777" w:rsidR="007510A0" w:rsidRPr="007510A0" w:rsidRDefault="007510A0" w:rsidP="007510A0">
                                  <w:pPr>
                                    <w:spacing w:after="0"/>
                                    <w:ind w:left="0" w:right="-427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82" w:type="dxa"/>
                                  <w:shd w:val="clear" w:color="D9E1F2" w:fill="D9E1F2"/>
                                  <w:noWrap/>
                                  <w:vAlign w:val="center"/>
                                  <w:hideMark/>
                                </w:tcPr>
                                <w:p w14:paraId="5F7CF23C" w14:textId="77777777" w:rsidR="007510A0" w:rsidRPr="007510A0" w:rsidRDefault="007510A0" w:rsidP="007510A0">
                                  <w:pPr>
                                    <w:spacing w:after="0"/>
                                    <w:ind w:left="0" w:right="-205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56</w:t>
                                  </w:r>
                                </w:p>
                              </w:tc>
                              <w:tc>
                                <w:tcPr>
                                  <w:tcW w:w="657" w:type="dxa"/>
                                  <w:shd w:val="clear" w:color="D9E1F2" w:fill="D9E1F2"/>
                                  <w:noWrap/>
                                  <w:vAlign w:val="center"/>
                                  <w:hideMark/>
                                </w:tcPr>
                                <w:p w14:paraId="5765CAB3" w14:textId="77777777" w:rsidR="007510A0" w:rsidRPr="007510A0" w:rsidRDefault="007510A0" w:rsidP="007510A0">
                                  <w:pPr>
                                    <w:spacing w:after="0"/>
                                    <w:ind w:left="0" w:right="-44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FFS2674942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shd w:val="clear" w:color="D9E1F2" w:fill="D9E1F2"/>
                                  <w:noWrap/>
                                  <w:vAlign w:val="center"/>
                                  <w:hideMark/>
                                </w:tcPr>
                                <w:p w14:paraId="771E2C3C" w14:textId="77777777" w:rsidR="007510A0" w:rsidRPr="007510A0" w:rsidRDefault="007510A0" w:rsidP="007510A0">
                                  <w:pPr>
                                    <w:spacing w:after="0"/>
                                    <w:ind w:left="0" w:right="-365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2006</w:t>
                                  </w:r>
                                </w:p>
                              </w:tc>
                              <w:tc>
                                <w:tcPr>
                                  <w:tcW w:w="1140" w:type="dxa"/>
                                  <w:shd w:val="clear" w:color="D9E1F2" w:fill="D9E1F2"/>
                                  <w:noWrap/>
                                  <w:vAlign w:val="center"/>
                                  <w:hideMark/>
                                </w:tcPr>
                                <w:p w14:paraId="5B93F9A0" w14:textId="77777777" w:rsidR="007510A0" w:rsidRPr="007510A0" w:rsidRDefault="007510A0" w:rsidP="007510A0">
                                  <w:pPr>
                                    <w:spacing w:after="0"/>
                                    <w:ind w:left="0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CURDY LEONTINE</w:t>
                                  </w:r>
                                </w:p>
                              </w:tc>
                              <w:tc>
                                <w:tcPr>
                                  <w:tcW w:w="607" w:type="dxa"/>
                                  <w:shd w:val="clear" w:color="D9E1F2" w:fill="D9E1F2"/>
                                  <w:noWrap/>
                                  <w:vAlign w:val="center"/>
                                  <w:hideMark/>
                                </w:tcPr>
                                <w:p w14:paraId="56DC4478" w14:textId="77777777" w:rsidR="007510A0" w:rsidRPr="007510A0" w:rsidRDefault="007510A0" w:rsidP="007510A0">
                                  <w:pPr>
                                    <w:spacing w:after="0"/>
                                    <w:ind w:left="0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SA</w:t>
                                  </w:r>
                                </w:p>
                              </w:tc>
                              <w:tc>
                                <w:tcPr>
                                  <w:tcW w:w="1162" w:type="dxa"/>
                                  <w:shd w:val="clear" w:color="D9E1F2" w:fill="D9E1F2"/>
                                  <w:noWrap/>
                                  <w:vAlign w:val="center"/>
                                  <w:hideMark/>
                                </w:tcPr>
                                <w:p w14:paraId="5B3B8529" w14:textId="77777777" w:rsidR="007510A0" w:rsidRPr="007510A0" w:rsidRDefault="007510A0" w:rsidP="007510A0">
                                  <w:pPr>
                                    <w:spacing w:after="0"/>
                                    <w:ind w:left="0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CS LA PLAGNE</w:t>
                                  </w:r>
                                </w:p>
                              </w:tc>
                              <w:tc>
                                <w:tcPr>
                                  <w:tcW w:w="652" w:type="dxa"/>
                                  <w:shd w:val="clear" w:color="D9E1F2" w:fill="D9E1F2"/>
                                  <w:noWrap/>
                                  <w:vAlign w:val="center"/>
                                  <w:hideMark/>
                                </w:tcPr>
                                <w:p w14:paraId="1570605F" w14:textId="77777777" w:rsidR="007510A0" w:rsidRPr="007510A0" w:rsidRDefault="007510A0" w:rsidP="007510A0">
                                  <w:pPr>
                                    <w:spacing w:after="0"/>
                                    <w:ind w:left="0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47.00</w:t>
                                  </w:r>
                                </w:p>
                              </w:tc>
                              <w:tc>
                                <w:tcPr>
                                  <w:tcW w:w="652" w:type="dxa"/>
                                  <w:shd w:val="clear" w:color="D9E1F2" w:fill="D9E1F2"/>
                                  <w:noWrap/>
                                  <w:vAlign w:val="center"/>
                                  <w:hideMark/>
                                </w:tcPr>
                                <w:p w14:paraId="132DD443" w14:textId="77777777" w:rsidR="007510A0" w:rsidRPr="007510A0" w:rsidRDefault="007510A0" w:rsidP="007510A0">
                                  <w:pPr>
                                    <w:spacing w:after="0"/>
                                    <w:ind w:left="0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44.54</w:t>
                                  </w:r>
                                </w:p>
                              </w:tc>
                              <w:tc>
                                <w:tcPr>
                                  <w:tcW w:w="730" w:type="dxa"/>
                                  <w:shd w:val="clear" w:color="D9E1F2" w:fill="D9E1F2"/>
                                  <w:noWrap/>
                                  <w:vAlign w:val="center"/>
                                  <w:hideMark/>
                                </w:tcPr>
                                <w:p w14:paraId="6034C735" w14:textId="77777777" w:rsidR="007510A0" w:rsidRPr="007510A0" w:rsidRDefault="007510A0" w:rsidP="007510A0">
                                  <w:pPr>
                                    <w:spacing w:after="0"/>
                                    <w:ind w:left="0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proofErr w:type="gramStart"/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1:</w:t>
                                  </w:r>
                                  <w:proofErr w:type="gramEnd"/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31.54</w:t>
                                  </w:r>
                                </w:p>
                              </w:tc>
                              <w:tc>
                                <w:tcPr>
                                  <w:tcW w:w="696" w:type="dxa"/>
                                  <w:shd w:val="clear" w:color="D9E1F2" w:fill="D9E1F2"/>
                                  <w:noWrap/>
                                  <w:vAlign w:val="center"/>
                                  <w:hideMark/>
                                </w:tcPr>
                                <w:p w14:paraId="63CB3749" w14:textId="77777777" w:rsidR="007510A0" w:rsidRPr="007510A0" w:rsidRDefault="007510A0" w:rsidP="007510A0">
                                  <w:pPr>
                                    <w:spacing w:after="0"/>
                                    <w:ind w:left="0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7510A0" w:rsidRPr="007510A0" w14:paraId="39A50DE1" w14:textId="77777777" w:rsidTr="007510A0">
                              <w:trPr>
                                <w:trHeight w:val="20"/>
                              </w:trPr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759DB47" w14:textId="77777777" w:rsidR="007510A0" w:rsidRPr="007510A0" w:rsidRDefault="007510A0" w:rsidP="007510A0">
                                  <w:pPr>
                                    <w:spacing w:after="0"/>
                                    <w:ind w:left="0" w:right="-427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82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D3E33E4" w14:textId="77777777" w:rsidR="007510A0" w:rsidRPr="007510A0" w:rsidRDefault="007510A0" w:rsidP="007510A0">
                                  <w:pPr>
                                    <w:spacing w:after="0"/>
                                    <w:ind w:left="0" w:right="-205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39</w:t>
                                  </w:r>
                                </w:p>
                              </w:tc>
                              <w:tc>
                                <w:tcPr>
                                  <w:tcW w:w="657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659B0C1" w14:textId="77777777" w:rsidR="007510A0" w:rsidRPr="007510A0" w:rsidRDefault="007510A0" w:rsidP="007510A0">
                                  <w:pPr>
                                    <w:spacing w:after="0"/>
                                    <w:ind w:left="0" w:right="-44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FFS2672704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9DED0ED" w14:textId="77777777" w:rsidR="007510A0" w:rsidRPr="007510A0" w:rsidRDefault="007510A0" w:rsidP="007510A0">
                                  <w:pPr>
                                    <w:spacing w:after="0"/>
                                    <w:ind w:left="0" w:right="-365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2007</w:t>
                                  </w:r>
                                </w:p>
                              </w:tc>
                              <w:tc>
                                <w:tcPr>
                                  <w:tcW w:w="1140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401F4C2" w14:textId="77777777" w:rsidR="007510A0" w:rsidRPr="007510A0" w:rsidRDefault="007510A0" w:rsidP="007510A0">
                                  <w:pPr>
                                    <w:spacing w:after="0"/>
                                    <w:ind w:left="0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ANCENAY LILOU</w:t>
                                  </w:r>
                                </w:p>
                              </w:tc>
                              <w:tc>
                                <w:tcPr>
                                  <w:tcW w:w="607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A177617" w14:textId="77777777" w:rsidR="007510A0" w:rsidRPr="007510A0" w:rsidRDefault="007510A0" w:rsidP="007510A0">
                                  <w:pPr>
                                    <w:spacing w:after="0"/>
                                    <w:ind w:left="0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SA</w:t>
                                  </w:r>
                                </w:p>
                              </w:tc>
                              <w:tc>
                                <w:tcPr>
                                  <w:tcW w:w="1162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11A325C" w14:textId="77777777" w:rsidR="007510A0" w:rsidRPr="007510A0" w:rsidRDefault="007510A0" w:rsidP="007510A0">
                                  <w:pPr>
                                    <w:spacing w:after="0"/>
                                    <w:ind w:left="0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ND BELLECOMB</w:t>
                                  </w:r>
                                </w:p>
                              </w:tc>
                              <w:tc>
                                <w:tcPr>
                                  <w:tcW w:w="652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50AE3BD" w14:textId="77777777" w:rsidR="007510A0" w:rsidRPr="007510A0" w:rsidRDefault="007510A0" w:rsidP="007510A0">
                                  <w:pPr>
                                    <w:spacing w:after="0"/>
                                    <w:ind w:left="0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44.69</w:t>
                                  </w:r>
                                </w:p>
                              </w:tc>
                              <w:tc>
                                <w:tcPr>
                                  <w:tcW w:w="652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DCFAE37" w14:textId="77777777" w:rsidR="007510A0" w:rsidRPr="007510A0" w:rsidRDefault="007510A0" w:rsidP="007510A0">
                                  <w:pPr>
                                    <w:spacing w:after="0"/>
                                    <w:ind w:left="0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49.23</w:t>
                                  </w:r>
                                </w:p>
                              </w:tc>
                              <w:tc>
                                <w:tcPr>
                                  <w:tcW w:w="730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35B44D4" w14:textId="77777777" w:rsidR="007510A0" w:rsidRPr="007510A0" w:rsidRDefault="007510A0" w:rsidP="007510A0">
                                  <w:pPr>
                                    <w:spacing w:after="0"/>
                                    <w:ind w:left="0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proofErr w:type="gramStart"/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1:</w:t>
                                  </w:r>
                                  <w:proofErr w:type="gramEnd"/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33.92</w:t>
                                  </w:r>
                                </w:p>
                              </w:tc>
                              <w:tc>
                                <w:tcPr>
                                  <w:tcW w:w="696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F6C527B" w14:textId="77777777" w:rsidR="007510A0" w:rsidRPr="007510A0" w:rsidRDefault="007510A0" w:rsidP="007510A0">
                                  <w:pPr>
                                    <w:spacing w:after="0"/>
                                    <w:ind w:left="0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7510A0" w:rsidRPr="007510A0" w14:paraId="219666CC" w14:textId="77777777" w:rsidTr="007510A0">
                              <w:trPr>
                                <w:trHeight w:val="20"/>
                              </w:trPr>
                              <w:tc>
                                <w:tcPr>
                                  <w:tcW w:w="340" w:type="dxa"/>
                                  <w:shd w:val="clear" w:color="D9E1F2" w:fill="D9E1F2"/>
                                  <w:noWrap/>
                                  <w:vAlign w:val="center"/>
                                  <w:hideMark/>
                                </w:tcPr>
                                <w:p w14:paraId="0C123860" w14:textId="77777777" w:rsidR="007510A0" w:rsidRPr="007510A0" w:rsidRDefault="007510A0" w:rsidP="007510A0">
                                  <w:pPr>
                                    <w:spacing w:after="0"/>
                                    <w:ind w:left="0" w:right="-427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82" w:type="dxa"/>
                                  <w:shd w:val="clear" w:color="D9E1F2" w:fill="D9E1F2"/>
                                  <w:noWrap/>
                                  <w:vAlign w:val="center"/>
                                  <w:hideMark/>
                                </w:tcPr>
                                <w:p w14:paraId="320960DD" w14:textId="77777777" w:rsidR="007510A0" w:rsidRPr="007510A0" w:rsidRDefault="007510A0" w:rsidP="007510A0">
                                  <w:pPr>
                                    <w:spacing w:after="0"/>
                                    <w:ind w:left="0" w:right="-205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36</w:t>
                                  </w:r>
                                </w:p>
                              </w:tc>
                              <w:tc>
                                <w:tcPr>
                                  <w:tcW w:w="657" w:type="dxa"/>
                                  <w:shd w:val="clear" w:color="D9E1F2" w:fill="D9E1F2"/>
                                  <w:noWrap/>
                                  <w:vAlign w:val="center"/>
                                  <w:hideMark/>
                                </w:tcPr>
                                <w:p w14:paraId="2CD5DBA6" w14:textId="77777777" w:rsidR="007510A0" w:rsidRPr="007510A0" w:rsidRDefault="007510A0" w:rsidP="007510A0">
                                  <w:pPr>
                                    <w:spacing w:after="0"/>
                                    <w:ind w:left="0" w:right="-44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FFS2667083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shd w:val="clear" w:color="D9E1F2" w:fill="D9E1F2"/>
                                  <w:noWrap/>
                                  <w:vAlign w:val="center"/>
                                  <w:hideMark/>
                                </w:tcPr>
                                <w:p w14:paraId="23582F38" w14:textId="77777777" w:rsidR="007510A0" w:rsidRPr="007510A0" w:rsidRDefault="007510A0" w:rsidP="007510A0">
                                  <w:pPr>
                                    <w:spacing w:after="0"/>
                                    <w:ind w:left="0" w:right="-365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2006</w:t>
                                  </w:r>
                                </w:p>
                              </w:tc>
                              <w:tc>
                                <w:tcPr>
                                  <w:tcW w:w="1140" w:type="dxa"/>
                                  <w:shd w:val="clear" w:color="D9E1F2" w:fill="D9E1F2"/>
                                  <w:noWrap/>
                                  <w:vAlign w:val="center"/>
                                  <w:hideMark/>
                                </w:tcPr>
                                <w:p w14:paraId="09184EDD" w14:textId="77777777" w:rsidR="007510A0" w:rsidRPr="007510A0" w:rsidRDefault="007510A0" w:rsidP="007510A0">
                                  <w:pPr>
                                    <w:spacing w:after="0"/>
                                    <w:ind w:left="0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MONIER CHLOE</w:t>
                                  </w:r>
                                </w:p>
                              </w:tc>
                              <w:tc>
                                <w:tcPr>
                                  <w:tcW w:w="607" w:type="dxa"/>
                                  <w:shd w:val="clear" w:color="D9E1F2" w:fill="D9E1F2"/>
                                  <w:noWrap/>
                                  <w:vAlign w:val="center"/>
                                  <w:hideMark/>
                                </w:tcPr>
                                <w:p w14:paraId="04962DC2" w14:textId="77777777" w:rsidR="007510A0" w:rsidRPr="007510A0" w:rsidRDefault="007510A0" w:rsidP="007510A0">
                                  <w:pPr>
                                    <w:spacing w:after="0"/>
                                    <w:ind w:left="0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SA</w:t>
                                  </w:r>
                                </w:p>
                              </w:tc>
                              <w:tc>
                                <w:tcPr>
                                  <w:tcW w:w="1162" w:type="dxa"/>
                                  <w:shd w:val="clear" w:color="D9E1F2" w:fill="D9E1F2"/>
                                  <w:noWrap/>
                                  <w:vAlign w:val="center"/>
                                  <w:hideMark/>
                                </w:tcPr>
                                <w:p w14:paraId="10662B2B" w14:textId="77777777" w:rsidR="007510A0" w:rsidRPr="007510A0" w:rsidRDefault="007510A0" w:rsidP="007510A0">
                                  <w:pPr>
                                    <w:spacing w:after="0"/>
                                    <w:ind w:left="0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CO VAL THO</w:t>
                                  </w:r>
                                </w:p>
                              </w:tc>
                              <w:tc>
                                <w:tcPr>
                                  <w:tcW w:w="652" w:type="dxa"/>
                                  <w:shd w:val="clear" w:color="D9E1F2" w:fill="D9E1F2"/>
                                  <w:noWrap/>
                                  <w:vAlign w:val="center"/>
                                  <w:hideMark/>
                                </w:tcPr>
                                <w:p w14:paraId="3A92D33C" w14:textId="77777777" w:rsidR="007510A0" w:rsidRPr="007510A0" w:rsidRDefault="007510A0" w:rsidP="007510A0">
                                  <w:pPr>
                                    <w:spacing w:after="0"/>
                                    <w:ind w:left="0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45.30</w:t>
                                  </w:r>
                                </w:p>
                              </w:tc>
                              <w:tc>
                                <w:tcPr>
                                  <w:tcW w:w="652" w:type="dxa"/>
                                  <w:shd w:val="clear" w:color="D9E1F2" w:fill="D9E1F2"/>
                                  <w:noWrap/>
                                  <w:vAlign w:val="center"/>
                                  <w:hideMark/>
                                </w:tcPr>
                                <w:p w14:paraId="2DBE6AA2" w14:textId="77777777" w:rsidR="007510A0" w:rsidRPr="007510A0" w:rsidRDefault="007510A0" w:rsidP="007510A0">
                                  <w:pPr>
                                    <w:spacing w:after="0"/>
                                    <w:ind w:left="0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48.85</w:t>
                                  </w:r>
                                </w:p>
                              </w:tc>
                              <w:tc>
                                <w:tcPr>
                                  <w:tcW w:w="730" w:type="dxa"/>
                                  <w:shd w:val="clear" w:color="D9E1F2" w:fill="D9E1F2"/>
                                  <w:noWrap/>
                                  <w:vAlign w:val="center"/>
                                  <w:hideMark/>
                                </w:tcPr>
                                <w:p w14:paraId="7D0D876A" w14:textId="77777777" w:rsidR="007510A0" w:rsidRPr="007510A0" w:rsidRDefault="007510A0" w:rsidP="007510A0">
                                  <w:pPr>
                                    <w:spacing w:after="0"/>
                                    <w:ind w:left="0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proofErr w:type="gramStart"/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1:</w:t>
                                  </w:r>
                                  <w:proofErr w:type="gramEnd"/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34.15</w:t>
                                  </w:r>
                                </w:p>
                              </w:tc>
                              <w:tc>
                                <w:tcPr>
                                  <w:tcW w:w="696" w:type="dxa"/>
                                  <w:shd w:val="clear" w:color="D9E1F2" w:fill="D9E1F2"/>
                                  <w:noWrap/>
                                  <w:vAlign w:val="center"/>
                                  <w:hideMark/>
                                </w:tcPr>
                                <w:p w14:paraId="0B10E10D" w14:textId="77777777" w:rsidR="007510A0" w:rsidRPr="007510A0" w:rsidRDefault="007510A0" w:rsidP="007510A0">
                                  <w:pPr>
                                    <w:spacing w:after="0"/>
                                    <w:ind w:left="0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7510A0" w:rsidRPr="007510A0" w14:paraId="14F1AF35" w14:textId="77777777" w:rsidTr="007510A0">
                              <w:trPr>
                                <w:trHeight w:val="20"/>
                              </w:trPr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1F266FE" w14:textId="77777777" w:rsidR="007510A0" w:rsidRPr="007510A0" w:rsidRDefault="007510A0" w:rsidP="007510A0">
                                  <w:pPr>
                                    <w:spacing w:after="0"/>
                                    <w:ind w:left="0" w:right="-427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82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B65F1AB" w14:textId="77777777" w:rsidR="007510A0" w:rsidRPr="007510A0" w:rsidRDefault="007510A0" w:rsidP="007510A0">
                                  <w:pPr>
                                    <w:spacing w:after="0"/>
                                    <w:ind w:left="0" w:right="-205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31</w:t>
                                  </w:r>
                                </w:p>
                              </w:tc>
                              <w:tc>
                                <w:tcPr>
                                  <w:tcW w:w="657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0F50D54" w14:textId="77777777" w:rsidR="007510A0" w:rsidRPr="007510A0" w:rsidRDefault="007510A0" w:rsidP="007510A0">
                                  <w:pPr>
                                    <w:spacing w:after="0"/>
                                    <w:ind w:left="0" w:right="-44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FFS2682900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40D320D" w14:textId="77777777" w:rsidR="007510A0" w:rsidRPr="007510A0" w:rsidRDefault="007510A0" w:rsidP="007510A0">
                                  <w:pPr>
                                    <w:spacing w:after="0"/>
                                    <w:ind w:left="0" w:right="-365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2007</w:t>
                                  </w:r>
                                </w:p>
                              </w:tc>
                              <w:tc>
                                <w:tcPr>
                                  <w:tcW w:w="1140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945CABA" w14:textId="77777777" w:rsidR="007510A0" w:rsidRPr="007510A0" w:rsidRDefault="007510A0" w:rsidP="007510A0">
                                  <w:pPr>
                                    <w:spacing w:after="0"/>
                                    <w:ind w:left="0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DI EMANUELE CARLA</w:t>
                                  </w:r>
                                </w:p>
                              </w:tc>
                              <w:tc>
                                <w:tcPr>
                                  <w:tcW w:w="607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57F2FA3" w14:textId="77777777" w:rsidR="007510A0" w:rsidRPr="007510A0" w:rsidRDefault="007510A0" w:rsidP="007510A0">
                                  <w:pPr>
                                    <w:spacing w:after="0"/>
                                    <w:ind w:left="0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SA</w:t>
                                  </w:r>
                                </w:p>
                              </w:tc>
                              <w:tc>
                                <w:tcPr>
                                  <w:tcW w:w="1162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B5379E6" w14:textId="77777777" w:rsidR="007510A0" w:rsidRPr="007510A0" w:rsidRDefault="007510A0" w:rsidP="007510A0">
                                  <w:pPr>
                                    <w:spacing w:after="0"/>
                                    <w:ind w:left="0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ST FRANCOIS</w:t>
                                  </w:r>
                                </w:p>
                              </w:tc>
                              <w:tc>
                                <w:tcPr>
                                  <w:tcW w:w="652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C7845CC" w14:textId="77777777" w:rsidR="007510A0" w:rsidRPr="007510A0" w:rsidRDefault="007510A0" w:rsidP="007510A0">
                                  <w:pPr>
                                    <w:spacing w:after="0"/>
                                    <w:ind w:left="0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45.40</w:t>
                                  </w:r>
                                </w:p>
                              </w:tc>
                              <w:tc>
                                <w:tcPr>
                                  <w:tcW w:w="652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D1A6366" w14:textId="77777777" w:rsidR="007510A0" w:rsidRPr="007510A0" w:rsidRDefault="007510A0" w:rsidP="007510A0">
                                  <w:pPr>
                                    <w:spacing w:after="0"/>
                                    <w:ind w:left="0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49.13</w:t>
                                  </w:r>
                                </w:p>
                              </w:tc>
                              <w:tc>
                                <w:tcPr>
                                  <w:tcW w:w="730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864140D" w14:textId="77777777" w:rsidR="007510A0" w:rsidRPr="007510A0" w:rsidRDefault="007510A0" w:rsidP="007510A0">
                                  <w:pPr>
                                    <w:spacing w:after="0"/>
                                    <w:ind w:left="0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proofErr w:type="gramStart"/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1:</w:t>
                                  </w:r>
                                  <w:proofErr w:type="gramEnd"/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34.53</w:t>
                                  </w:r>
                                </w:p>
                              </w:tc>
                              <w:tc>
                                <w:tcPr>
                                  <w:tcW w:w="696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26201F3" w14:textId="77777777" w:rsidR="007510A0" w:rsidRPr="007510A0" w:rsidRDefault="007510A0" w:rsidP="007510A0">
                                  <w:pPr>
                                    <w:spacing w:after="0"/>
                                    <w:ind w:left="0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7510A0" w:rsidRPr="007510A0" w14:paraId="70AD99D0" w14:textId="77777777" w:rsidTr="007510A0">
                              <w:trPr>
                                <w:trHeight w:val="20"/>
                              </w:trPr>
                              <w:tc>
                                <w:tcPr>
                                  <w:tcW w:w="340" w:type="dxa"/>
                                  <w:shd w:val="clear" w:color="D9E1F2" w:fill="D9E1F2"/>
                                  <w:noWrap/>
                                  <w:vAlign w:val="center"/>
                                  <w:hideMark/>
                                </w:tcPr>
                                <w:p w14:paraId="16DB3543" w14:textId="77777777" w:rsidR="007510A0" w:rsidRPr="007510A0" w:rsidRDefault="007510A0" w:rsidP="007510A0">
                                  <w:pPr>
                                    <w:spacing w:after="0"/>
                                    <w:ind w:left="0" w:right="-427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82" w:type="dxa"/>
                                  <w:shd w:val="clear" w:color="D9E1F2" w:fill="D9E1F2"/>
                                  <w:noWrap/>
                                  <w:vAlign w:val="center"/>
                                  <w:hideMark/>
                                </w:tcPr>
                                <w:p w14:paraId="7296F6DF" w14:textId="77777777" w:rsidR="007510A0" w:rsidRPr="007510A0" w:rsidRDefault="007510A0" w:rsidP="007510A0">
                                  <w:pPr>
                                    <w:spacing w:after="0"/>
                                    <w:ind w:left="0" w:right="-205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657" w:type="dxa"/>
                                  <w:shd w:val="clear" w:color="D9E1F2" w:fill="D9E1F2"/>
                                  <w:noWrap/>
                                  <w:vAlign w:val="center"/>
                                  <w:hideMark/>
                                </w:tcPr>
                                <w:p w14:paraId="2489B74F" w14:textId="77777777" w:rsidR="007510A0" w:rsidRPr="007510A0" w:rsidRDefault="007510A0" w:rsidP="007510A0">
                                  <w:pPr>
                                    <w:spacing w:after="0"/>
                                    <w:ind w:left="0" w:right="-44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FFS2697066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shd w:val="clear" w:color="D9E1F2" w:fill="D9E1F2"/>
                                  <w:noWrap/>
                                  <w:vAlign w:val="center"/>
                                  <w:hideMark/>
                                </w:tcPr>
                                <w:p w14:paraId="524A138F" w14:textId="77777777" w:rsidR="007510A0" w:rsidRPr="007510A0" w:rsidRDefault="007510A0" w:rsidP="007510A0">
                                  <w:pPr>
                                    <w:spacing w:after="0"/>
                                    <w:ind w:left="0" w:right="-365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2006</w:t>
                                  </w:r>
                                </w:p>
                              </w:tc>
                              <w:tc>
                                <w:tcPr>
                                  <w:tcW w:w="1140" w:type="dxa"/>
                                  <w:shd w:val="clear" w:color="D9E1F2" w:fill="D9E1F2"/>
                                  <w:noWrap/>
                                  <w:vAlign w:val="center"/>
                                  <w:hideMark/>
                                </w:tcPr>
                                <w:p w14:paraId="7EDD482F" w14:textId="77777777" w:rsidR="007510A0" w:rsidRPr="007510A0" w:rsidRDefault="007510A0" w:rsidP="007510A0">
                                  <w:pPr>
                                    <w:spacing w:after="0"/>
                                    <w:ind w:left="0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BLYTH MAISIE</w:t>
                                  </w:r>
                                </w:p>
                              </w:tc>
                              <w:tc>
                                <w:tcPr>
                                  <w:tcW w:w="607" w:type="dxa"/>
                                  <w:shd w:val="clear" w:color="D9E1F2" w:fill="D9E1F2"/>
                                  <w:noWrap/>
                                  <w:vAlign w:val="center"/>
                                  <w:hideMark/>
                                </w:tcPr>
                                <w:p w14:paraId="0A274138" w14:textId="77777777" w:rsidR="007510A0" w:rsidRPr="007510A0" w:rsidRDefault="007510A0" w:rsidP="007510A0">
                                  <w:pPr>
                                    <w:spacing w:after="0"/>
                                    <w:ind w:left="0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SA</w:t>
                                  </w:r>
                                </w:p>
                              </w:tc>
                              <w:tc>
                                <w:tcPr>
                                  <w:tcW w:w="1162" w:type="dxa"/>
                                  <w:shd w:val="clear" w:color="D9E1F2" w:fill="D9E1F2"/>
                                  <w:noWrap/>
                                  <w:vAlign w:val="center"/>
                                  <w:hideMark/>
                                </w:tcPr>
                                <w:p w14:paraId="1EFDA47D" w14:textId="77777777" w:rsidR="007510A0" w:rsidRPr="007510A0" w:rsidRDefault="007510A0" w:rsidP="007510A0">
                                  <w:pPr>
                                    <w:spacing w:after="0"/>
                                    <w:ind w:left="0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CS TIGNES</w:t>
                                  </w:r>
                                </w:p>
                              </w:tc>
                              <w:tc>
                                <w:tcPr>
                                  <w:tcW w:w="652" w:type="dxa"/>
                                  <w:shd w:val="clear" w:color="D9E1F2" w:fill="D9E1F2"/>
                                  <w:noWrap/>
                                  <w:vAlign w:val="center"/>
                                  <w:hideMark/>
                                </w:tcPr>
                                <w:p w14:paraId="039C0A28" w14:textId="77777777" w:rsidR="007510A0" w:rsidRPr="007510A0" w:rsidRDefault="007510A0" w:rsidP="007510A0">
                                  <w:pPr>
                                    <w:spacing w:after="0"/>
                                    <w:ind w:left="0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47.06</w:t>
                                  </w:r>
                                </w:p>
                              </w:tc>
                              <w:tc>
                                <w:tcPr>
                                  <w:tcW w:w="652" w:type="dxa"/>
                                  <w:shd w:val="clear" w:color="D9E1F2" w:fill="D9E1F2"/>
                                  <w:noWrap/>
                                  <w:vAlign w:val="center"/>
                                  <w:hideMark/>
                                </w:tcPr>
                                <w:p w14:paraId="143E6398" w14:textId="77777777" w:rsidR="007510A0" w:rsidRPr="007510A0" w:rsidRDefault="007510A0" w:rsidP="007510A0">
                                  <w:pPr>
                                    <w:spacing w:after="0"/>
                                    <w:ind w:left="0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47.59</w:t>
                                  </w:r>
                                </w:p>
                              </w:tc>
                              <w:tc>
                                <w:tcPr>
                                  <w:tcW w:w="730" w:type="dxa"/>
                                  <w:shd w:val="clear" w:color="D9E1F2" w:fill="D9E1F2"/>
                                  <w:noWrap/>
                                  <w:vAlign w:val="center"/>
                                  <w:hideMark/>
                                </w:tcPr>
                                <w:p w14:paraId="387F8780" w14:textId="77777777" w:rsidR="007510A0" w:rsidRPr="007510A0" w:rsidRDefault="007510A0" w:rsidP="007510A0">
                                  <w:pPr>
                                    <w:spacing w:after="0"/>
                                    <w:ind w:left="0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proofErr w:type="gramStart"/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1:</w:t>
                                  </w:r>
                                  <w:proofErr w:type="gramEnd"/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34.65</w:t>
                                  </w:r>
                                </w:p>
                              </w:tc>
                              <w:tc>
                                <w:tcPr>
                                  <w:tcW w:w="696" w:type="dxa"/>
                                  <w:shd w:val="clear" w:color="D9E1F2" w:fill="D9E1F2"/>
                                  <w:noWrap/>
                                  <w:vAlign w:val="center"/>
                                  <w:hideMark/>
                                </w:tcPr>
                                <w:p w14:paraId="0F7E05B5" w14:textId="77777777" w:rsidR="007510A0" w:rsidRPr="007510A0" w:rsidRDefault="007510A0" w:rsidP="007510A0">
                                  <w:pPr>
                                    <w:spacing w:after="0"/>
                                    <w:ind w:left="0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7510A0" w:rsidRPr="007510A0" w14:paraId="622D1544" w14:textId="77777777" w:rsidTr="007510A0">
                              <w:trPr>
                                <w:trHeight w:val="20"/>
                              </w:trPr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EF2AF15" w14:textId="77777777" w:rsidR="007510A0" w:rsidRPr="007510A0" w:rsidRDefault="007510A0" w:rsidP="007510A0">
                                  <w:pPr>
                                    <w:spacing w:after="0"/>
                                    <w:ind w:left="0" w:right="-427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82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F338F78" w14:textId="77777777" w:rsidR="007510A0" w:rsidRPr="007510A0" w:rsidRDefault="007510A0" w:rsidP="007510A0">
                                  <w:pPr>
                                    <w:spacing w:after="0"/>
                                    <w:ind w:left="0" w:right="-205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657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813DC71" w14:textId="77777777" w:rsidR="007510A0" w:rsidRPr="007510A0" w:rsidRDefault="007510A0" w:rsidP="007510A0">
                                  <w:pPr>
                                    <w:spacing w:after="0"/>
                                    <w:ind w:left="0" w:right="-44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FFS2685182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CFC9976" w14:textId="77777777" w:rsidR="007510A0" w:rsidRPr="007510A0" w:rsidRDefault="007510A0" w:rsidP="007510A0">
                                  <w:pPr>
                                    <w:spacing w:after="0"/>
                                    <w:ind w:left="0" w:right="-365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2007</w:t>
                                  </w:r>
                                </w:p>
                              </w:tc>
                              <w:tc>
                                <w:tcPr>
                                  <w:tcW w:w="1140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1984FD6" w14:textId="77777777" w:rsidR="007510A0" w:rsidRPr="007510A0" w:rsidRDefault="007510A0" w:rsidP="007510A0">
                                  <w:pPr>
                                    <w:spacing w:after="0"/>
                                    <w:ind w:left="0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RIDGWAY INDIA</w:t>
                                  </w:r>
                                </w:p>
                              </w:tc>
                              <w:tc>
                                <w:tcPr>
                                  <w:tcW w:w="607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B3B83E8" w14:textId="77777777" w:rsidR="007510A0" w:rsidRPr="007510A0" w:rsidRDefault="007510A0" w:rsidP="007510A0">
                                  <w:pPr>
                                    <w:spacing w:after="0"/>
                                    <w:ind w:left="0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SA</w:t>
                                  </w:r>
                                </w:p>
                              </w:tc>
                              <w:tc>
                                <w:tcPr>
                                  <w:tcW w:w="1162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54039D8" w14:textId="77777777" w:rsidR="007510A0" w:rsidRPr="007510A0" w:rsidRDefault="007510A0" w:rsidP="007510A0">
                                  <w:pPr>
                                    <w:spacing w:after="0"/>
                                    <w:ind w:left="0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VAL D'ISERE</w:t>
                                  </w:r>
                                </w:p>
                              </w:tc>
                              <w:tc>
                                <w:tcPr>
                                  <w:tcW w:w="652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BF7DB40" w14:textId="77777777" w:rsidR="007510A0" w:rsidRPr="007510A0" w:rsidRDefault="007510A0" w:rsidP="007510A0">
                                  <w:pPr>
                                    <w:spacing w:after="0"/>
                                    <w:ind w:left="0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46.89</w:t>
                                  </w:r>
                                </w:p>
                              </w:tc>
                              <w:tc>
                                <w:tcPr>
                                  <w:tcW w:w="652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EA30089" w14:textId="77777777" w:rsidR="007510A0" w:rsidRPr="007510A0" w:rsidRDefault="007510A0" w:rsidP="007510A0">
                                  <w:pPr>
                                    <w:spacing w:after="0"/>
                                    <w:ind w:left="0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47.86</w:t>
                                  </w:r>
                                </w:p>
                              </w:tc>
                              <w:tc>
                                <w:tcPr>
                                  <w:tcW w:w="730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E588340" w14:textId="77777777" w:rsidR="007510A0" w:rsidRPr="007510A0" w:rsidRDefault="007510A0" w:rsidP="007510A0">
                                  <w:pPr>
                                    <w:spacing w:after="0"/>
                                    <w:ind w:left="0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proofErr w:type="gramStart"/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1:</w:t>
                                  </w:r>
                                  <w:proofErr w:type="gramEnd"/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34.75</w:t>
                                  </w:r>
                                </w:p>
                              </w:tc>
                              <w:tc>
                                <w:tcPr>
                                  <w:tcW w:w="696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4B01547" w14:textId="77777777" w:rsidR="007510A0" w:rsidRPr="007510A0" w:rsidRDefault="007510A0" w:rsidP="007510A0">
                                  <w:pPr>
                                    <w:spacing w:after="0"/>
                                    <w:ind w:left="0"/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</w:pPr>
                                  <w:r w:rsidRPr="007510A0">
                                    <w:rPr>
                                      <w:rFonts w:eastAsia="Times New Roman" w:cs="Calibri"/>
                                      <w:color w:val="000000"/>
                                      <w:sz w:val="10"/>
                                      <w:szCs w:val="10"/>
                                      <w:lang w:eastAsia="fr-FR"/>
                                    </w:rPr>
                                    <w:t> </w:t>
                                  </w:r>
                                </w:p>
                              </w:tc>
                            </w:tr>
                          </w:tbl>
                          <w:p w14:paraId="1AEFB773" w14:textId="77777777" w:rsidR="00E60FC3" w:rsidRDefault="00E60FC3" w:rsidP="0005049D">
                            <w:pPr>
                              <w:ind w:left="0"/>
                            </w:pPr>
                          </w:p>
                          <w:p w14:paraId="03483F7B" w14:textId="462CAE04" w:rsidR="00AD151E" w:rsidRDefault="00E60FC3" w:rsidP="0005049D">
                            <w:pPr>
                              <w:ind w:left="0"/>
                            </w:pPr>
                            <w:r>
                              <w:t>Le nombre de points total d'un coureur lors d'une compétition, appelé</w:t>
                            </w:r>
                            <w:r w:rsidR="00921210">
                              <w:t xml:space="preserve"> </w:t>
                            </w:r>
                            <w:r>
                              <w:t>"performance" est égal à la somme de ses points course et de la pénalité de la course (calculée à partir des points des coureurs au départ et à l'arrivée). Pour la course du fichier, la pénalité était de 109.32.</w:t>
                            </w:r>
                          </w:p>
                          <w:p w14:paraId="381D731A" w14:textId="5CD58C0D" w:rsidR="00E60FC3" w:rsidRDefault="00E60FC3" w:rsidP="0005049D">
                            <w:pPr>
                              <w:ind w:left="0"/>
                            </w:pPr>
                            <w:r>
                              <w:t>Ajouter une nouvelle colonne à droite dans le fichier intitulé "Performance" et écrire une formule pour calculer la performance de chaque coureur.</w:t>
                            </w:r>
                          </w:p>
                          <w:p w14:paraId="464BFBFE" w14:textId="77777777" w:rsidR="00E60FC3" w:rsidRDefault="00E60FC3" w:rsidP="0005049D">
                            <w:pPr>
                              <w:ind w:left="0"/>
                            </w:pPr>
                          </w:p>
                          <w:p w14:paraId="23848AF4" w14:textId="78D68A77" w:rsidR="00E60FC3" w:rsidRPr="009D2CA5" w:rsidRDefault="00E60FC3" w:rsidP="0005049D">
                            <w:pPr>
                              <w:ind w:left="0"/>
                              <w:rPr>
                                <w:b/>
                                <w:bCs/>
                              </w:rPr>
                            </w:pPr>
                            <w:r w:rsidRPr="009D2CA5">
                              <w:rPr>
                                <w:b/>
                                <w:bCs/>
                              </w:rPr>
                              <w:t>Partie C : Recherche d'information</w:t>
                            </w:r>
                          </w:p>
                          <w:p w14:paraId="598AFB7A" w14:textId="2DF225E7" w:rsidR="00E60FC3" w:rsidRPr="0005049D" w:rsidRDefault="009D2CA5" w:rsidP="0005049D">
                            <w:pPr>
                              <w:ind w:left="0"/>
                            </w:pPr>
                            <w:r>
                              <w:t>En allant sur le site de la FFS, chercher les résultats de la course du fichier en sachant que son codex est ASAF1301.FFS et vérifier vos réponses avec les vrais résultats.</w:t>
                            </w:r>
                          </w:p>
                        </w:txbxContent>
                      </wps:txbx>
                      <wps:bodyPr rot="0" vert="horz" wrap="square" lIns="91440" tIns="45720" rIns="9000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298FAA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3.3pt;margin-top:121.85pt;width:400.45pt;height:578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" stroked="f">
                <v:textbox inset=",,2.5mm">
                  <w:txbxContent>
                    <w:p w14:paraId="573BDA83" w14:textId="77777777" w:rsidR="00963CE2" w:rsidRDefault="00921210" w:rsidP="0005049D">
                      <w:pPr>
                        <w:ind w:left="0"/>
                      </w:pPr>
                      <w:r>
                        <w:t xml:space="preserve">Pour uniformiser les compétitions FFS, un système de points est </w:t>
                      </w:r>
                    </w:p>
                    <w:p w14:paraId="1B80ED9E" w14:textId="77777777" w:rsidR="00963CE2" w:rsidRDefault="00921210" w:rsidP="0005049D">
                      <w:pPr>
                        <w:ind w:left="0"/>
                      </w:pPr>
                      <w:proofErr w:type="gramStart"/>
                      <w:r>
                        <w:t>calculé</w:t>
                      </w:r>
                      <w:proofErr w:type="gramEnd"/>
                      <w:r>
                        <w:t xml:space="preserve"> à partir de formules mathématiques que l'on retrouve dans </w:t>
                      </w:r>
                    </w:p>
                    <w:p w14:paraId="588AFEA2" w14:textId="2E3AA962" w:rsidR="00921210" w:rsidRDefault="00921210" w:rsidP="0005049D">
                      <w:pPr>
                        <w:ind w:left="0"/>
                      </w:pPr>
                      <w:proofErr w:type="gramStart"/>
                      <w:r>
                        <w:t>les</w:t>
                      </w:r>
                      <w:proofErr w:type="gramEnd"/>
                      <w:r>
                        <w:t xml:space="preserve"> règlements de la FFS.</w:t>
                      </w:r>
                    </w:p>
                    <w:p w14:paraId="215E6B34" w14:textId="77777777" w:rsidR="00921210" w:rsidRDefault="00921210" w:rsidP="0005049D">
                      <w:pPr>
                        <w:ind w:left="0"/>
                      </w:pPr>
                    </w:p>
                    <w:p w14:paraId="3DB45F08" w14:textId="3D1295D5" w:rsidR="00921210" w:rsidRPr="007510A0" w:rsidRDefault="00921210" w:rsidP="0005049D">
                      <w:pPr>
                        <w:ind w:left="0"/>
                        <w:rPr>
                          <w:b/>
                          <w:bCs/>
                        </w:rPr>
                      </w:pPr>
                      <w:r w:rsidRPr="007510A0">
                        <w:rPr>
                          <w:b/>
                          <w:bCs/>
                        </w:rPr>
                        <w:t>Partie A : Recherche d'information</w:t>
                      </w:r>
                    </w:p>
                    <w:p w14:paraId="5D2F0C7C" w14:textId="7C61A3CC" w:rsidR="00921210" w:rsidRPr="00C2318F" w:rsidRDefault="00921210" w:rsidP="00963CE2">
                      <w:pPr>
                        <w:ind w:left="0"/>
                      </w:pPr>
                      <w:r>
                        <w:t>La formule de calcul des points course d'une compétition FFS utilise la formule suivante :</w:t>
                      </w:r>
                      <w:r w:rsidR="00963CE2">
                        <w:tab/>
                      </w:r>
                      <m:oMath>
                        <m:r>
                          <w:rPr>
                            <w:rFonts w:ascii="Cambria Math" w:hAnsi="Cambria Math"/>
                          </w:rPr>
                          <m:t>(T÷P-1)×F</m:t>
                        </m:r>
                      </m:oMath>
                    </w:p>
                    <w:p w14:paraId="70FEC8A3" w14:textId="54297F5C" w:rsidR="00921210" w:rsidRPr="003C49D1" w:rsidRDefault="00963CE2" w:rsidP="00963CE2">
                      <w:pPr>
                        <w:tabs>
                          <w:tab w:val="left" w:pos="1418"/>
                        </w:tabs>
                        <w:ind w:firstLine="424"/>
                        <w:rPr>
                          <w:rFonts w:eastAsiaTheme="minorEastAsia"/>
                          <w:i/>
                        </w:rPr>
                      </w:pPr>
                      <w:r>
                        <w:rPr>
                          <w:rFonts w:eastAsiaTheme="minorEastAsia"/>
                          <w:i/>
                        </w:rPr>
                        <w:tab/>
                      </w:r>
                      <w:r w:rsidR="00921210" w:rsidRPr="003C49D1">
                        <w:rPr>
                          <w:rFonts w:eastAsiaTheme="minorEastAsia"/>
                          <w:i/>
                        </w:rPr>
                        <w:t>T est le temps du coureur en secondes</w:t>
                      </w:r>
                    </w:p>
                    <w:p w14:paraId="7963FC03" w14:textId="5707C237" w:rsidR="00921210" w:rsidRPr="003C49D1" w:rsidRDefault="00963CE2" w:rsidP="00963CE2">
                      <w:pPr>
                        <w:tabs>
                          <w:tab w:val="left" w:pos="1418"/>
                        </w:tabs>
                        <w:ind w:firstLine="424"/>
                        <w:rPr>
                          <w:rFonts w:eastAsiaTheme="minorEastAsia"/>
                          <w:i/>
                        </w:rPr>
                      </w:pPr>
                      <w:r>
                        <w:rPr>
                          <w:rFonts w:eastAsiaTheme="minorEastAsia"/>
                          <w:i/>
                        </w:rPr>
                        <w:tab/>
                      </w:r>
                      <w:r w:rsidR="00921210" w:rsidRPr="003C49D1">
                        <w:rPr>
                          <w:rFonts w:eastAsiaTheme="minorEastAsia"/>
                          <w:i/>
                        </w:rPr>
                        <w:t>P est le temps du premier en secondes</w:t>
                      </w:r>
                    </w:p>
                    <w:p w14:paraId="0BC80763" w14:textId="5FB290FE" w:rsidR="00921210" w:rsidRDefault="00963CE2" w:rsidP="00963CE2">
                      <w:pPr>
                        <w:tabs>
                          <w:tab w:val="left" w:pos="1418"/>
                        </w:tabs>
                        <w:ind w:firstLine="424"/>
                        <w:rPr>
                          <w:rFonts w:eastAsiaTheme="minorEastAsia"/>
                          <w:i/>
                        </w:rPr>
                      </w:pPr>
                      <w:r>
                        <w:rPr>
                          <w:rFonts w:eastAsiaTheme="minorEastAsia"/>
                          <w:i/>
                        </w:rPr>
                        <w:tab/>
                      </w:r>
                      <w:r w:rsidR="00921210" w:rsidRPr="003C49D1">
                        <w:rPr>
                          <w:rFonts w:eastAsiaTheme="minorEastAsia"/>
                          <w:i/>
                        </w:rPr>
                        <w:t>F est le facteur de discipline</w:t>
                      </w:r>
                    </w:p>
                    <w:p w14:paraId="05DD3ED9" w14:textId="12187777" w:rsidR="00921210" w:rsidRPr="00921210" w:rsidRDefault="00921210" w:rsidP="00921210">
                      <w:pPr>
                        <w:ind w:left="0"/>
                        <w:rPr>
                          <w:rFonts w:eastAsiaTheme="minorEastAsia"/>
                          <w:iCs/>
                        </w:rPr>
                      </w:pPr>
                      <w:r>
                        <w:rPr>
                          <w:rFonts w:eastAsiaTheme="minorEastAsia"/>
                          <w:iCs/>
                        </w:rPr>
                        <w:t xml:space="preserve">Chercher et ouvrir sur la page </w:t>
                      </w:r>
                      <w:hyperlink r:id="rId10" w:history="1">
                        <w:r w:rsidRPr="0061786B">
                          <w:rPr>
                            <w:rStyle w:val="Lienhypertexte"/>
                          </w:rPr>
                          <w:t>https://ffs.fr/reglements/categories/ski-alpin/</w:t>
                        </w:r>
                      </w:hyperlink>
                      <w:r>
                        <w:t xml:space="preserve"> </w:t>
                      </w:r>
                      <w:r>
                        <w:rPr>
                          <w:rFonts w:eastAsiaTheme="minorEastAsia"/>
                          <w:iCs/>
                        </w:rPr>
                        <w:t xml:space="preserve">le fichier de règlement parlant du calcul des points course et chercher dans ce fichier la valeur de F (facteur de discipline) pour un </w:t>
                      </w:r>
                      <w:r w:rsidR="001A0310">
                        <w:rPr>
                          <w:rFonts w:eastAsiaTheme="minorEastAsia"/>
                          <w:iCs/>
                        </w:rPr>
                        <w:t>Slalom Dames</w:t>
                      </w:r>
                      <w:r>
                        <w:rPr>
                          <w:rFonts w:eastAsiaTheme="minorEastAsia"/>
                          <w:iCs/>
                        </w:rPr>
                        <w:t>.</w:t>
                      </w:r>
                    </w:p>
                    <w:p w14:paraId="70088184" w14:textId="77777777" w:rsidR="00921210" w:rsidRDefault="00921210" w:rsidP="0005049D">
                      <w:pPr>
                        <w:ind w:left="0"/>
                      </w:pPr>
                    </w:p>
                    <w:p w14:paraId="1DA6D559" w14:textId="3CEF39E4" w:rsidR="00764F00" w:rsidRPr="007510A0" w:rsidRDefault="00921210" w:rsidP="0005049D">
                      <w:pPr>
                        <w:ind w:left="0"/>
                        <w:rPr>
                          <w:b/>
                          <w:bCs/>
                        </w:rPr>
                      </w:pPr>
                      <w:r w:rsidRPr="007510A0">
                        <w:rPr>
                          <w:b/>
                          <w:bCs/>
                        </w:rPr>
                        <w:t xml:space="preserve">Partie B : </w:t>
                      </w:r>
                      <w:r w:rsidR="00764F00" w:rsidRPr="007510A0">
                        <w:rPr>
                          <w:b/>
                          <w:bCs/>
                        </w:rPr>
                        <w:t>Traiter des données</w:t>
                      </w:r>
                    </w:p>
                    <w:p w14:paraId="408CC50E" w14:textId="72D37A48" w:rsidR="007510A0" w:rsidRDefault="007510A0" w:rsidP="0005049D">
                      <w:pPr>
                        <w:ind w:left="0"/>
                      </w:pPr>
                      <w:r>
                        <w:t xml:space="preserve">Après avoir ouvert le fichier </w:t>
                      </w:r>
                      <w:proofErr w:type="spellStart"/>
                      <w:r>
                        <w:t>course.ods</w:t>
                      </w:r>
                      <w:proofErr w:type="spellEnd"/>
                      <w:r>
                        <w:t>, utiliser la formule de calcul ci-dessus afin de remplir la dernière colonne du tableau en utilisant une formule du tableur.</w:t>
                      </w:r>
                      <w:r w:rsidR="00811216">
                        <w:t xml:space="preserve"> </w:t>
                      </w:r>
                      <w:r w:rsidR="001A0310">
                        <w:t>Le tableau est la liste d'arrivée d'un Slalom Dames.</w:t>
                      </w:r>
                    </w:p>
                    <w:tbl>
                      <w:tblPr>
                        <w:tblW w:w="7538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40"/>
                        <w:gridCol w:w="482"/>
                        <w:gridCol w:w="657"/>
                        <w:gridCol w:w="420"/>
                        <w:gridCol w:w="1140"/>
                        <w:gridCol w:w="607"/>
                        <w:gridCol w:w="1162"/>
                        <w:gridCol w:w="652"/>
                        <w:gridCol w:w="652"/>
                        <w:gridCol w:w="730"/>
                        <w:gridCol w:w="696"/>
                      </w:tblGrid>
                      <w:tr w:rsidR="007510A0" w:rsidRPr="007510A0" w14:paraId="216DB778" w14:textId="77777777" w:rsidTr="007510A0">
                        <w:trPr>
                          <w:trHeight w:val="20"/>
                        </w:trPr>
                        <w:tc>
                          <w:tcPr>
                            <w:tcW w:w="340" w:type="dxa"/>
                            <w:shd w:val="clear" w:color="000000" w:fill="203764"/>
                            <w:noWrap/>
                            <w:vAlign w:val="center"/>
                            <w:hideMark/>
                          </w:tcPr>
                          <w:p w14:paraId="0E264074" w14:textId="77777777" w:rsidR="007510A0" w:rsidRPr="007510A0" w:rsidRDefault="007510A0" w:rsidP="007510A0">
                            <w:pPr>
                              <w:spacing w:after="0"/>
                              <w:ind w:left="0" w:right="-427"/>
                              <w:rPr>
                                <w:rFonts w:eastAsia="Times New Roman" w:cs="Calibri"/>
                                <w:color w:val="FFFFFF"/>
                                <w:sz w:val="10"/>
                                <w:szCs w:val="10"/>
                                <w:lang w:eastAsia="fr-FR"/>
                              </w:rPr>
                            </w:pPr>
                            <w:proofErr w:type="spellStart"/>
                            <w:r w:rsidRPr="007510A0">
                              <w:rPr>
                                <w:rFonts w:eastAsia="Times New Roman" w:cs="Calibri"/>
                                <w:color w:val="FFFFFF"/>
                                <w:sz w:val="10"/>
                                <w:szCs w:val="10"/>
                                <w:lang w:eastAsia="fr-FR"/>
                              </w:rPr>
                              <w:t>Clt</w:t>
                            </w:r>
                            <w:proofErr w:type="spellEnd"/>
                          </w:p>
                        </w:tc>
                        <w:tc>
                          <w:tcPr>
                            <w:tcW w:w="482" w:type="dxa"/>
                            <w:shd w:val="clear" w:color="000000" w:fill="203764"/>
                            <w:noWrap/>
                            <w:vAlign w:val="center"/>
                            <w:hideMark/>
                          </w:tcPr>
                          <w:p w14:paraId="6C83649A" w14:textId="77777777" w:rsidR="007510A0" w:rsidRPr="007510A0" w:rsidRDefault="007510A0" w:rsidP="007510A0">
                            <w:pPr>
                              <w:spacing w:after="0"/>
                              <w:ind w:left="0" w:right="-205"/>
                              <w:rPr>
                                <w:rFonts w:eastAsia="Times New Roman" w:cs="Calibri"/>
                                <w:color w:val="FFFFFF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FFFFFF"/>
                                <w:sz w:val="10"/>
                                <w:szCs w:val="10"/>
                                <w:lang w:eastAsia="fr-FR"/>
                              </w:rPr>
                              <w:t>Dossard</w:t>
                            </w:r>
                          </w:p>
                        </w:tc>
                        <w:tc>
                          <w:tcPr>
                            <w:tcW w:w="657" w:type="dxa"/>
                            <w:shd w:val="clear" w:color="000000" w:fill="203764"/>
                            <w:noWrap/>
                            <w:vAlign w:val="center"/>
                            <w:hideMark/>
                          </w:tcPr>
                          <w:p w14:paraId="07B74635" w14:textId="77777777" w:rsidR="007510A0" w:rsidRPr="007510A0" w:rsidRDefault="007510A0" w:rsidP="007510A0">
                            <w:pPr>
                              <w:spacing w:after="0"/>
                              <w:ind w:left="0" w:right="-44"/>
                              <w:rPr>
                                <w:rFonts w:eastAsia="Times New Roman" w:cs="Calibri"/>
                                <w:color w:val="FFFFFF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FFFFFF"/>
                                <w:sz w:val="10"/>
                                <w:szCs w:val="10"/>
                                <w:lang w:eastAsia="fr-FR"/>
                              </w:rPr>
                              <w:t>Licence</w:t>
                            </w:r>
                          </w:p>
                        </w:tc>
                        <w:tc>
                          <w:tcPr>
                            <w:tcW w:w="420" w:type="dxa"/>
                            <w:shd w:val="clear" w:color="000000" w:fill="203764"/>
                            <w:noWrap/>
                            <w:vAlign w:val="center"/>
                            <w:hideMark/>
                          </w:tcPr>
                          <w:p w14:paraId="1D0D2637" w14:textId="77777777" w:rsidR="007510A0" w:rsidRPr="007510A0" w:rsidRDefault="007510A0" w:rsidP="007510A0">
                            <w:pPr>
                              <w:spacing w:after="0"/>
                              <w:ind w:left="0" w:right="-365"/>
                              <w:rPr>
                                <w:rFonts w:eastAsia="Times New Roman" w:cs="Calibri"/>
                                <w:color w:val="FFFFFF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FFFFFF"/>
                                <w:sz w:val="10"/>
                                <w:szCs w:val="10"/>
                                <w:lang w:eastAsia="fr-FR"/>
                              </w:rPr>
                              <w:t>Année</w:t>
                            </w:r>
                          </w:p>
                        </w:tc>
                        <w:tc>
                          <w:tcPr>
                            <w:tcW w:w="1140" w:type="dxa"/>
                            <w:shd w:val="clear" w:color="000000" w:fill="203764"/>
                            <w:noWrap/>
                            <w:vAlign w:val="center"/>
                            <w:hideMark/>
                          </w:tcPr>
                          <w:p w14:paraId="1C7FBFFC" w14:textId="77777777" w:rsidR="007510A0" w:rsidRPr="007510A0" w:rsidRDefault="007510A0" w:rsidP="007510A0">
                            <w:pPr>
                              <w:spacing w:after="0"/>
                              <w:ind w:left="0"/>
                              <w:rPr>
                                <w:rFonts w:eastAsia="Times New Roman" w:cs="Calibri"/>
                                <w:color w:val="FFFFFF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FFFFFF"/>
                                <w:sz w:val="10"/>
                                <w:szCs w:val="10"/>
                                <w:lang w:eastAsia="fr-FR"/>
                              </w:rPr>
                              <w:t>Nom Prénom</w:t>
                            </w:r>
                          </w:p>
                        </w:tc>
                        <w:tc>
                          <w:tcPr>
                            <w:tcW w:w="607" w:type="dxa"/>
                            <w:shd w:val="clear" w:color="000000" w:fill="203764"/>
                            <w:noWrap/>
                            <w:vAlign w:val="center"/>
                            <w:hideMark/>
                          </w:tcPr>
                          <w:p w14:paraId="6BF4DC45" w14:textId="77777777" w:rsidR="007510A0" w:rsidRPr="007510A0" w:rsidRDefault="007510A0" w:rsidP="007510A0">
                            <w:pPr>
                              <w:spacing w:after="0"/>
                              <w:ind w:left="0" w:right="-340"/>
                              <w:rPr>
                                <w:rFonts w:eastAsia="Times New Roman" w:cs="Calibri"/>
                                <w:color w:val="FFFFFF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FFFFFF"/>
                                <w:sz w:val="10"/>
                                <w:szCs w:val="10"/>
                                <w:lang w:eastAsia="fr-FR"/>
                              </w:rPr>
                              <w:t>Comité</w:t>
                            </w:r>
                          </w:p>
                        </w:tc>
                        <w:tc>
                          <w:tcPr>
                            <w:tcW w:w="1162" w:type="dxa"/>
                            <w:shd w:val="clear" w:color="000000" w:fill="203764"/>
                            <w:noWrap/>
                            <w:vAlign w:val="center"/>
                            <w:hideMark/>
                          </w:tcPr>
                          <w:p w14:paraId="2BB325F9" w14:textId="77777777" w:rsidR="007510A0" w:rsidRPr="007510A0" w:rsidRDefault="007510A0" w:rsidP="007510A0">
                            <w:pPr>
                              <w:spacing w:after="0"/>
                              <w:ind w:left="0" w:right="-179"/>
                              <w:rPr>
                                <w:rFonts w:eastAsia="Times New Roman" w:cs="Calibri"/>
                                <w:color w:val="FFFFFF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FFFFFF"/>
                                <w:sz w:val="10"/>
                                <w:szCs w:val="10"/>
                                <w:lang w:eastAsia="fr-FR"/>
                              </w:rPr>
                              <w:t>Club</w:t>
                            </w:r>
                          </w:p>
                        </w:tc>
                        <w:tc>
                          <w:tcPr>
                            <w:tcW w:w="652" w:type="dxa"/>
                            <w:shd w:val="clear" w:color="000000" w:fill="203764"/>
                            <w:noWrap/>
                            <w:vAlign w:val="center"/>
                            <w:hideMark/>
                          </w:tcPr>
                          <w:p w14:paraId="12C4924F" w14:textId="77777777" w:rsidR="007510A0" w:rsidRPr="007510A0" w:rsidRDefault="007510A0" w:rsidP="007510A0">
                            <w:pPr>
                              <w:spacing w:after="0"/>
                              <w:ind w:left="0"/>
                              <w:rPr>
                                <w:rFonts w:eastAsia="Times New Roman" w:cs="Calibri"/>
                                <w:color w:val="FFFFFF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FFFFFF"/>
                                <w:sz w:val="10"/>
                                <w:szCs w:val="10"/>
                                <w:lang w:eastAsia="fr-FR"/>
                              </w:rPr>
                              <w:t>Tps M1</w:t>
                            </w:r>
                          </w:p>
                        </w:tc>
                        <w:tc>
                          <w:tcPr>
                            <w:tcW w:w="652" w:type="dxa"/>
                            <w:shd w:val="clear" w:color="000000" w:fill="203764"/>
                            <w:noWrap/>
                            <w:vAlign w:val="center"/>
                            <w:hideMark/>
                          </w:tcPr>
                          <w:p w14:paraId="1A2D93CE" w14:textId="77777777" w:rsidR="007510A0" w:rsidRPr="007510A0" w:rsidRDefault="007510A0" w:rsidP="007510A0">
                            <w:pPr>
                              <w:spacing w:after="0"/>
                              <w:ind w:left="0"/>
                              <w:rPr>
                                <w:rFonts w:eastAsia="Times New Roman" w:cs="Calibri"/>
                                <w:color w:val="FFFFFF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FFFFFF"/>
                                <w:sz w:val="10"/>
                                <w:szCs w:val="10"/>
                                <w:lang w:eastAsia="fr-FR"/>
                              </w:rPr>
                              <w:t>Tps M2</w:t>
                            </w:r>
                          </w:p>
                        </w:tc>
                        <w:tc>
                          <w:tcPr>
                            <w:tcW w:w="730" w:type="dxa"/>
                            <w:shd w:val="clear" w:color="000000" w:fill="203764"/>
                            <w:noWrap/>
                            <w:vAlign w:val="center"/>
                            <w:hideMark/>
                          </w:tcPr>
                          <w:p w14:paraId="618BF4AA" w14:textId="77777777" w:rsidR="007510A0" w:rsidRPr="007510A0" w:rsidRDefault="007510A0" w:rsidP="007510A0">
                            <w:pPr>
                              <w:spacing w:after="0"/>
                              <w:ind w:left="0"/>
                              <w:rPr>
                                <w:rFonts w:eastAsia="Times New Roman" w:cs="Calibri"/>
                                <w:color w:val="FFFFFF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FFFFFF"/>
                                <w:sz w:val="10"/>
                                <w:szCs w:val="10"/>
                                <w:lang w:eastAsia="fr-FR"/>
                              </w:rPr>
                              <w:t>Tps Total</w:t>
                            </w:r>
                          </w:p>
                        </w:tc>
                        <w:tc>
                          <w:tcPr>
                            <w:tcW w:w="696" w:type="dxa"/>
                            <w:shd w:val="clear" w:color="000000" w:fill="203764"/>
                            <w:noWrap/>
                            <w:vAlign w:val="center"/>
                            <w:hideMark/>
                          </w:tcPr>
                          <w:p w14:paraId="51360BC0" w14:textId="77777777" w:rsidR="007510A0" w:rsidRPr="007510A0" w:rsidRDefault="007510A0" w:rsidP="007510A0">
                            <w:pPr>
                              <w:spacing w:after="0"/>
                              <w:ind w:left="0"/>
                              <w:jc w:val="center"/>
                              <w:rPr>
                                <w:rFonts w:eastAsia="Times New Roman" w:cs="Calibri"/>
                                <w:color w:val="FFFFFF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FFFFFF"/>
                                <w:sz w:val="10"/>
                                <w:szCs w:val="10"/>
                                <w:lang w:eastAsia="fr-FR"/>
                              </w:rPr>
                              <w:t>Points course</w:t>
                            </w:r>
                          </w:p>
                        </w:tc>
                      </w:tr>
                      <w:tr w:rsidR="007510A0" w:rsidRPr="007510A0" w14:paraId="13F47F85" w14:textId="77777777" w:rsidTr="007510A0">
                        <w:trPr>
                          <w:trHeight w:val="20"/>
                        </w:trPr>
                        <w:tc>
                          <w:tcPr>
                            <w:tcW w:w="340" w:type="dxa"/>
                            <w:shd w:val="clear" w:color="D9E1F2" w:fill="D9E1F2"/>
                            <w:noWrap/>
                            <w:vAlign w:val="center"/>
                            <w:hideMark/>
                          </w:tcPr>
                          <w:p w14:paraId="09242D98" w14:textId="77777777" w:rsidR="007510A0" w:rsidRPr="007510A0" w:rsidRDefault="007510A0" w:rsidP="007510A0">
                            <w:pPr>
                              <w:spacing w:after="0"/>
                              <w:ind w:left="0" w:right="-427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82" w:type="dxa"/>
                            <w:shd w:val="clear" w:color="D9E1F2" w:fill="D9E1F2"/>
                            <w:noWrap/>
                            <w:vAlign w:val="center"/>
                            <w:hideMark/>
                          </w:tcPr>
                          <w:p w14:paraId="4BF5E022" w14:textId="77777777" w:rsidR="007510A0" w:rsidRPr="007510A0" w:rsidRDefault="007510A0" w:rsidP="007510A0">
                            <w:pPr>
                              <w:spacing w:after="0"/>
                              <w:ind w:left="0" w:right="-205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657" w:type="dxa"/>
                            <w:shd w:val="clear" w:color="D9E1F2" w:fill="D9E1F2"/>
                            <w:noWrap/>
                            <w:vAlign w:val="center"/>
                            <w:hideMark/>
                          </w:tcPr>
                          <w:p w14:paraId="32A44FDE" w14:textId="77777777" w:rsidR="007510A0" w:rsidRPr="007510A0" w:rsidRDefault="007510A0" w:rsidP="007510A0">
                            <w:pPr>
                              <w:spacing w:after="0"/>
                              <w:ind w:left="0" w:right="-44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FFS2673396</w:t>
                            </w:r>
                          </w:p>
                        </w:tc>
                        <w:tc>
                          <w:tcPr>
                            <w:tcW w:w="420" w:type="dxa"/>
                            <w:shd w:val="clear" w:color="D9E1F2" w:fill="D9E1F2"/>
                            <w:noWrap/>
                            <w:vAlign w:val="center"/>
                            <w:hideMark/>
                          </w:tcPr>
                          <w:p w14:paraId="6498D77B" w14:textId="77777777" w:rsidR="007510A0" w:rsidRPr="007510A0" w:rsidRDefault="007510A0" w:rsidP="007510A0">
                            <w:pPr>
                              <w:spacing w:after="0"/>
                              <w:ind w:left="0" w:right="-365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2006</w:t>
                            </w:r>
                          </w:p>
                        </w:tc>
                        <w:tc>
                          <w:tcPr>
                            <w:tcW w:w="1140" w:type="dxa"/>
                            <w:shd w:val="clear" w:color="D9E1F2" w:fill="D9E1F2"/>
                            <w:noWrap/>
                            <w:vAlign w:val="center"/>
                            <w:hideMark/>
                          </w:tcPr>
                          <w:p w14:paraId="568F6FBC" w14:textId="77777777" w:rsidR="007510A0" w:rsidRPr="007510A0" w:rsidRDefault="007510A0" w:rsidP="007510A0">
                            <w:pPr>
                              <w:spacing w:after="0"/>
                              <w:ind w:left="0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BLANC LOLA</w:t>
                            </w:r>
                          </w:p>
                        </w:tc>
                        <w:tc>
                          <w:tcPr>
                            <w:tcW w:w="607" w:type="dxa"/>
                            <w:shd w:val="clear" w:color="D9E1F2" w:fill="D9E1F2"/>
                            <w:noWrap/>
                            <w:vAlign w:val="center"/>
                            <w:hideMark/>
                          </w:tcPr>
                          <w:p w14:paraId="57BE6845" w14:textId="77777777" w:rsidR="007510A0" w:rsidRPr="007510A0" w:rsidRDefault="007510A0" w:rsidP="007510A0">
                            <w:pPr>
                              <w:spacing w:after="0"/>
                              <w:ind w:left="0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SA</w:t>
                            </w:r>
                          </w:p>
                        </w:tc>
                        <w:tc>
                          <w:tcPr>
                            <w:tcW w:w="1162" w:type="dxa"/>
                            <w:shd w:val="clear" w:color="D9E1F2" w:fill="D9E1F2"/>
                            <w:noWrap/>
                            <w:vAlign w:val="center"/>
                            <w:hideMark/>
                          </w:tcPr>
                          <w:p w14:paraId="3EB30B43" w14:textId="77777777" w:rsidR="007510A0" w:rsidRPr="007510A0" w:rsidRDefault="007510A0" w:rsidP="007510A0">
                            <w:pPr>
                              <w:spacing w:after="0"/>
                              <w:ind w:left="0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CS TIGNES</w:t>
                            </w:r>
                          </w:p>
                        </w:tc>
                        <w:tc>
                          <w:tcPr>
                            <w:tcW w:w="652" w:type="dxa"/>
                            <w:shd w:val="clear" w:color="D9E1F2" w:fill="D9E1F2"/>
                            <w:noWrap/>
                            <w:vAlign w:val="center"/>
                            <w:hideMark/>
                          </w:tcPr>
                          <w:p w14:paraId="75C3EE44" w14:textId="77777777" w:rsidR="007510A0" w:rsidRPr="007510A0" w:rsidRDefault="007510A0" w:rsidP="007510A0">
                            <w:pPr>
                              <w:spacing w:after="0"/>
                              <w:ind w:left="0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42.63</w:t>
                            </w:r>
                          </w:p>
                        </w:tc>
                        <w:tc>
                          <w:tcPr>
                            <w:tcW w:w="652" w:type="dxa"/>
                            <w:shd w:val="clear" w:color="D9E1F2" w:fill="D9E1F2"/>
                            <w:noWrap/>
                            <w:vAlign w:val="center"/>
                            <w:hideMark/>
                          </w:tcPr>
                          <w:p w14:paraId="78989A3D" w14:textId="77777777" w:rsidR="007510A0" w:rsidRPr="007510A0" w:rsidRDefault="007510A0" w:rsidP="007510A0">
                            <w:pPr>
                              <w:spacing w:after="0"/>
                              <w:ind w:left="0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45.27</w:t>
                            </w:r>
                          </w:p>
                        </w:tc>
                        <w:tc>
                          <w:tcPr>
                            <w:tcW w:w="730" w:type="dxa"/>
                            <w:shd w:val="clear" w:color="D9E1F2" w:fill="D9E1F2"/>
                            <w:noWrap/>
                            <w:vAlign w:val="center"/>
                            <w:hideMark/>
                          </w:tcPr>
                          <w:p w14:paraId="116219F6" w14:textId="77777777" w:rsidR="007510A0" w:rsidRPr="007510A0" w:rsidRDefault="007510A0" w:rsidP="007510A0">
                            <w:pPr>
                              <w:spacing w:after="0"/>
                              <w:ind w:left="0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proofErr w:type="gramStart"/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1:</w:t>
                            </w:r>
                            <w:proofErr w:type="gramEnd"/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27.90</w:t>
                            </w:r>
                          </w:p>
                        </w:tc>
                        <w:tc>
                          <w:tcPr>
                            <w:tcW w:w="696" w:type="dxa"/>
                            <w:shd w:val="clear" w:color="D9E1F2" w:fill="D9E1F2"/>
                            <w:noWrap/>
                            <w:vAlign w:val="center"/>
                            <w:hideMark/>
                          </w:tcPr>
                          <w:p w14:paraId="7B8AB952" w14:textId="77777777" w:rsidR="007510A0" w:rsidRPr="007510A0" w:rsidRDefault="007510A0" w:rsidP="007510A0">
                            <w:pPr>
                              <w:spacing w:after="0"/>
                              <w:ind w:left="0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 </w:t>
                            </w:r>
                          </w:p>
                        </w:tc>
                      </w:tr>
                      <w:tr w:rsidR="007510A0" w:rsidRPr="007510A0" w14:paraId="1D8039E3" w14:textId="77777777" w:rsidTr="007510A0">
                        <w:trPr>
                          <w:trHeight w:val="20"/>
                        </w:trPr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5CCC731" w14:textId="77777777" w:rsidR="007510A0" w:rsidRPr="007510A0" w:rsidRDefault="007510A0" w:rsidP="007510A0">
                            <w:pPr>
                              <w:spacing w:after="0"/>
                              <w:ind w:left="0" w:right="-427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82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C026D48" w14:textId="77777777" w:rsidR="007510A0" w:rsidRPr="007510A0" w:rsidRDefault="007510A0" w:rsidP="007510A0">
                            <w:pPr>
                              <w:spacing w:after="0"/>
                              <w:ind w:left="0" w:right="-205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657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4272BC3" w14:textId="77777777" w:rsidR="007510A0" w:rsidRPr="007510A0" w:rsidRDefault="007510A0" w:rsidP="007510A0">
                            <w:pPr>
                              <w:spacing w:after="0"/>
                              <w:ind w:left="0" w:right="-44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FFS2665478</w:t>
                            </w:r>
                          </w:p>
                        </w:tc>
                        <w:tc>
                          <w:tcPr>
                            <w:tcW w:w="420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DC6B20E" w14:textId="77777777" w:rsidR="007510A0" w:rsidRPr="007510A0" w:rsidRDefault="007510A0" w:rsidP="007510A0">
                            <w:pPr>
                              <w:spacing w:after="0"/>
                              <w:ind w:left="0" w:right="-365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2006</w:t>
                            </w:r>
                          </w:p>
                        </w:tc>
                        <w:tc>
                          <w:tcPr>
                            <w:tcW w:w="1140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AA9913D" w14:textId="77777777" w:rsidR="007510A0" w:rsidRPr="007510A0" w:rsidRDefault="007510A0" w:rsidP="007510A0">
                            <w:pPr>
                              <w:spacing w:after="0"/>
                              <w:ind w:left="0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DAME MARTEL ENORA</w:t>
                            </w:r>
                          </w:p>
                        </w:tc>
                        <w:tc>
                          <w:tcPr>
                            <w:tcW w:w="607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63595F2" w14:textId="77777777" w:rsidR="007510A0" w:rsidRPr="007510A0" w:rsidRDefault="007510A0" w:rsidP="007510A0">
                            <w:pPr>
                              <w:spacing w:after="0"/>
                              <w:ind w:left="0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SA</w:t>
                            </w:r>
                          </w:p>
                        </w:tc>
                        <w:tc>
                          <w:tcPr>
                            <w:tcW w:w="1162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0C63504" w14:textId="77777777" w:rsidR="007510A0" w:rsidRPr="007510A0" w:rsidRDefault="007510A0" w:rsidP="007510A0">
                            <w:pPr>
                              <w:spacing w:after="0"/>
                              <w:ind w:left="0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CS VAL CENIS</w:t>
                            </w:r>
                          </w:p>
                        </w:tc>
                        <w:tc>
                          <w:tcPr>
                            <w:tcW w:w="652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EEC9498" w14:textId="77777777" w:rsidR="007510A0" w:rsidRPr="007510A0" w:rsidRDefault="007510A0" w:rsidP="007510A0">
                            <w:pPr>
                              <w:spacing w:after="0"/>
                              <w:ind w:left="0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43.92</w:t>
                            </w:r>
                          </w:p>
                        </w:tc>
                        <w:tc>
                          <w:tcPr>
                            <w:tcW w:w="652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50D89A0" w14:textId="77777777" w:rsidR="007510A0" w:rsidRPr="007510A0" w:rsidRDefault="007510A0" w:rsidP="007510A0">
                            <w:pPr>
                              <w:spacing w:after="0"/>
                              <w:ind w:left="0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45.23</w:t>
                            </w:r>
                          </w:p>
                        </w:tc>
                        <w:tc>
                          <w:tcPr>
                            <w:tcW w:w="730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3658315" w14:textId="77777777" w:rsidR="007510A0" w:rsidRPr="007510A0" w:rsidRDefault="007510A0" w:rsidP="007510A0">
                            <w:pPr>
                              <w:spacing w:after="0"/>
                              <w:ind w:left="0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proofErr w:type="gramStart"/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1:</w:t>
                            </w:r>
                            <w:proofErr w:type="gramEnd"/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29.15</w:t>
                            </w:r>
                          </w:p>
                        </w:tc>
                        <w:tc>
                          <w:tcPr>
                            <w:tcW w:w="696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862B32B" w14:textId="77777777" w:rsidR="007510A0" w:rsidRPr="007510A0" w:rsidRDefault="007510A0" w:rsidP="007510A0">
                            <w:pPr>
                              <w:spacing w:after="0"/>
                              <w:ind w:left="0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 </w:t>
                            </w:r>
                          </w:p>
                        </w:tc>
                      </w:tr>
                      <w:tr w:rsidR="007510A0" w:rsidRPr="007510A0" w14:paraId="212F11BB" w14:textId="77777777" w:rsidTr="007510A0">
                        <w:trPr>
                          <w:trHeight w:val="20"/>
                        </w:trPr>
                        <w:tc>
                          <w:tcPr>
                            <w:tcW w:w="340" w:type="dxa"/>
                            <w:shd w:val="clear" w:color="D9E1F2" w:fill="D9E1F2"/>
                            <w:noWrap/>
                            <w:vAlign w:val="center"/>
                            <w:hideMark/>
                          </w:tcPr>
                          <w:p w14:paraId="5B3974F5" w14:textId="77777777" w:rsidR="007510A0" w:rsidRPr="007510A0" w:rsidRDefault="007510A0" w:rsidP="007510A0">
                            <w:pPr>
                              <w:spacing w:after="0"/>
                              <w:ind w:left="0" w:right="-427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82" w:type="dxa"/>
                            <w:shd w:val="clear" w:color="D9E1F2" w:fill="D9E1F2"/>
                            <w:noWrap/>
                            <w:vAlign w:val="center"/>
                            <w:hideMark/>
                          </w:tcPr>
                          <w:p w14:paraId="4648BD62" w14:textId="77777777" w:rsidR="007510A0" w:rsidRPr="007510A0" w:rsidRDefault="007510A0" w:rsidP="007510A0">
                            <w:pPr>
                              <w:spacing w:after="0"/>
                              <w:ind w:left="0" w:right="-205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46</w:t>
                            </w:r>
                          </w:p>
                        </w:tc>
                        <w:tc>
                          <w:tcPr>
                            <w:tcW w:w="657" w:type="dxa"/>
                            <w:shd w:val="clear" w:color="D9E1F2" w:fill="D9E1F2"/>
                            <w:noWrap/>
                            <w:vAlign w:val="center"/>
                            <w:hideMark/>
                          </w:tcPr>
                          <w:p w14:paraId="6F964565" w14:textId="77777777" w:rsidR="007510A0" w:rsidRPr="007510A0" w:rsidRDefault="007510A0" w:rsidP="007510A0">
                            <w:pPr>
                              <w:spacing w:after="0"/>
                              <w:ind w:left="0" w:right="-44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FFS2666975</w:t>
                            </w:r>
                          </w:p>
                        </w:tc>
                        <w:tc>
                          <w:tcPr>
                            <w:tcW w:w="420" w:type="dxa"/>
                            <w:shd w:val="clear" w:color="D9E1F2" w:fill="D9E1F2"/>
                            <w:noWrap/>
                            <w:vAlign w:val="center"/>
                            <w:hideMark/>
                          </w:tcPr>
                          <w:p w14:paraId="72F12A00" w14:textId="77777777" w:rsidR="007510A0" w:rsidRPr="007510A0" w:rsidRDefault="007510A0" w:rsidP="007510A0">
                            <w:pPr>
                              <w:spacing w:after="0"/>
                              <w:ind w:left="0" w:right="-365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2006</w:t>
                            </w:r>
                          </w:p>
                        </w:tc>
                        <w:tc>
                          <w:tcPr>
                            <w:tcW w:w="1140" w:type="dxa"/>
                            <w:shd w:val="clear" w:color="D9E1F2" w:fill="D9E1F2"/>
                            <w:noWrap/>
                            <w:vAlign w:val="center"/>
                            <w:hideMark/>
                          </w:tcPr>
                          <w:p w14:paraId="28E53B03" w14:textId="77777777" w:rsidR="007510A0" w:rsidRPr="007510A0" w:rsidRDefault="007510A0" w:rsidP="007510A0">
                            <w:pPr>
                              <w:spacing w:after="0"/>
                              <w:ind w:left="0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BAZILE LYDIE</w:t>
                            </w:r>
                          </w:p>
                        </w:tc>
                        <w:tc>
                          <w:tcPr>
                            <w:tcW w:w="607" w:type="dxa"/>
                            <w:shd w:val="clear" w:color="D9E1F2" w:fill="D9E1F2"/>
                            <w:noWrap/>
                            <w:vAlign w:val="center"/>
                            <w:hideMark/>
                          </w:tcPr>
                          <w:p w14:paraId="7D15A30D" w14:textId="77777777" w:rsidR="007510A0" w:rsidRPr="007510A0" w:rsidRDefault="007510A0" w:rsidP="007510A0">
                            <w:pPr>
                              <w:spacing w:after="0"/>
                              <w:ind w:left="0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SA</w:t>
                            </w:r>
                          </w:p>
                        </w:tc>
                        <w:tc>
                          <w:tcPr>
                            <w:tcW w:w="1162" w:type="dxa"/>
                            <w:shd w:val="clear" w:color="D9E1F2" w:fill="D9E1F2"/>
                            <w:noWrap/>
                            <w:vAlign w:val="center"/>
                            <w:hideMark/>
                          </w:tcPr>
                          <w:p w14:paraId="421D1612" w14:textId="77777777" w:rsidR="007510A0" w:rsidRPr="007510A0" w:rsidRDefault="007510A0" w:rsidP="007510A0">
                            <w:pPr>
                              <w:spacing w:after="0"/>
                              <w:ind w:left="0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VAL D'ISERE</w:t>
                            </w:r>
                          </w:p>
                        </w:tc>
                        <w:tc>
                          <w:tcPr>
                            <w:tcW w:w="652" w:type="dxa"/>
                            <w:shd w:val="clear" w:color="D9E1F2" w:fill="D9E1F2"/>
                            <w:noWrap/>
                            <w:vAlign w:val="center"/>
                            <w:hideMark/>
                          </w:tcPr>
                          <w:p w14:paraId="70E47D30" w14:textId="77777777" w:rsidR="007510A0" w:rsidRPr="007510A0" w:rsidRDefault="007510A0" w:rsidP="007510A0">
                            <w:pPr>
                              <w:spacing w:after="0"/>
                              <w:ind w:left="0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44.05</w:t>
                            </w:r>
                          </w:p>
                        </w:tc>
                        <w:tc>
                          <w:tcPr>
                            <w:tcW w:w="652" w:type="dxa"/>
                            <w:shd w:val="clear" w:color="D9E1F2" w:fill="D9E1F2"/>
                            <w:noWrap/>
                            <w:vAlign w:val="center"/>
                            <w:hideMark/>
                          </w:tcPr>
                          <w:p w14:paraId="08A393AD" w14:textId="77777777" w:rsidR="007510A0" w:rsidRPr="007510A0" w:rsidRDefault="007510A0" w:rsidP="007510A0">
                            <w:pPr>
                              <w:spacing w:after="0"/>
                              <w:ind w:left="0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47.14</w:t>
                            </w:r>
                          </w:p>
                        </w:tc>
                        <w:tc>
                          <w:tcPr>
                            <w:tcW w:w="730" w:type="dxa"/>
                            <w:shd w:val="clear" w:color="D9E1F2" w:fill="D9E1F2"/>
                            <w:noWrap/>
                            <w:vAlign w:val="center"/>
                            <w:hideMark/>
                          </w:tcPr>
                          <w:p w14:paraId="0665036E" w14:textId="77777777" w:rsidR="007510A0" w:rsidRPr="007510A0" w:rsidRDefault="007510A0" w:rsidP="007510A0">
                            <w:pPr>
                              <w:spacing w:after="0"/>
                              <w:ind w:left="0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proofErr w:type="gramStart"/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1:</w:t>
                            </w:r>
                            <w:proofErr w:type="gramEnd"/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31.19</w:t>
                            </w:r>
                          </w:p>
                        </w:tc>
                        <w:tc>
                          <w:tcPr>
                            <w:tcW w:w="696" w:type="dxa"/>
                            <w:shd w:val="clear" w:color="D9E1F2" w:fill="D9E1F2"/>
                            <w:noWrap/>
                            <w:vAlign w:val="center"/>
                            <w:hideMark/>
                          </w:tcPr>
                          <w:p w14:paraId="6C41538C" w14:textId="77777777" w:rsidR="007510A0" w:rsidRPr="007510A0" w:rsidRDefault="007510A0" w:rsidP="007510A0">
                            <w:pPr>
                              <w:spacing w:after="0"/>
                              <w:ind w:left="0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 </w:t>
                            </w:r>
                          </w:p>
                        </w:tc>
                      </w:tr>
                      <w:tr w:rsidR="007510A0" w:rsidRPr="007510A0" w14:paraId="68B53BF4" w14:textId="77777777" w:rsidTr="007510A0">
                        <w:trPr>
                          <w:trHeight w:val="20"/>
                        </w:trPr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5C7EDC1" w14:textId="77777777" w:rsidR="007510A0" w:rsidRPr="007510A0" w:rsidRDefault="007510A0" w:rsidP="007510A0">
                            <w:pPr>
                              <w:spacing w:after="0"/>
                              <w:ind w:left="0" w:right="-427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82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1F8CF26" w14:textId="77777777" w:rsidR="007510A0" w:rsidRPr="007510A0" w:rsidRDefault="007510A0" w:rsidP="007510A0">
                            <w:pPr>
                              <w:spacing w:after="0"/>
                              <w:ind w:left="0" w:right="-205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41</w:t>
                            </w:r>
                          </w:p>
                        </w:tc>
                        <w:tc>
                          <w:tcPr>
                            <w:tcW w:w="657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12F839A" w14:textId="77777777" w:rsidR="007510A0" w:rsidRPr="007510A0" w:rsidRDefault="007510A0" w:rsidP="007510A0">
                            <w:pPr>
                              <w:spacing w:after="0"/>
                              <w:ind w:left="0" w:right="-44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FFS2679350</w:t>
                            </w:r>
                          </w:p>
                        </w:tc>
                        <w:tc>
                          <w:tcPr>
                            <w:tcW w:w="420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6D87786" w14:textId="77777777" w:rsidR="007510A0" w:rsidRPr="007510A0" w:rsidRDefault="007510A0" w:rsidP="007510A0">
                            <w:pPr>
                              <w:spacing w:after="0"/>
                              <w:ind w:left="0" w:right="-365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2006</w:t>
                            </w:r>
                          </w:p>
                        </w:tc>
                        <w:tc>
                          <w:tcPr>
                            <w:tcW w:w="1140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96E3296" w14:textId="77777777" w:rsidR="007510A0" w:rsidRPr="007510A0" w:rsidRDefault="007510A0" w:rsidP="007510A0">
                            <w:pPr>
                              <w:spacing w:after="0"/>
                              <w:ind w:left="0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BOIS CORENTINE</w:t>
                            </w:r>
                          </w:p>
                        </w:tc>
                        <w:tc>
                          <w:tcPr>
                            <w:tcW w:w="607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3977558" w14:textId="77777777" w:rsidR="007510A0" w:rsidRPr="007510A0" w:rsidRDefault="007510A0" w:rsidP="007510A0">
                            <w:pPr>
                              <w:spacing w:after="0"/>
                              <w:ind w:left="0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SA</w:t>
                            </w:r>
                          </w:p>
                        </w:tc>
                        <w:tc>
                          <w:tcPr>
                            <w:tcW w:w="1162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47D6413" w14:textId="77777777" w:rsidR="007510A0" w:rsidRPr="007510A0" w:rsidRDefault="007510A0" w:rsidP="007510A0">
                            <w:pPr>
                              <w:spacing w:after="0"/>
                              <w:ind w:left="0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ST FRANCOIS</w:t>
                            </w:r>
                          </w:p>
                        </w:tc>
                        <w:tc>
                          <w:tcPr>
                            <w:tcW w:w="652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974DBBB" w14:textId="77777777" w:rsidR="007510A0" w:rsidRPr="007510A0" w:rsidRDefault="007510A0" w:rsidP="007510A0">
                            <w:pPr>
                              <w:spacing w:after="0"/>
                              <w:ind w:left="0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43.19</w:t>
                            </w:r>
                          </w:p>
                        </w:tc>
                        <w:tc>
                          <w:tcPr>
                            <w:tcW w:w="652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31E82ED" w14:textId="77777777" w:rsidR="007510A0" w:rsidRPr="007510A0" w:rsidRDefault="007510A0" w:rsidP="007510A0">
                            <w:pPr>
                              <w:spacing w:after="0"/>
                              <w:ind w:left="0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48.01</w:t>
                            </w:r>
                          </w:p>
                        </w:tc>
                        <w:tc>
                          <w:tcPr>
                            <w:tcW w:w="730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491B0CF" w14:textId="77777777" w:rsidR="007510A0" w:rsidRPr="007510A0" w:rsidRDefault="007510A0" w:rsidP="007510A0">
                            <w:pPr>
                              <w:spacing w:after="0"/>
                              <w:ind w:left="0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proofErr w:type="gramStart"/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1:</w:t>
                            </w:r>
                            <w:proofErr w:type="gramEnd"/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31.20</w:t>
                            </w:r>
                          </w:p>
                        </w:tc>
                        <w:tc>
                          <w:tcPr>
                            <w:tcW w:w="696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438F900" w14:textId="77777777" w:rsidR="007510A0" w:rsidRPr="007510A0" w:rsidRDefault="007510A0" w:rsidP="007510A0">
                            <w:pPr>
                              <w:spacing w:after="0"/>
                              <w:ind w:left="0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 </w:t>
                            </w:r>
                          </w:p>
                        </w:tc>
                      </w:tr>
                      <w:tr w:rsidR="007510A0" w:rsidRPr="007510A0" w14:paraId="0614CF1A" w14:textId="77777777" w:rsidTr="007510A0">
                        <w:trPr>
                          <w:trHeight w:val="20"/>
                        </w:trPr>
                        <w:tc>
                          <w:tcPr>
                            <w:tcW w:w="340" w:type="dxa"/>
                            <w:shd w:val="clear" w:color="D9E1F2" w:fill="D9E1F2"/>
                            <w:noWrap/>
                            <w:vAlign w:val="center"/>
                            <w:hideMark/>
                          </w:tcPr>
                          <w:p w14:paraId="0BCA005F" w14:textId="77777777" w:rsidR="007510A0" w:rsidRPr="007510A0" w:rsidRDefault="007510A0" w:rsidP="007510A0">
                            <w:pPr>
                              <w:spacing w:after="0"/>
                              <w:ind w:left="0" w:right="-427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82" w:type="dxa"/>
                            <w:shd w:val="clear" w:color="D9E1F2" w:fill="D9E1F2"/>
                            <w:noWrap/>
                            <w:vAlign w:val="center"/>
                            <w:hideMark/>
                          </w:tcPr>
                          <w:p w14:paraId="5F7CF23C" w14:textId="77777777" w:rsidR="007510A0" w:rsidRPr="007510A0" w:rsidRDefault="007510A0" w:rsidP="007510A0">
                            <w:pPr>
                              <w:spacing w:after="0"/>
                              <w:ind w:left="0" w:right="-205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56</w:t>
                            </w:r>
                          </w:p>
                        </w:tc>
                        <w:tc>
                          <w:tcPr>
                            <w:tcW w:w="657" w:type="dxa"/>
                            <w:shd w:val="clear" w:color="D9E1F2" w:fill="D9E1F2"/>
                            <w:noWrap/>
                            <w:vAlign w:val="center"/>
                            <w:hideMark/>
                          </w:tcPr>
                          <w:p w14:paraId="5765CAB3" w14:textId="77777777" w:rsidR="007510A0" w:rsidRPr="007510A0" w:rsidRDefault="007510A0" w:rsidP="007510A0">
                            <w:pPr>
                              <w:spacing w:after="0"/>
                              <w:ind w:left="0" w:right="-44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FFS2674942</w:t>
                            </w:r>
                          </w:p>
                        </w:tc>
                        <w:tc>
                          <w:tcPr>
                            <w:tcW w:w="420" w:type="dxa"/>
                            <w:shd w:val="clear" w:color="D9E1F2" w:fill="D9E1F2"/>
                            <w:noWrap/>
                            <w:vAlign w:val="center"/>
                            <w:hideMark/>
                          </w:tcPr>
                          <w:p w14:paraId="771E2C3C" w14:textId="77777777" w:rsidR="007510A0" w:rsidRPr="007510A0" w:rsidRDefault="007510A0" w:rsidP="007510A0">
                            <w:pPr>
                              <w:spacing w:after="0"/>
                              <w:ind w:left="0" w:right="-365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2006</w:t>
                            </w:r>
                          </w:p>
                        </w:tc>
                        <w:tc>
                          <w:tcPr>
                            <w:tcW w:w="1140" w:type="dxa"/>
                            <w:shd w:val="clear" w:color="D9E1F2" w:fill="D9E1F2"/>
                            <w:noWrap/>
                            <w:vAlign w:val="center"/>
                            <w:hideMark/>
                          </w:tcPr>
                          <w:p w14:paraId="5B93F9A0" w14:textId="77777777" w:rsidR="007510A0" w:rsidRPr="007510A0" w:rsidRDefault="007510A0" w:rsidP="007510A0">
                            <w:pPr>
                              <w:spacing w:after="0"/>
                              <w:ind w:left="0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CURDY LEONTINE</w:t>
                            </w:r>
                          </w:p>
                        </w:tc>
                        <w:tc>
                          <w:tcPr>
                            <w:tcW w:w="607" w:type="dxa"/>
                            <w:shd w:val="clear" w:color="D9E1F2" w:fill="D9E1F2"/>
                            <w:noWrap/>
                            <w:vAlign w:val="center"/>
                            <w:hideMark/>
                          </w:tcPr>
                          <w:p w14:paraId="56DC4478" w14:textId="77777777" w:rsidR="007510A0" w:rsidRPr="007510A0" w:rsidRDefault="007510A0" w:rsidP="007510A0">
                            <w:pPr>
                              <w:spacing w:after="0"/>
                              <w:ind w:left="0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SA</w:t>
                            </w:r>
                          </w:p>
                        </w:tc>
                        <w:tc>
                          <w:tcPr>
                            <w:tcW w:w="1162" w:type="dxa"/>
                            <w:shd w:val="clear" w:color="D9E1F2" w:fill="D9E1F2"/>
                            <w:noWrap/>
                            <w:vAlign w:val="center"/>
                            <w:hideMark/>
                          </w:tcPr>
                          <w:p w14:paraId="5B3B8529" w14:textId="77777777" w:rsidR="007510A0" w:rsidRPr="007510A0" w:rsidRDefault="007510A0" w:rsidP="007510A0">
                            <w:pPr>
                              <w:spacing w:after="0"/>
                              <w:ind w:left="0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CS LA PLAGNE</w:t>
                            </w:r>
                          </w:p>
                        </w:tc>
                        <w:tc>
                          <w:tcPr>
                            <w:tcW w:w="652" w:type="dxa"/>
                            <w:shd w:val="clear" w:color="D9E1F2" w:fill="D9E1F2"/>
                            <w:noWrap/>
                            <w:vAlign w:val="center"/>
                            <w:hideMark/>
                          </w:tcPr>
                          <w:p w14:paraId="1570605F" w14:textId="77777777" w:rsidR="007510A0" w:rsidRPr="007510A0" w:rsidRDefault="007510A0" w:rsidP="007510A0">
                            <w:pPr>
                              <w:spacing w:after="0"/>
                              <w:ind w:left="0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47.00</w:t>
                            </w:r>
                          </w:p>
                        </w:tc>
                        <w:tc>
                          <w:tcPr>
                            <w:tcW w:w="652" w:type="dxa"/>
                            <w:shd w:val="clear" w:color="D9E1F2" w:fill="D9E1F2"/>
                            <w:noWrap/>
                            <w:vAlign w:val="center"/>
                            <w:hideMark/>
                          </w:tcPr>
                          <w:p w14:paraId="132DD443" w14:textId="77777777" w:rsidR="007510A0" w:rsidRPr="007510A0" w:rsidRDefault="007510A0" w:rsidP="007510A0">
                            <w:pPr>
                              <w:spacing w:after="0"/>
                              <w:ind w:left="0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44.54</w:t>
                            </w:r>
                          </w:p>
                        </w:tc>
                        <w:tc>
                          <w:tcPr>
                            <w:tcW w:w="730" w:type="dxa"/>
                            <w:shd w:val="clear" w:color="D9E1F2" w:fill="D9E1F2"/>
                            <w:noWrap/>
                            <w:vAlign w:val="center"/>
                            <w:hideMark/>
                          </w:tcPr>
                          <w:p w14:paraId="6034C735" w14:textId="77777777" w:rsidR="007510A0" w:rsidRPr="007510A0" w:rsidRDefault="007510A0" w:rsidP="007510A0">
                            <w:pPr>
                              <w:spacing w:after="0"/>
                              <w:ind w:left="0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proofErr w:type="gramStart"/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1:</w:t>
                            </w:r>
                            <w:proofErr w:type="gramEnd"/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31.54</w:t>
                            </w:r>
                          </w:p>
                        </w:tc>
                        <w:tc>
                          <w:tcPr>
                            <w:tcW w:w="696" w:type="dxa"/>
                            <w:shd w:val="clear" w:color="D9E1F2" w:fill="D9E1F2"/>
                            <w:noWrap/>
                            <w:vAlign w:val="center"/>
                            <w:hideMark/>
                          </w:tcPr>
                          <w:p w14:paraId="63CB3749" w14:textId="77777777" w:rsidR="007510A0" w:rsidRPr="007510A0" w:rsidRDefault="007510A0" w:rsidP="007510A0">
                            <w:pPr>
                              <w:spacing w:after="0"/>
                              <w:ind w:left="0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 </w:t>
                            </w:r>
                          </w:p>
                        </w:tc>
                      </w:tr>
                      <w:tr w:rsidR="007510A0" w:rsidRPr="007510A0" w14:paraId="39A50DE1" w14:textId="77777777" w:rsidTr="007510A0">
                        <w:trPr>
                          <w:trHeight w:val="20"/>
                        </w:trPr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759DB47" w14:textId="77777777" w:rsidR="007510A0" w:rsidRPr="007510A0" w:rsidRDefault="007510A0" w:rsidP="007510A0">
                            <w:pPr>
                              <w:spacing w:after="0"/>
                              <w:ind w:left="0" w:right="-427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82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D3E33E4" w14:textId="77777777" w:rsidR="007510A0" w:rsidRPr="007510A0" w:rsidRDefault="007510A0" w:rsidP="007510A0">
                            <w:pPr>
                              <w:spacing w:after="0"/>
                              <w:ind w:left="0" w:right="-205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39</w:t>
                            </w:r>
                          </w:p>
                        </w:tc>
                        <w:tc>
                          <w:tcPr>
                            <w:tcW w:w="657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659B0C1" w14:textId="77777777" w:rsidR="007510A0" w:rsidRPr="007510A0" w:rsidRDefault="007510A0" w:rsidP="007510A0">
                            <w:pPr>
                              <w:spacing w:after="0"/>
                              <w:ind w:left="0" w:right="-44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FFS2672704</w:t>
                            </w:r>
                          </w:p>
                        </w:tc>
                        <w:tc>
                          <w:tcPr>
                            <w:tcW w:w="420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9DED0ED" w14:textId="77777777" w:rsidR="007510A0" w:rsidRPr="007510A0" w:rsidRDefault="007510A0" w:rsidP="007510A0">
                            <w:pPr>
                              <w:spacing w:after="0"/>
                              <w:ind w:left="0" w:right="-365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2007</w:t>
                            </w:r>
                          </w:p>
                        </w:tc>
                        <w:tc>
                          <w:tcPr>
                            <w:tcW w:w="1140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401F4C2" w14:textId="77777777" w:rsidR="007510A0" w:rsidRPr="007510A0" w:rsidRDefault="007510A0" w:rsidP="007510A0">
                            <w:pPr>
                              <w:spacing w:after="0"/>
                              <w:ind w:left="0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ANCENAY LILOU</w:t>
                            </w:r>
                          </w:p>
                        </w:tc>
                        <w:tc>
                          <w:tcPr>
                            <w:tcW w:w="607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A177617" w14:textId="77777777" w:rsidR="007510A0" w:rsidRPr="007510A0" w:rsidRDefault="007510A0" w:rsidP="007510A0">
                            <w:pPr>
                              <w:spacing w:after="0"/>
                              <w:ind w:left="0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SA</w:t>
                            </w:r>
                          </w:p>
                        </w:tc>
                        <w:tc>
                          <w:tcPr>
                            <w:tcW w:w="1162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11A325C" w14:textId="77777777" w:rsidR="007510A0" w:rsidRPr="007510A0" w:rsidRDefault="007510A0" w:rsidP="007510A0">
                            <w:pPr>
                              <w:spacing w:after="0"/>
                              <w:ind w:left="0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ND BELLECOMB</w:t>
                            </w:r>
                          </w:p>
                        </w:tc>
                        <w:tc>
                          <w:tcPr>
                            <w:tcW w:w="652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50AE3BD" w14:textId="77777777" w:rsidR="007510A0" w:rsidRPr="007510A0" w:rsidRDefault="007510A0" w:rsidP="007510A0">
                            <w:pPr>
                              <w:spacing w:after="0"/>
                              <w:ind w:left="0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44.69</w:t>
                            </w:r>
                          </w:p>
                        </w:tc>
                        <w:tc>
                          <w:tcPr>
                            <w:tcW w:w="652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DCFAE37" w14:textId="77777777" w:rsidR="007510A0" w:rsidRPr="007510A0" w:rsidRDefault="007510A0" w:rsidP="007510A0">
                            <w:pPr>
                              <w:spacing w:after="0"/>
                              <w:ind w:left="0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49.23</w:t>
                            </w:r>
                          </w:p>
                        </w:tc>
                        <w:tc>
                          <w:tcPr>
                            <w:tcW w:w="730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35B44D4" w14:textId="77777777" w:rsidR="007510A0" w:rsidRPr="007510A0" w:rsidRDefault="007510A0" w:rsidP="007510A0">
                            <w:pPr>
                              <w:spacing w:after="0"/>
                              <w:ind w:left="0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proofErr w:type="gramStart"/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1:</w:t>
                            </w:r>
                            <w:proofErr w:type="gramEnd"/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33.92</w:t>
                            </w:r>
                          </w:p>
                        </w:tc>
                        <w:tc>
                          <w:tcPr>
                            <w:tcW w:w="696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F6C527B" w14:textId="77777777" w:rsidR="007510A0" w:rsidRPr="007510A0" w:rsidRDefault="007510A0" w:rsidP="007510A0">
                            <w:pPr>
                              <w:spacing w:after="0"/>
                              <w:ind w:left="0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 </w:t>
                            </w:r>
                          </w:p>
                        </w:tc>
                      </w:tr>
                      <w:tr w:rsidR="007510A0" w:rsidRPr="007510A0" w14:paraId="219666CC" w14:textId="77777777" w:rsidTr="007510A0">
                        <w:trPr>
                          <w:trHeight w:val="20"/>
                        </w:trPr>
                        <w:tc>
                          <w:tcPr>
                            <w:tcW w:w="340" w:type="dxa"/>
                            <w:shd w:val="clear" w:color="D9E1F2" w:fill="D9E1F2"/>
                            <w:noWrap/>
                            <w:vAlign w:val="center"/>
                            <w:hideMark/>
                          </w:tcPr>
                          <w:p w14:paraId="0C123860" w14:textId="77777777" w:rsidR="007510A0" w:rsidRPr="007510A0" w:rsidRDefault="007510A0" w:rsidP="007510A0">
                            <w:pPr>
                              <w:spacing w:after="0"/>
                              <w:ind w:left="0" w:right="-427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82" w:type="dxa"/>
                            <w:shd w:val="clear" w:color="D9E1F2" w:fill="D9E1F2"/>
                            <w:noWrap/>
                            <w:vAlign w:val="center"/>
                            <w:hideMark/>
                          </w:tcPr>
                          <w:p w14:paraId="320960DD" w14:textId="77777777" w:rsidR="007510A0" w:rsidRPr="007510A0" w:rsidRDefault="007510A0" w:rsidP="007510A0">
                            <w:pPr>
                              <w:spacing w:after="0"/>
                              <w:ind w:left="0" w:right="-205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36</w:t>
                            </w:r>
                          </w:p>
                        </w:tc>
                        <w:tc>
                          <w:tcPr>
                            <w:tcW w:w="657" w:type="dxa"/>
                            <w:shd w:val="clear" w:color="D9E1F2" w:fill="D9E1F2"/>
                            <w:noWrap/>
                            <w:vAlign w:val="center"/>
                            <w:hideMark/>
                          </w:tcPr>
                          <w:p w14:paraId="2CD5DBA6" w14:textId="77777777" w:rsidR="007510A0" w:rsidRPr="007510A0" w:rsidRDefault="007510A0" w:rsidP="007510A0">
                            <w:pPr>
                              <w:spacing w:after="0"/>
                              <w:ind w:left="0" w:right="-44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FFS2667083</w:t>
                            </w:r>
                          </w:p>
                        </w:tc>
                        <w:tc>
                          <w:tcPr>
                            <w:tcW w:w="420" w:type="dxa"/>
                            <w:shd w:val="clear" w:color="D9E1F2" w:fill="D9E1F2"/>
                            <w:noWrap/>
                            <w:vAlign w:val="center"/>
                            <w:hideMark/>
                          </w:tcPr>
                          <w:p w14:paraId="23582F38" w14:textId="77777777" w:rsidR="007510A0" w:rsidRPr="007510A0" w:rsidRDefault="007510A0" w:rsidP="007510A0">
                            <w:pPr>
                              <w:spacing w:after="0"/>
                              <w:ind w:left="0" w:right="-365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2006</w:t>
                            </w:r>
                          </w:p>
                        </w:tc>
                        <w:tc>
                          <w:tcPr>
                            <w:tcW w:w="1140" w:type="dxa"/>
                            <w:shd w:val="clear" w:color="D9E1F2" w:fill="D9E1F2"/>
                            <w:noWrap/>
                            <w:vAlign w:val="center"/>
                            <w:hideMark/>
                          </w:tcPr>
                          <w:p w14:paraId="09184EDD" w14:textId="77777777" w:rsidR="007510A0" w:rsidRPr="007510A0" w:rsidRDefault="007510A0" w:rsidP="007510A0">
                            <w:pPr>
                              <w:spacing w:after="0"/>
                              <w:ind w:left="0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MONIER CHLOE</w:t>
                            </w:r>
                          </w:p>
                        </w:tc>
                        <w:tc>
                          <w:tcPr>
                            <w:tcW w:w="607" w:type="dxa"/>
                            <w:shd w:val="clear" w:color="D9E1F2" w:fill="D9E1F2"/>
                            <w:noWrap/>
                            <w:vAlign w:val="center"/>
                            <w:hideMark/>
                          </w:tcPr>
                          <w:p w14:paraId="04962DC2" w14:textId="77777777" w:rsidR="007510A0" w:rsidRPr="007510A0" w:rsidRDefault="007510A0" w:rsidP="007510A0">
                            <w:pPr>
                              <w:spacing w:after="0"/>
                              <w:ind w:left="0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SA</w:t>
                            </w:r>
                          </w:p>
                        </w:tc>
                        <w:tc>
                          <w:tcPr>
                            <w:tcW w:w="1162" w:type="dxa"/>
                            <w:shd w:val="clear" w:color="D9E1F2" w:fill="D9E1F2"/>
                            <w:noWrap/>
                            <w:vAlign w:val="center"/>
                            <w:hideMark/>
                          </w:tcPr>
                          <w:p w14:paraId="10662B2B" w14:textId="77777777" w:rsidR="007510A0" w:rsidRPr="007510A0" w:rsidRDefault="007510A0" w:rsidP="007510A0">
                            <w:pPr>
                              <w:spacing w:after="0"/>
                              <w:ind w:left="0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CO VAL THO</w:t>
                            </w:r>
                          </w:p>
                        </w:tc>
                        <w:tc>
                          <w:tcPr>
                            <w:tcW w:w="652" w:type="dxa"/>
                            <w:shd w:val="clear" w:color="D9E1F2" w:fill="D9E1F2"/>
                            <w:noWrap/>
                            <w:vAlign w:val="center"/>
                            <w:hideMark/>
                          </w:tcPr>
                          <w:p w14:paraId="3A92D33C" w14:textId="77777777" w:rsidR="007510A0" w:rsidRPr="007510A0" w:rsidRDefault="007510A0" w:rsidP="007510A0">
                            <w:pPr>
                              <w:spacing w:after="0"/>
                              <w:ind w:left="0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45.30</w:t>
                            </w:r>
                          </w:p>
                        </w:tc>
                        <w:tc>
                          <w:tcPr>
                            <w:tcW w:w="652" w:type="dxa"/>
                            <w:shd w:val="clear" w:color="D9E1F2" w:fill="D9E1F2"/>
                            <w:noWrap/>
                            <w:vAlign w:val="center"/>
                            <w:hideMark/>
                          </w:tcPr>
                          <w:p w14:paraId="2DBE6AA2" w14:textId="77777777" w:rsidR="007510A0" w:rsidRPr="007510A0" w:rsidRDefault="007510A0" w:rsidP="007510A0">
                            <w:pPr>
                              <w:spacing w:after="0"/>
                              <w:ind w:left="0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48.85</w:t>
                            </w:r>
                          </w:p>
                        </w:tc>
                        <w:tc>
                          <w:tcPr>
                            <w:tcW w:w="730" w:type="dxa"/>
                            <w:shd w:val="clear" w:color="D9E1F2" w:fill="D9E1F2"/>
                            <w:noWrap/>
                            <w:vAlign w:val="center"/>
                            <w:hideMark/>
                          </w:tcPr>
                          <w:p w14:paraId="7D0D876A" w14:textId="77777777" w:rsidR="007510A0" w:rsidRPr="007510A0" w:rsidRDefault="007510A0" w:rsidP="007510A0">
                            <w:pPr>
                              <w:spacing w:after="0"/>
                              <w:ind w:left="0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proofErr w:type="gramStart"/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1:</w:t>
                            </w:r>
                            <w:proofErr w:type="gramEnd"/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34.15</w:t>
                            </w:r>
                          </w:p>
                        </w:tc>
                        <w:tc>
                          <w:tcPr>
                            <w:tcW w:w="696" w:type="dxa"/>
                            <w:shd w:val="clear" w:color="D9E1F2" w:fill="D9E1F2"/>
                            <w:noWrap/>
                            <w:vAlign w:val="center"/>
                            <w:hideMark/>
                          </w:tcPr>
                          <w:p w14:paraId="0B10E10D" w14:textId="77777777" w:rsidR="007510A0" w:rsidRPr="007510A0" w:rsidRDefault="007510A0" w:rsidP="007510A0">
                            <w:pPr>
                              <w:spacing w:after="0"/>
                              <w:ind w:left="0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 </w:t>
                            </w:r>
                          </w:p>
                        </w:tc>
                      </w:tr>
                      <w:tr w:rsidR="007510A0" w:rsidRPr="007510A0" w14:paraId="14F1AF35" w14:textId="77777777" w:rsidTr="007510A0">
                        <w:trPr>
                          <w:trHeight w:val="20"/>
                        </w:trPr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1F266FE" w14:textId="77777777" w:rsidR="007510A0" w:rsidRPr="007510A0" w:rsidRDefault="007510A0" w:rsidP="007510A0">
                            <w:pPr>
                              <w:spacing w:after="0"/>
                              <w:ind w:left="0" w:right="-427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82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B65F1AB" w14:textId="77777777" w:rsidR="007510A0" w:rsidRPr="007510A0" w:rsidRDefault="007510A0" w:rsidP="007510A0">
                            <w:pPr>
                              <w:spacing w:after="0"/>
                              <w:ind w:left="0" w:right="-205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31</w:t>
                            </w:r>
                          </w:p>
                        </w:tc>
                        <w:tc>
                          <w:tcPr>
                            <w:tcW w:w="657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0F50D54" w14:textId="77777777" w:rsidR="007510A0" w:rsidRPr="007510A0" w:rsidRDefault="007510A0" w:rsidP="007510A0">
                            <w:pPr>
                              <w:spacing w:after="0"/>
                              <w:ind w:left="0" w:right="-44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FFS2682900</w:t>
                            </w:r>
                          </w:p>
                        </w:tc>
                        <w:tc>
                          <w:tcPr>
                            <w:tcW w:w="420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40D320D" w14:textId="77777777" w:rsidR="007510A0" w:rsidRPr="007510A0" w:rsidRDefault="007510A0" w:rsidP="007510A0">
                            <w:pPr>
                              <w:spacing w:after="0"/>
                              <w:ind w:left="0" w:right="-365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2007</w:t>
                            </w:r>
                          </w:p>
                        </w:tc>
                        <w:tc>
                          <w:tcPr>
                            <w:tcW w:w="1140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945CABA" w14:textId="77777777" w:rsidR="007510A0" w:rsidRPr="007510A0" w:rsidRDefault="007510A0" w:rsidP="007510A0">
                            <w:pPr>
                              <w:spacing w:after="0"/>
                              <w:ind w:left="0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DI EMANUELE CARLA</w:t>
                            </w:r>
                          </w:p>
                        </w:tc>
                        <w:tc>
                          <w:tcPr>
                            <w:tcW w:w="607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57F2FA3" w14:textId="77777777" w:rsidR="007510A0" w:rsidRPr="007510A0" w:rsidRDefault="007510A0" w:rsidP="007510A0">
                            <w:pPr>
                              <w:spacing w:after="0"/>
                              <w:ind w:left="0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SA</w:t>
                            </w:r>
                          </w:p>
                        </w:tc>
                        <w:tc>
                          <w:tcPr>
                            <w:tcW w:w="1162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B5379E6" w14:textId="77777777" w:rsidR="007510A0" w:rsidRPr="007510A0" w:rsidRDefault="007510A0" w:rsidP="007510A0">
                            <w:pPr>
                              <w:spacing w:after="0"/>
                              <w:ind w:left="0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ST FRANCOIS</w:t>
                            </w:r>
                          </w:p>
                        </w:tc>
                        <w:tc>
                          <w:tcPr>
                            <w:tcW w:w="652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C7845CC" w14:textId="77777777" w:rsidR="007510A0" w:rsidRPr="007510A0" w:rsidRDefault="007510A0" w:rsidP="007510A0">
                            <w:pPr>
                              <w:spacing w:after="0"/>
                              <w:ind w:left="0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45.40</w:t>
                            </w:r>
                          </w:p>
                        </w:tc>
                        <w:tc>
                          <w:tcPr>
                            <w:tcW w:w="652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D1A6366" w14:textId="77777777" w:rsidR="007510A0" w:rsidRPr="007510A0" w:rsidRDefault="007510A0" w:rsidP="007510A0">
                            <w:pPr>
                              <w:spacing w:after="0"/>
                              <w:ind w:left="0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49.13</w:t>
                            </w:r>
                          </w:p>
                        </w:tc>
                        <w:tc>
                          <w:tcPr>
                            <w:tcW w:w="730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864140D" w14:textId="77777777" w:rsidR="007510A0" w:rsidRPr="007510A0" w:rsidRDefault="007510A0" w:rsidP="007510A0">
                            <w:pPr>
                              <w:spacing w:after="0"/>
                              <w:ind w:left="0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proofErr w:type="gramStart"/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1:</w:t>
                            </w:r>
                            <w:proofErr w:type="gramEnd"/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34.53</w:t>
                            </w:r>
                          </w:p>
                        </w:tc>
                        <w:tc>
                          <w:tcPr>
                            <w:tcW w:w="696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26201F3" w14:textId="77777777" w:rsidR="007510A0" w:rsidRPr="007510A0" w:rsidRDefault="007510A0" w:rsidP="007510A0">
                            <w:pPr>
                              <w:spacing w:after="0"/>
                              <w:ind w:left="0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 </w:t>
                            </w:r>
                          </w:p>
                        </w:tc>
                      </w:tr>
                      <w:tr w:rsidR="007510A0" w:rsidRPr="007510A0" w14:paraId="70AD99D0" w14:textId="77777777" w:rsidTr="007510A0">
                        <w:trPr>
                          <w:trHeight w:val="20"/>
                        </w:trPr>
                        <w:tc>
                          <w:tcPr>
                            <w:tcW w:w="340" w:type="dxa"/>
                            <w:shd w:val="clear" w:color="D9E1F2" w:fill="D9E1F2"/>
                            <w:noWrap/>
                            <w:vAlign w:val="center"/>
                            <w:hideMark/>
                          </w:tcPr>
                          <w:p w14:paraId="16DB3543" w14:textId="77777777" w:rsidR="007510A0" w:rsidRPr="007510A0" w:rsidRDefault="007510A0" w:rsidP="007510A0">
                            <w:pPr>
                              <w:spacing w:after="0"/>
                              <w:ind w:left="0" w:right="-427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82" w:type="dxa"/>
                            <w:shd w:val="clear" w:color="D9E1F2" w:fill="D9E1F2"/>
                            <w:noWrap/>
                            <w:vAlign w:val="center"/>
                            <w:hideMark/>
                          </w:tcPr>
                          <w:p w14:paraId="7296F6DF" w14:textId="77777777" w:rsidR="007510A0" w:rsidRPr="007510A0" w:rsidRDefault="007510A0" w:rsidP="007510A0">
                            <w:pPr>
                              <w:spacing w:after="0"/>
                              <w:ind w:left="0" w:right="-205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657" w:type="dxa"/>
                            <w:shd w:val="clear" w:color="D9E1F2" w:fill="D9E1F2"/>
                            <w:noWrap/>
                            <w:vAlign w:val="center"/>
                            <w:hideMark/>
                          </w:tcPr>
                          <w:p w14:paraId="2489B74F" w14:textId="77777777" w:rsidR="007510A0" w:rsidRPr="007510A0" w:rsidRDefault="007510A0" w:rsidP="007510A0">
                            <w:pPr>
                              <w:spacing w:after="0"/>
                              <w:ind w:left="0" w:right="-44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FFS2697066</w:t>
                            </w:r>
                          </w:p>
                        </w:tc>
                        <w:tc>
                          <w:tcPr>
                            <w:tcW w:w="420" w:type="dxa"/>
                            <w:shd w:val="clear" w:color="D9E1F2" w:fill="D9E1F2"/>
                            <w:noWrap/>
                            <w:vAlign w:val="center"/>
                            <w:hideMark/>
                          </w:tcPr>
                          <w:p w14:paraId="524A138F" w14:textId="77777777" w:rsidR="007510A0" w:rsidRPr="007510A0" w:rsidRDefault="007510A0" w:rsidP="007510A0">
                            <w:pPr>
                              <w:spacing w:after="0"/>
                              <w:ind w:left="0" w:right="-365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2006</w:t>
                            </w:r>
                          </w:p>
                        </w:tc>
                        <w:tc>
                          <w:tcPr>
                            <w:tcW w:w="1140" w:type="dxa"/>
                            <w:shd w:val="clear" w:color="D9E1F2" w:fill="D9E1F2"/>
                            <w:noWrap/>
                            <w:vAlign w:val="center"/>
                            <w:hideMark/>
                          </w:tcPr>
                          <w:p w14:paraId="7EDD482F" w14:textId="77777777" w:rsidR="007510A0" w:rsidRPr="007510A0" w:rsidRDefault="007510A0" w:rsidP="007510A0">
                            <w:pPr>
                              <w:spacing w:after="0"/>
                              <w:ind w:left="0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BLYTH MAISIE</w:t>
                            </w:r>
                          </w:p>
                        </w:tc>
                        <w:tc>
                          <w:tcPr>
                            <w:tcW w:w="607" w:type="dxa"/>
                            <w:shd w:val="clear" w:color="D9E1F2" w:fill="D9E1F2"/>
                            <w:noWrap/>
                            <w:vAlign w:val="center"/>
                            <w:hideMark/>
                          </w:tcPr>
                          <w:p w14:paraId="0A274138" w14:textId="77777777" w:rsidR="007510A0" w:rsidRPr="007510A0" w:rsidRDefault="007510A0" w:rsidP="007510A0">
                            <w:pPr>
                              <w:spacing w:after="0"/>
                              <w:ind w:left="0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SA</w:t>
                            </w:r>
                          </w:p>
                        </w:tc>
                        <w:tc>
                          <w:tcPr>
                            <w:tcW w:w="1162" w:type="dxa"/>
                            <w:shd w:val="clear" w:color="D9E1F2" w:fill="D9E1F2"/>
                            <w:noWrap/>
                            <w:vAlign w:val="center"/>
                            <w:hideMark/>
                          </w:tcPr>
                          <w:p w14:paraId="1EFDA47D" w14:textId="77777777" w:rsidR="007510A0" w:rsidRPr="007510A0" w:rsidRDefault="007510A0" w:rsidP="007510A0">
                            <w:pPr>
                              <w:spacing w:after="0"/>
                              <w:ind w:left="0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CS TIGNES</w:t>
                            </w:r>
                          </w:p>
                        </w:tc>
                        <w:tc>
                          <w:tcPr>
                            <w:tcW w:w="652" w:type="dxa"/>
                            <w:shd w:val="clear" w:color="D9E1F2" w:fill="D9E1F2"/>
                            <w:noWrap/>
                            <w:vAlign w:val="center"/>
                            <w:hideMark/>
                          </w:tcPr>
                          <w:p w14:paraId="039C0A28" w14:textId="77777777" w:rsidR="007510A0" w:rsidRPr="007510A0" w:rsidRDefault="007510A0" w:rsidP="007510A0">
                            <w:pPr>
                              <w:spacing w:after="0"/>
                              <w:ind w:left="0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47.06</w:t>
                            </w:r>
                          </w:p>
                        </w:tc>
                        <w:tc>
                          <w:tcPr>
                            <w:tcW w:w="652" w:type="dxa"/>
                            <w:shd w:val="clear" w:color="D9E1F2" w:fill="D9E1F2"/>
                            <w:noWrap/>
                            <w:vAlign w:val="center"/>
                            <w:hideMark/>
                          </w:tcPr>
                          <w:p w14:paraId="143E6398" w14:textId="77777777" w:rsidR="007510A0" w:rsidRPr="007510A0" w:rsidRDefault="007510A0" w:rsidP="007510A0">
                            <w:pPr>
                              <w:spacing w:after="0"/>
                              <w:ind w:left="0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47.59</w:t>
                            </w:r>
                          </w:p>
                        </w:tc>
                        <w:tc>
                          <w:tcPr>
                            <w:tcW w:w="730" w:type="dxa"/>
                            <w:shd w:val="clear" w:color="D9E1F2" w:fill="D9E1F2"/>
                            <w:noWrap/>
                            <w:vAlign w:val="center"/>
                            <w:hideMark/>
                          </w:tcPr>
                          <w:p w14:paraId="387F8780" w14:textId="77777777" w:rsidR="007510A0" w:rsidRPr="007510A0" w:rsidRDefault="007510A0" w:rsidP="007510A0">
                            <w:pPr>
                              <w:spacing w:after="0"/>
                              <w:ind w:left="0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proofErr w:type="gramStart"/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1:</w:t>
                            </w:r>
                            <w:proofErr w:type="gramEnd"/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34.65</w:t>
                            </w:r>
                          </w:p>
                        </w:tc>
                        <w:tc>
                          <w:tcPr>
                            <w:tcW w:w="696" w:type="dxa"/>
                            <w:shd w:val="clear" w:color="D9E1F2" w:fill="D9E1F2"/>
                            <w:noWrap/>
                            <w:vAlign w:val="center"/>
                            <w:hideMark/>
                          </w:tcPr>
                          <w:p w14:paraId="0F7E05B5" w14:textId="77777777" w:rsidR="007510A0" w:rsidRPr="007510A0" w:rsidRDefault="007510A0" w:rsidP="007510A0">
                            <w:pPr>
                              <w:spacing w:after="0"/>
                              <w:ind w:left="0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 </w:t>
                            </w:r>
                          </w:p>
                        </w:tc>
                      </w:tr>
                      <w:tr w:rsidR="007510A0" w:rsidRPr="007510A0" w14:paraId="622D1544" w14:textId="77777777" w:rsidTr="007510A0">
                        <w:trPr>
                          <w:trHeight w:val="20"/>
                        </w:trPr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EF2AF15" w14:textId="77777777" w:rsidR="007510A0" w:rsidRPr="007510A0" w:rsidRDefault="007510A0" w:rsidP="007510A0">
                            <w:pPr>
                              <w:spacing w:after="0"/>
                              <w:ind w:left="0" w:right="-427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82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F338F78" w14:textId="77777777" w:rsidR="007510A0" w:rsidRPr="007510A0" w:rsidRDefault="007510A0" w:rsidP="007510A0">
                            <w:pPr>
                              <w:spacing w:after="0"/>
                              <w:ind w:left="0" w:right="-205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657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813DC71" w14:textId="77777777" w:rsidR="007510A0" w:rsidRPr="007510A0" w:rsidRDefault="007510A0" w:rsidP="007510A0">
                            <w:pPr>
                              <w:spacing w:after="0"/>
                              <w:ind w:left="0" w:right="-44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FFS2685182</w:t>
                            </w:r>
                          </w:p>
                        </w:tc>
                        <w:tc>
                          <w:tcPr>
                            <w:tcW w:w="420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CFC9976" w14:textId="77777777" w:rsidR="007510A0" w:rsidRPr="007510A0" w:rsidRDefault="007510A0" w:rsidP="007510A0">
                            <w:pPr>
                              <w:spacing w:after="0"/>
                              <w:ind w:left="0" w:right="-365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2007</w:t>
                            </w:r>
                          </w:p>
                        </w:tc>
                        <w:tc>
                          <w:tcPr>
                            <w:tcW w:w="1140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1984FD6" w14:textId="77777777" w:rsidR="007510A0" w:rsidRPr="007510A0" w:rsidRDefault="007510A0" w:rsidP="007510A0">
                            <w:pPr>
                              <w:spacing w:after="0"/>
                              <w:ind w:left="0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RIDGWAY INDIA</w:t>
                            </w:r>
                          </w:p>
                        </w:tc>
                        <w:tc>
                          <w:tcPr>
                            <w:tcW w:w="607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B3B83E8" w14:textId="77777777" w:rsidR="007510A0" w:rsidRPr="007510A0" w:rsidRDefault="007510A0" w:rsidP="007510A0">
                            <w:pPr>
                              <w:spacing w:after="0"/>
                              <w:ind w:left="0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SA</w:t>
                            </w:r>
                          </w:p>
                        </w:tc>
                        <w:tc>
                          <w:tcPr>
                            <w:tcW w:w="1162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54039D8" w14:textId="77777777" w:rsidR="007510A0" w:rsidRPr="007510A0" w:rsidRDefault="007510A0" w:rsidP="007510A0">
                            <w:pPr>
                              <w:spacing w:after="0"/>
                              <w:ind w:left="0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VAL D'ISERE</w:t>
                            </w:r>
                          </w:p>
                        </w:tc>
                        <w:tc>
                          <w:tcPr>
                            <w:tcW w:w="652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BF7DB40" w14:textId="77777777" w:rsidR="007510A0" w:rsidRPr="007510A0" w:rsidRDefault="007510A0" w:rsidP="007510A0">
                            <w:pPr>
                              <w:spacing w:after="0"/>
                              <w:ind w:left="0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46.89</w:t>
                            </w:r>
                          </w:p>
                        </w:tc>
                        <w:tc>
                          <w:tcPr>
                            <w:tcW w:w="652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EA30089" w14:textId="77777777" w:rsidR="007510A0" w:rsidRPr="007510A0" w:rsidRDefault="007510A0" w:rsidP="007510A0">
                            <w:pPr>
                              <w:spacing w:after="0"/>
                              <w:ind w:left="0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47.86</w:t>
                            </w:r>
                          </w:p>
                        </w:tc>
                        <w:tc>
                          <w:tcPr>
                            <w:tcW w:w="730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E588340" w14:textId="77777777" w:rsidR="007510A0" w:rsidRPr="007510A0" w:rsidRDefault="007510A0" w:rsidP="007510A0">
                            <w:pPr>
                              <w:spacing w:after="0"/>
                              <w:ind w:left="0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proofErr w:type="gramStart"/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1:</w:t>
                            </w:r>
                            <w:proofErr w:type="gramEnd"/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34.75</w:t>
                            </w:r>
                          </w:p>
                        </w:tc>
                        <w:tc>
                          <w:tcPr>
                            <w:tcW w:w="696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4B01547" w14:textId="77777777" w:rsidR="007510A0" w:rsidRPr="007510A0" w:rsidRDefault="007510A0" w:rsidP="007510A0">
                            <w:pPr>
                              <w:spacing w:after="0"/>
                              <w:ind w:left="0"/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</w:pPr>
                            <w:r w:rsidRPr="007510A0">
                              <w:rPr>
                                <w:rFonts w:eastAsia="Times New Roman" w:cs="Calibri"/>
                                <w:color w:val="000000"/>
                                <w:sz w:val="10"/>
                                <w:szCs w:val="10"/>
                                <w:lang w:eastAsia="fr-FR"/>
                              </w:rPr>
                              <w:t> </w:t>
                            </w:r>
                          </w:p>
                        </w:tc>
                      </w:tr>
                    </w:tbl>
                    <w:p w14:paraId="1AEFB773" w14:textId="77777777" w:rsidR="00E60FC3" w:rsidRDefault="00E60FC3" w:rsidP="0005049D">
                      <w:pPr>
                        <w:ind w:left="0"/>
                      </w:pPr>
                    </w:p>
                    <w:p w14:paraId="03483F7B" w14:textId="462CAE04" w:rsidR="00AD151E" w:rsidRDefault="00E60FC3" w:rsidP="0005049D">
                      <w:pPr>
                        <w:ind w:left="0"/>
                      </w:pPr>
                      <w:r>
                        <w:t>Le nombre de points total d'un coureur lors d'une compétition, appelé</w:t>
                      </w:r>
                      <w:r w:rsidR="00921210">
                        <w:t xml:space="preserve"> </w:t>
                      </w:r>
                      <w:r>
                        <w:t>"performance" est égal à la somme de ses points course et de la pénalité de la course (calculée à partir des points des coureurs au départ et à l'arrivée). Pour la course du fichier, la pénalité était de 109.32.</w:t>
                      </w:r>
                    </w:p>
                    <w:p w14:paraId="381D731A" w14:textId="5CD58C0D" w:rsidR="00E60FC3" w:rsidRDefault="00E60FC3" w:rsidP="0005049D">
                      <w:pPr>
                        <w:ind w:left="0"/>
                      </w:pPr>
                      <w:r>
                        <w:t>Ajouter une nouvelle colonne à droite dans le fichier intitulé "Performance" et écrire une formule pour calculer la performance de chaque coureur.</w:t>
                      </w:r>
                    </w:p>
                    <w:p w14:paraId="464BFBFE" w14:textId="77777777" w:rsidR="00E60FC3" w:rsidRDefault="00E60FC3" w:rsidP="0005049D">
                      <w:pPr>
                        <w:ind w:left="0"/>
                      </w:pPr>
                    </w:p>
                    <w:p w14:paraId="23848AF4" w14:textId="78D68A77" w:rsidR="00E60FC3" w:rsidRPr="009D2CA5" w:rsidRDefault="00E60FC3" w:rsidP="0005049D">
                      <w:pPr>
                        <w:ind w:left="0"/>
                        <w:rPr>
                          <w:b/>
                          <w:bCs/>
                        </w:rPr>
                      </w:pPr>
                      <w:r w:rsidRPr="009D2CA5">
                        <w:rPr>
                          <w:b/>
                          <w:bCs/>
                        </w:rPr>
                        <w:t>Partie C : Recherche d'information</w:t>
                      </w:r>
                    </w:p>
                    <w:p w14:paraId="598AFB7A" w14:textId="2DF225E7" w:rsidR="00E60FC3" w:rsidRPr="0005049D" w:rsidRDefault="009D2CA5" w:rsidP="0005049D">
                      <w:pPr>
                        <w:ind w:left="0"/>
                      </w:pPr>
                      <w:r>
                        <w:t>En allant sur le site de la FFS, chercher les résultats de la course du fichier en sachant que son codex est ASAF1301.FFS et vérifier vos réponses avec les vrais résultats.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921210">
        <w:t>SCENARIO</w:t>
      </w:r>
      <w:r>
        <w:fldChar w:fldCharType="begin"/>
      </w:r>
      <w:r>
        <w:instrText xml:space="preserve"> INCLUDEPICTURE "/Users/ulrichpicaud/Library/Group Containers/UBF8T346G9.ms/WebArchiveCopyPasteTempFiles/com.microsoft.Word/logo_ffs_rond.png" \* MERGEFORMATINET </w:instrText>
      </w:r>
      <w:r w:rsidR="00000000">
        <w:fldChar w:fldCharType="separate"/>
      </w:r>
      <w:r>
        <w:fldChar w:fldCharType="end"/>
      </w:r>
    </w:p>
    <w:p w14:paraId="7F14720C" w14:textId="77777777" w:rsidR="009A5425" w:rsidRDefault="009A5425" w:rsidP="009A5425">
      <w:pPr>
        <w:pStyle w:val="Titre2"/>
      </w:pPr>
      <w:r>
        <w:t>CYCLE</w:t>
      </w:r>
    </w:p>
    <w:p w14:paraId="4E6821F5" w14:textId="30AF72D8" w:rsidR="009A5425" w:rsidRDefault="00000000" w:rsidP="004B56B4">
      <w:pPr>
        <w:tabs>
          <w:tab w:val="left" w:pos="2268"/>
          <w:tab w:val="left" w:pos="3402"/>
          <w:tab w:val="left" w:pos="4536"/>
          <w:tab w:val="left" w:pos="5529"/>
        </w:tabs>
        <w:spacing w:before="120" w:after="120"/>
        <w:ind w:left="1134"/>
      </w:pPr>
      <w:sdt>
        <w:sdtPr>
          <w:id w:val="-13891127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86E9E">
            <w:rPr>
              <w:rFonts w:ascii="MS Gothic" w:eastAsia="MS Gothic" w:hAnsi="MS Gothic" w:hint="eastAsia"/>
            </w:rPr>
            <w:t>☐</w:t>
          </w:r>
        </w:sdtContent>
      </w:sdt>
      <w:r w:rsidR="00886E9E">
        <w:t>1</w:t>
      </w:r>
      <w:r w:rsidR="00886E9E">
        <w:tab/>
      </w:r>
      <w:sdt>
        <w:sdtPr>
          <w:id w:val="-7285303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86E9E">
            <w:rPr>
              <w:rFonts w:ascii="MS Gothic" w:eastAsia="MS Gothic" w:hAnsi="MS Gothic" w:hint="eastAsia"/>
            </w:rPr>
            <w:t>☐</w:t>
          </w:r>
        </w:sdtContent>
      </w:sdt>
      <w:r w:rsidR="00886E9E">
        <w:t>2</w:t>
      </w:r>
      <w:r w:rsidR="00886E9E">
        <w:tab/>
      </w:r>
      <w:sdt>
        <w:sdtPr>
          <w:id w:val="11598911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533E9">
            <w:rPr>
              <w:rFonts w:ascii="MS Gothic" w:eastAsia="MS Gothic" w:hAnsi="MS Gothic" w:hint="eastAsia"/>
            </w:rPr>
            <w:t>☐</w:t>
          </w:r>
        </w:sdtContent>
      </w:sdt>
      <w:r w:rsidR="00886E9E">
        <w:t xml:space="preserve">3 </w:t>
      </w:r>
      <w:r w:rsidR="00886E9E">
        <w:tab/>
      </w:r>
      <w:sdt>
        <w:sdtPr>
          <w:id w:val="1014188844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7510A0">
            <w:rPr>
              <w:rFonts w:ascii="MS Gothic" w:eastAsia="MS Gothic" w:hAnsi="MS Gothic" w:hint="eastAsia"/>
            </w:rPr>
            <w:t>☒</w:t>
          </w:r>
        </w:sdtContent>
      </w:sdt>
      <w:r w:rsidR="00886E9E">
        <w:t xml:space="preserve">4 </w:t>
      </w:r>
      <w:r w:rsidR="00886E9E">
        <w:tab/>
      </w:r>
      <w:sdt>
        <w:sdtPr>
          <w:id w:val="-17515692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13F4A">
            <w:rPr>
              <w:rFonts w:ascii="MS Gothic" w:eastAsia="MS Gothic" w:hAnsi="MS Gothic" w:hint="eastAsia"/>
            </w:rPr>
            <w:t>☐</w:t>
          </w:r>
        </w:sdtContent>
      </w:sdt>
      <w:r w:rsidR="00886E9E">
        <w:t xml:space="preserve"> Lycée</w:t>
      </w:r>
    </w:p>
    <w:p w14:paraId="0BEB878D" w14:textId="77777777" w:rsidR="009A5425" w:rsidRDefault="009A5425" w:rsidP="009A5425">
      <w:pPr>
        <w:pStyle w:val="Titre2"/>
      </w:pPr>
      <w:r>
        <w:t>NIVEAU(X) DE CLASSE</w:t>
      </w:r>
    </w:p>
    <w:p w14:paraId="65BBF401" w14:textId="5ED2AC87" w:rsidR="00F21244" w:rsidRPr="00F21244" w:rsidRDefault="00000000" w:rsidP="004B56B4">
      <w:pPr>
        <w:tabs>
          <w:tab w:val="left" w:pos="1985"/>
          <w:tab w:val="left" w:pos="2835"/>
          <w:tab w:val="left" w:pos="3686"/>
          <w:tab w:val="left" w:pos="4536"/>
          <w:tab w:val="left" w:pos="5387"/>
          <w:tab w:val="left" w:pos="6237"/>
        </w:tabs>
        <w:spacing w:before="120"/>
        <w:ind w:left="1134"/>
        <w:rPr>
          <w:sz w:val="2"/>
          <w:szCs w:val="2"/>
        </w:rPr>
      </w:pPr>
      <w:sdt>
        <w:sdtPr>
          <w:id w:val="-18075506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86E9E">
            <w:rPr>
              <w:rFonts w:ascii="MS Gothic" w:eastAsia="MS Gothic" w:hAnsi="MS Gothic" w:hint="eastAsia"/>
            </w:rPr>
            <w:t>☐</w:t>
          </w:r>
        </w:sdtContent>
      </w:sdt>
      <w:r w:rsidR="00886E9E">
        <w:t>6</w:t>
      </w:r>
      <w:r w:rsidR="00886E9E" w:rsidRPr="00886E9E">
        <w:rPr>
          <w:vertAlign w:val="superscript"/>
        </w:rPr>
        <w:t>ème</w:t>
      </w:r>
      <w:r w:rsidR="00886E9E">
        <w:tab/>
      </w:r>
      <w:sdt>
        <w:sdtPr>
          <w:id w:val="-442225553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7510A0">
            <w:rPr>
              <w:rFonts w:ascii="MS Gothic" w:eastAsia="MS Gothic" w:hAnsi="MS Gothic" w:hint="eastAsia"/>
            </w:rPr>
            <w:t>☒</w:t>
          </w:r>
        </w:sdtContent>
      </w:sdt>
      <w:r w:rsidR="00886E9E">
        <w:t>5</w:t>
      </w:r>
      <w:r w:rsidR="00886E9E" w:rsidRPr="00886E9E">
        <w:rPr>
          <w:vertAlign w:val="superscript"/>
        </w:rPr>
        <w:t>ème</w:t>
      </w:r>
      <w:r w:rsidR="00886E9E">
        <w:tab/>
      </w:r>
      <w:sdt>
        <w:sdtPr>
          <w:id w:val="-614290257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7510A0">
            <w:rPr>
              <w:rFonts w:ascii="MS Gothic" w:eastAsia="MS Gothic" w:hAnsi="MS Gothic" w:hint="eastAsia"/>
            </w:rPr>
            <w:t>☒</w:t>
          </w:r>
        </w:sdtContent>
      </w:sdt>
      <w:r w:rsidR="00886E9E">
        <w:t>4</w:t>
      </w:r>
      <w:r w:rsidR="00886E9E" w:rsidRPr="00886E9E">
        <w:rPr>
          <w:vertAlign w:val="superscript"/>
        </w:rPr>
        <w:t>ème</w:t>
      </w:r>
      <w:r w:rsidR="00886E9E">
        <w:t xml:space="preserve"> </w:t>
      </w:r>
      <w:r w:rsidR="00886E9E">
        <w:tab/>
      </w:r>
      <w:sdt>
        <w:sdtPr>
          <w:id w:val="165597560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7510A0">
            <w:rPr>
              <w:rFonts w:ascii="MS Gothic" w:eastAsia="MS Gothic" w:hAnsi="MS Gothic" w:hint="eastAsia"/>
            </w:rPr>
            <w:t>☒</w:t>
          </w:r>
        </w:sdtContent>
      </w:sdt>
      <w:r w:rsidR="00886E9E">
        <w:t>3</w:t>
      </w:r>
      <w:r w:rsidR="00886E9E" w:rsidRPr="00886E9E">
        <w:rPr>
          <w:vertAlign w:val="superscript"/>
        </w:rPr>
        <w:t>ème</w:t>
      </w:r>
      <w:r w:rsidR="00886E9E">
        <w:t xml:space="preserve"> </w:t>
      </w:r>
      <w:r w:rsidR="00886E9E">
        <w:tab/>
      </w:r>
      <w:sdt>
        <w:sdtPr>
          <w:id w:val="10089475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86E9E">
            <w:rPr>
              <w:rFonts w:ascii="MS Gothic" w:eastAsia="MS Gothic" w:hAnsi="MS Gothic" w:hint="eastAsia"/>
            </w:rPr>
            <w:t>☐</w:t>
          </w:r>
        </w:sdtContent>
      </w:sdt>
      <w:r w:rsidR="00886E9E">
        <w:t>2</w:t>
      </w:r>
      <w:r w:rsidR="00886E9E" w:rsidRPr="00886E9E">
        <w:rPr>
          <w:vertAlign w:val="superscript"/>
        </w:rPr>
        <w:t>e</w:t>
      </w:r>
      <w:r w:rsidR="00886E9E">
        <w:t xml:space="preserve"> </w:t>
      </w:r>
      <w:r w:rsidR="00886E9E">
        <w:tab/>
      </w:r>
      <w:sdt>
        <w:sdtPr>
          <w:id w:val="-9643477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86E9E">
            <w:rPr>
              <w:rFonts w:ascii="MS Gothic" w:eastAsia="MS Gothic" w:hAnsi="MS Gothic" w:hint="eastAsia"/>
            </w:rPr>
            <w:t>☐</w:t>
          </w:r>
        </w:sdtContent>
      </w:sdt>
      <w:r w:rsidR="00886E9E">
        <w:t>1</w:t>
      </w:r>
      <w:r w:rsidR="00886E9E" w:rsidRPr="00886E9E">
        <w:rPr>
          <w:vertAlign w:val="superscript"/>
        </w:rPr>
        <w:t>re</w:t>
      </w:r>
      <w:r w:rsidR="00886E9E">
        <w:t xml:space="preserve"> </w:t>
      </w:r>
      <w:r w:rsidR="00886E9E">
        <w:tab/>
      </w:r>
      <w:sdt>
        <w:sdtPr>
          <w:id w:val="19720896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86E9E">
            <w:rPr>
              <w:rFonts w:ascii="MS Gothic" w:eastAsia="MS Gothic" w:hAnsi="MS Gothic" w:hint="eastAsia"/>
            </w:rPr>
            <w:t>☐</w:t>
          </w:r>
        </w:sdtContent>
      </w:sdt>
      <w:proofErr w:type="spellStart"/>
      <w:r w:rsidR="00886E9E">
        <w:t>Tle</w:t>
      </w:r>
      <w:proofErr w:type="spellEnd"/>
      <w:r w:rsidR="00F21244">
        <w:t xml:space="preserve"> </w:t>
      </w:r>
    </w:p>
    <w:p w14:paraId="768CA4A6" w14:textId="77777777" w:rsidR="00DF32D1" w:rsidRDefault="00DF32D1" w:rsidP="00F21244">
      <w:pPr>
        <w:pStyle w:val="Titre3"/>
      </w:pPr>
      <w:r>
        <w:t>CRCN</w:t>
      </w:r>
    </w:p>
    <w:p w14:paraId="0C956FCA" w14:textId="77777777" w:rsidR="00987CAB" w:rsidRDefault="00987CAB" w:rsidP="00987CAB">
      <w:pPr>
        <w:pStyle w:val="Titre4"/>
      </w:pPr>
      <w:r>
        <w:t>Domaines</w:t>
      </w:r>
    </w:p>
    <w:tbl>
      <w:tblPr>
        <w:tblStyle w:val="Grilledutableau"/>
        <w:tblW w:w="3828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828"/>
      </w:tblGrid>
      <w:tr w:rsidR="000C6214" w14:paraId="61DAF1D5" w14:textId="77777777" w:rsidTr="0097157C">
        <w:tc>
          <w:tcPr>
            <w:tcW w:w="3828" w:type="dxa"/>
            <w:shd w:val="clear" w:color="auto" w:fill="F7CAAC" w:themeFill="accent2" w:themeFillTint="66"/>
          </w:tcPr>
          <w:p w14:paraId="5BEE590B" w14:textId="77777777" w:rsidR="000C6214" w:rsidRPr="004E2947" w:rsidRDefault="000C6214" w:rsidP="0097157C">
            <w:pPr>
              <w:pStyle w:val="Domaines"/>
              <w:ind w:left="36" w:firstLine="0"/>
            </w:pPr>
            <w:r w:rsidRPr="004E2947">
              <w:t>1. Informations et donn</w:t>
            </w:r>
            <w:r w:rsidR="004E2947" w:rsidRPr="004E2947">
              <w:t>é</w:t>
            </w:r>
            <w:r w:rsidRPr="004E2947">
              <w:t>es</w:t>
            </w:r>
          </w:p>
        </w:tc>
      </w:tr>
    </w:tbl>
    <w:p w14:paraId="054F6D28" w14:textId="2558307B" w:rsidR="00987CAB" w:rsidRDefault="004049A5" w:rsidP="00987CAB">
      <w:pPr>
        <w:pStyle w:val="Titre4"/>
      </w:pPr>
      <w:r>
        <w:rPr>
          <w:noProof/>
        </w:rPr>
        <w:pict w14:anchorId="27CB9317">
          <v:shape id="Graphique 14" o:spid="_x0000_i1025" type="#_x0000_t75" alt="Crayon avec un remplissage uni" style="width:18pt;height:18pt;visibility:visible;mso-wrap-style:square;mso-width-percent:0;mso-height-percent:0;mso-width-percent:0;mso-height-percent:0">
            <v:imagedata r:id="rId11" o:title="Crayon avec un remplissage uni"/>
          </v:shape>
        </w:pict>
      </w:r>
      <w:r w:rsidR="00987CAB">
        <w:t>Compétences travaillées</w:t>
      </w:r>
    </w:p>
    <w:tbl>
      <w:tblPr>
        <w:tblStyle w:val="Grilledutableau"/>
        <w:tblW w:w="3686" w:type="dxa"/>
        <w:tblBorders>
          <w:top w:val="single" w:sz="8" w:space="0" w:color="600000"/>
          <w:left w:val="none" w:sz="0" w:space="0" w:color="auto"/>
          <w:bottom w:val="single" w:sz="8" w:space="0" w:color="600000"/>
          <w:right w:val="none" w:sz="0" w:space="0" w:color="auto"/>
          <w:insideH w:val="single" w:sz="8" w:space="0" w:color="600000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260"/>
      </w:tblGrid>
      <w:tr w:rsidR="00FF3280" w14:paraId="60B334C5" w14:textId="77777777" w:rsidTr="0097157C">
        <w:tc>
          <w:tcPr>
            <w:tcW w:w="426" w:type="dxa"/>
            <w:shd w:val="clear" w:color="auto" w:fill="FBE4D5" w:themeFill="accent2" w:themeFillTint="33"/>
          </w:tcPr>
          <w:p w14:paraId="531B45FC" w14:textId="77777777" w:rsidR="00FF3280" w:rsidRDefault="00FF3280" w:rsidP="0097157C">
            <w:pPr>
              <w:pStyle w:val="Comptences"/>
              <w:keepLines/>
              <w:ind w:left="-107" w:right="-34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47266951" wp14:editId="27A32DBB">
                  <wp:extent cx="180000" cy="180000"/>
                  <wp:effectExtent l="0" t="0" r="0" b="0"/>
                  <wp:docPr id="3" name="Graphique 3" descr="Loupe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phique 3" descr="Loupe avec un remplissage uni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  <w:shd w:val="clear" w:color="auto" w:fill="FBE4D5" w:themeFill="accent2" w:themeFillTint="33"/>
          </w:tcPr>
          <w:p w14:paraId="5858C610" w14:textId="77777777" w:rsidR="00FF3280" w:rsidRPr="000C6214" w:rsidRDefault="00FF3280" w:rsidP="00E13F4A">
            <w:pPr>
              <w:pStyle w:val="Comptences"/>
              <w:ind w:left="-109" w:right="317"/>
            </w:pPr>
            <w:r w:rsidRPr="000C6214">
              <w:t>1.1 Mener une recherche et une veille d’information</w:t>
            </w:r>
          </w:p>
        </w:tc>
      </w:tr>
      <w:tr w:rsidR="00FF3280" w14:paraId="634E5B1F" w14:textId="77777777" w:rsidTr="0097157C">
        <w:tc>
          <w:tcPr>
            <w:tcW w:w="426" w:type="dxa"/>
            <w:shd w:val="clear" w:color="auto" w:fill="FBE4D5" w:themeFill="accent2" w:themeFillTint="33"/>
          </w:tcPr>
          <w:p w14:paraId="55FC450E" w14:textId="77777777" w:rsidR="00FF3280" w:rsidRDefault="00FF3280" w:rsidP="0097157C">
            <w:pPr>
              <w:pStyle w:val="Comptences"/>
              <w:keepLines/>
              <w:ind w:left="-107" w:right="-34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3A1E2897" wp14:editId="3207F189">
                  <wp:extent cx="179705" cy="179705"/>
                  <wp:effectExtent l="0" t="0" r="0" b="0"/>
                  <wp:docPr id="4" name="Graphique 4" descr="Hiérarchie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phique 4" descr="Hiérarchie avec un remplissage uni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  <w:shd w:val="clear" w:color="auto" w:fill="FBE4D5" w:themeFill="accent2" w:themeFillTint="33"/>
          </w:tcPr>
          <w:p w14:paraId="49F1FB9C" w14:textId="77777777" w:rsidR="00FF3280" w:rsidRPr="000C6214" w:rsidRDefault="00FF3280" w:rsidP="00E13F4A">
            <w:pPr>
              <w:pStyle w:val="Comptences"/>
              <w:ind w:left="-109" w:right="317"/>
            </w:pPr>
            <w:r w:rsidRPr="000C6214">
              <w:t>1.2 Gérer des données</w:t>
            </w:r>
          </w:p>
        </w:tc>
      </w:tr>
      <w:tr w:rsidR="00FF3280" w14:paraId="2AE07C3B" w14:textId="77777777" w:rsidTr="0097157C">
        <w:tc>
          <w:tcPr>
            <w:tcW w:w="426" w:type="dxa"/>
            <w:shd w:val="clear" w:color="auto" w:fill="FBE4D5" w:themeFill="accent2" w:themeFillTint="33"/>
          </w:tcPr>
          <w:p w14:paraId="500AB117" w14:textId="77777777" w:rsidR="00FF3280" w:rsidRDefault="00FF3280" w:rsidP="0097157C">
            <w:pPr>
              <w:pStyle w:val="Comptences"/>
              <w:keepLines/>
              <w:ind w:left="-107" w:right="-34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75C9F5F3" wp14:editId="5FED5BAB">
                  <wp:extent cx="179705" cy="179705"/>
                  <wp:effectExtent l="0" t="0" r="0" b="0"/>
                  <wp:docPr id="5" name="Graphique 5" descr="Graphique à barres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phique 5" descr="Graphique à barres avec un remplissage uni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  <w:shd w:val="clear" w:color="auto" w:fill="FBE4D5" w:themeFill="accent2" w:themeFillTint="33"/>
          </w:tcPr>
          <w:p w14:paraId="4538B0B9" w14:textId="77777777" w:rsidR="00FF3280" w:rsidRPr="000C6214" w:rsidRDefault="00FF3280" w:rsidP="00E13F4A">
            <w:pPr>
              <w:pStyle w:val="Comptences"/>
              <w:ind w:left="-109" w:right="317"/>
            </w:pPr>
            <w:r w:rsidRPr="000C6214">
              <w:t>1.3 Traiter des données</w:t>
            </w:r>
          </w:p>
        </w:tc>
      </w:tr>
    </w:tbl>
    <w:p w14:paraId="44346134" w14:textId="77777777" w:rsidR="00987CAB" w:rsidRPr="00987CAB" w:rsidRDefault="00987CAB" w:rsidP="00987CAB">
      <w:pPr>
        <w:pStyle w:val="Titre4"/>
      </w:pPr>
      <w:r>
        <w:t>Niveau de maîtrise</w:t>
      </w:r>
    </w:p>
    <w:p w14:paraId="2881D72B" w14:textId="19AA9FB0" w:rsidR="00987CAB" w:rsidRDefault="00000000" w:rsidP="00E40EA9">
      <w:pPr>
        <w:tabs>
          <w:tab w:val="left" w:pos="851"/>
          <w:tab w:val="left" w:pos="1418"/>
          <w:tab w:val="left" w:pos="1985"/>
          <w:tab w:val="left" w:pos="2552"/>
        </w:tabs>
        <w:ind w:right="140"/>
      </w:pPr>
      <w:sdt>
        <w:sdtPr>
          <w:id w:val="585585065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B86717">
            <w:rPr>
              <w:rFonts w:ascii="MS Gothic" w:eastAsia="MS Gothic" w:hAnsi="MS Gothic" w:hint="eastAsia"/>
            </w:rPr>
            <w:t>☒</w:t>
          </w:r>
        </w:sdtContent>
      </w:sdt>
      <w:r w:rsidR="00F27314">
        <w:t>1</w:t>
      </w:r>
      <w:r w:rsidR="00F27314">
        <w:tab/>
      </w:r>
      <w:sdt>
        <w:sdtPr>
          <w:id w:val="-1107734586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B86717">
            <w:rPr>
              <w:rFonts w:ascii="MS Gothic" w:eastAsia="MS Gothic" w:hAnsi="MS Gothic" w:hint="eastAsia"/>
            </w:rPr>
            <w:t>☒</w:t>
          </w:r>
        </w:sdtContent>
      </w:sdt>
      <w:r w:rsidR="00F27314">
        <w:t>2</w:t>
      </w:r>
      <w:r w:rsidR="00F27314">
        <w:tab/>
      </w:r>
      <w:sdt>
        <w:sdtPr>
          <w:id w:val="1629128891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B86717">
            <w:rPr>
              <w:rFonts w:ascii="MS Gothic" w:eastAsia="MS Gothic" w:hAnsi="MS Gothic" w:hint="eastAsia"/>
            </w:rPr>
            <w:t>☒</w:t>
          </w:r>
        </w:sdtContent>
      </w:sdt>
      <w:r w:rsidR="00F27314">
        <w:t>3</w:t>
      </w:r>
      <w:r w:rsidR="00F27314">
        <w:tab/>
      </w:r>
      <w:sdt>
        <w:sdtPr>
          <w:id w:val="16574903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27314">
            <w:rPr>
              <w:rFonts w:ascii="MS Gothic" w:eastAsia="MS Gothic" w:hAnsi="MS Gothic" w:hint="eastAsia"/>
            </w:rPr>
            <w:t>☐</w:t>
          </w:r>
        </w:sdtContent>
      </w:sdt>
      <w:r w:rsidR="00F27314">
        <w:t>4</w:t>
      </w:r>
      <w:r w:rsidR="00F27314">
        <w:tab/>
      </w:r>
      <w:sdt>
        <w:sdtPr>
          <w:id w:val="179782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27314">
            <w:rPr>
              <w:rFonts w:ascii="MS Gothic" w:eastAsia="MS Gothic" w:hAnsi="MS Gothic" w:hint="eastAsia"/>
            </w:rPr>
            <w:t>☐</w:t>
          </w:r>
        </w:sdtContent>
      </w:sdt>
      <w:r w:rsidR="00F27314">
        <w:t>5</w:t>
      </w:r>
    </w:p>
    <w:p w14:paraId="182846D8" w14:textId="72BCEE02" w:rsidR="00987CAB" w:rsidRDefault="00E60FC3" w:rsidP="00987CAB">
      <w:pPr>
        <w:pStyle w:val="Titre3"/>
      </w:pPr>
      <w:r>
        <w:t>Thèmes et attendus Mathématiques</w:t>
      </w:r>
    </w:p>
    <w:tbl>
      <w:tblPr>
        <w:tblStyle w:val="Grilledutableau"/>
        <w:tblW w:w="3686" w:type="dxa"/>
        <w:tblBorders>
          <w:top w:val="single" w:sz="8" w:space="0" w:color="600000"/>
          <w:left w:val="none" w:sz="0" w:space="0" w:color="auto"/>
          <w:bottom w:val="single" w:sz="8" w:space="0" w:color="600000"/>
          <w:right w:val="none" w:sz="0" w:space="0" w:color="auto"/>
          <w:insideH w:val="single" w:sz="8" w:space="0" w:color="600000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260"/>
      </w:tblGrid>
      <w:tr w:rsidR="00E60FC3" w:rsidRPr="000C6214" w14:paraId="02D95530" w14:textId="77777777" w:rsidTr="005F5C58">
        <w:tc>
          <w:tcPr>
            <w:tcW w:w="426" w:type="dxa"/>
            <w:shd w:val="clear" w:color="auto" w:fill="FBE4D5" w:themeFill="accent2" w:themeFillTint="33"/>
          </w:tcPr>
          <w:p w14:paraId="02F19CB7" w14:textId="0330C5F1" w:rsidR="00E60FC3" w:rsidRDefault="00B86717" w:rsidP="005F5C58">
            <w:pPr>
              <w:pStyle w:val="Comptences"/>
              <w:keepLines/>
              <w:ind w:left="-107" w:right="-34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0126645A" wp14:editId="38E49435">
                  <wp:extent cx="226646" cy="226646"/>
                  <wp:effectExtent l="0" t="0" r="2540" b="2540"/>
                  <wp:docPr id="8" name="Graphique 8" descr="Crayon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phique 8" descr="Crayon avec un remplissage uni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395" cy="2303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  <w:shd w:val="clear" w:color="auto" w:fill="FBE4D5" w:themeFill="accent2" w:themeFillTint="33"/>
          </w:tcPr>
          <w:p w14:paraId="0A15D6AD" w14:textId="1DB8681B" w:rsidR="00E60FC3" w:rsidRPr="000C6214" w:rsidRDefault="00B86717" w:rsidP="005F5C58">
            <w:pPr>
              <w:pStyle w:val="Comptences"/>
              <w:ind w:left="-109" w:right="317"/>
            </w:pPr>
            <w:r>
              <w:t>Interpréter, représenter et traiter des données</w:t>
            </w:r>
          </w:p>
        </w:tc>
      </w:tr>
      <w:tr w:rsidR="00B86717" w:rsidRPr="000C6214" w14:paraId="395960FA" w14:textId="77777777" w:rsidTr="005F5C58">
        <w:tc>
          <w:tcPr>
            <w:tcW w:w="426" w:type="dxa"/>
            <w:shd w:val="clear" w:color="auto" w:fill="FBE4D5" w:themeFill="accent2" w:themeFillTint="33"/>
          </w:tcPr>
          <w:p w14:paraId="6F3C63A0" w14:textId="34EA1CBB" w:rsidR="00B86717" w:rsidRDefault="00B86717" w:rsidP="005F5C58">
            <w:pPr>
              <w:pStyle w:val="Comptences"/>
              <w:keepLines/>
              <w:ind w:left="-107" w:right="-34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145CF778" wp14:editId="4D8E7FA6">
                  <wp:extent cx="226646" cy="226646"/>
                  <wp:effectExtent l="0" t="0" r="2540" b="2540"/>
                  <wp:docPr id="7" name="Graphique 7" descr="Crayon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phique 8" descr="Crayon avec un remplissage uni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395" cy="2303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  <w:shd w:val="clear" w:color="auto" w:fill="FBE4D5" w:themeFill="accent2" w:themeFillTint="33"/>
          </w:tcPr>
          <w:p w14:paraId="7AC6D800" w14:textId="7AA113F2" w:rsidR="00B86717" w:rsidRPr="000C6214" w:rsidRDefault="00B86717" w:rsidP="005F5C58">
            <w:pPr>
              <w:pStyle w:val="Comptences"/>
              <w:ind w:left="-109" w:right="317"/>
            </w:pPr>
            <w:r>
              <w:t>Utiliser le calcul littéral</w:t>
            </w:r>
          </w:p>
        </w:tc>
      </w:tr>
    </w:tbl>
    <w:p w14:paraId="5C32851D" w14:textId="77777777" w:rsidR="00C578E1" w:rsidRPr="00C578E1" w:rsidRDefault="00C578E1" w:rsidP="00C578E1"/>
    <w:sectPr w:rsidR="00C578E1" w:rsidRPr="00C578E1" w:rsidSect="00D7271C">
      <w:headerReference w:type="default" r:id="rId20"/>
      <w:footerReference w:type="default" r:id="rId21"/>
      <w:type w:val="continuous"/>
      <w:pgSz w:w="11906" w:h="16838"/>
      <w:pgMar w:top="1491" w:right="0" w:bottom="284" w:left="0" w:header="0" w:footer="709" w:gutter="0"/>
      <w:cols w:num="2" w:sep="1" w:space="57" w:equalWidth="0">
        <w:col w:w="8222" w:space="57"/>
        <w:col w:w="3627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8F4B03" w14:textId="77777777" w:rsidR="004049A5" w:rsidRDefault="004049A5" w:rsidP="003F20BE">
      <w:pPr>
        <w:spacing w:after="0" w:line="240" w:lineRule="auto"/>
      </w:pPr>
      <w:r>
        <w:separator/>
      </w:r>
    </w:p>
  </w:endnote>
  <w:endnote w:type="continuationSeparator" w:id="0">
    <w:p w14:paraId="0D1C9067" w14:textId="77777777" w:rsidR="004049A5" w:rsidRDefault="004049A5" w:rsidP="003F20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52073" w14:textId="77777777" w:rsidR="004046D3" w:rsidRDefault="004046D3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35D9A03" wp14:editId="68EA6597">
              <wp:simplePos x="0" y="0"/>
              <wp:positionH relativeFrom="margin">
                <wp:align>right</wp:align>
              </wp:positionH>
              <wp:positionV relativeFrom="paragraph">
                <wp:posOffset>395586</wp:posOffset>
              </wp:positionV>
              <wp:extent cx="7556500" cy="63500"/>
              <wp:effectExtent l="0" t="0" r="6350" b="0"/>
              <wp:wrapNone/>
              <wp:docPr id="18" name="Rectangl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6500" cy="63500"/>
                      </a:xfrm>
                      <a:prstGeom prst="rect">
                        <a:avLst/>
                      </a:prstGeom>
                      <a:solidFill>
                        <a:srgbClr val="00206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CF756C7" id="Rectangle 18" o:spid="_x0000_s1026" style="position:absolute;margin-left:543.8pt;margin-top:31.15pt;width:595pt;height: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" fillcolor="#002060" stroked="f" strokeweight="1pt"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9757D0" w14:textId="77777777" w:rsidR="004049A5" w:rsidRDefault="004049A5" w:rsidP="003F20BE">
      <w:pPr>
        <w:spacing w:after="0" w:line="240" w:lineRule="auto"/>
      </w:pPr>
      <w:r>
        <w:separator/>
      </w:r>
    </w:p>
  </w:footnote>
  <w:footnote w:type="continuationSeparator" w:id="0">
    <w:p w14:paraId="3EA7A677" w14:textId="77777777" w:rsidR="004049A5" w:rsidRDefault="004049A5" w:rsidP="003F20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4B048" w14:textId="77777777" w:rsidR="004046D3" w:rsidRPr="00E40EA9" w:rsidRDefault="00D7271C" w:rsidP="00D7271C">
    <w:pPr>
      <w:pStyle w:val="En-tte"/>
      <w:tabs>
        <w:tab w:val="clear" w:pos="4536"/>
        <w:tab w:val="clear" w:pos="9072"/>
        <w:tab w:val="center" w:pos="7655"/>
      </w:tabs>
      <w:spacing w:before="80"/>
      <w:ind w:left="0" w:right="0"/>
      <w:rPr>
        <w:rFonts w:ascii="Arial" w:hAnsi="Arial" w:cs="Arial"/>
        <w:color w:val="FFFFFF" w:themeColor="background1"/>
        <w:sz w:val="84"/>
        <w:szCs w:val="8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636EA88" wp14:editId="63D05585">
              <wp:simplePos x="0" y="0"/>
              <wp:positionH relativeFrom="margin">
                <wp:align>right</wp:align>
              </wp:positionH>
              <wp:positionV relativeFrom="paragraph">
                <wp:posOffset>946205</wp:posOffset>
              </wp:positionV>
              <wp:extent cx="2320290" cy="9545955"/>
              <wp:effectExtent l="0" t="0" r="3810" b="0"/>
              <wp:wrapNone/>
              <wp:docPr id="17" name="Rectangl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20290" cy="9545955"/>
                      </a:xfrm>
                      <a:prstGeom prst="rect">
                        <a:avLst/>
                      </a:prstGeom>
                      <a:solidFill>
                        <a:schemeClr val="accent3">
                          <a:lumMod val="20000"/>
                          <a:lumOff val="8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38AD900" id="Rectangle 17" o:spid="_x0000_s1026" style="position:absolute;margin-left:131.5pt;margin-top:74.5pt;width:182.7pt;height:751.6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" fillcolor="#ededed [662]" stroked="f" strokeweight="1pt">
              <w10:wrap anchorx="margin"/>
            </v:rect>
          </w:pict>
        </mc:Fallback>
      </mc:AlternateContent>
    </w:r>
    <w:r w:rsidR="004046D3"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4A6DC1A8" wp14:editId="6FAB2AE9">
              <wp:simplePos x="0" y="0"/>
              <wp:positionH relativeFrom="column">
                <wp:posOffset>28244</wp:posOffset>
              </wp:positionH>
              <wp:positionV relativeFrom="paragraph">
                <wp:posOffset>24714</wp:posOffset>
              </wp:positionV>
              <wp:extent cx="2100580" cy="736600"/>
              <wp:effectExtent l="0" t="0" r="0" b="6350"/>
              <wp:wrapNone/>
              <wp:docPr id="2" name="Groupe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100580" cy="736600"/>
                        <a:chOff x="0" y="0"/>
                        <a:chExt cx="2100580" cy="736600"/>
                      </a:xfrm>
                    </wpg:grpSpPr>
                    <pic:pic xmlns:pic="http://schemas.openxmlformats.org/drawingml/2006/picture">
                      <pic:nvPicPr>
                        <pic:cNvPr id="16" name="Image 16" descr="Evaluation des compétences numériques avec Pix | Économie &amp; Gestion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00580" cy="736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" name="Image 1" descr="Logo de l'organisation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58844" y="5934"/>
                          <a:ext cx="839420" cy="6873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15297EB" id="Groupe 2" o:spid="_x0000_s1026" style="position:absolute;margin-left:2.2pt;margin-top:1.95pt;width:165.4pt;height:58pt;z-index:251663360;mso-height-relative:margin" coordsize="21005,7366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16" o:spid="_x0000_s1027" type="#_x0000_t75" alt="Evaluation des compétences numériques avec Pix | Économie &amp; Gestion" style="position:absolute;width:21005;height:736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">
                <v:imagedata r:id="rId3" o:title="Evaluation des compétences numériques avec Pix | Économie &amp; Gestion"/>
              </v:shape>
              <v:shape id="Image 1" o:spid="_x0000_s1028" type="#_x0000_t75" alt="Logo de l'organisation" style="position:absolute;left:11588;top:59;width:8394;height:6874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">
                <v:imagedata r:id="rId4" o:title="Logo de l'organisation"/>
              </v:shape>
            </v:group>
          </w:pict>
        </mc:Fallback>
      </mc:AlternateContent>
    </w:r>
    <w:r w:rsidR="004046D3"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49A2788" wp14:editId="78EB3BAF">
              <wp:simplePos x="0" y="0"/>
              <wp:positionH relativeFrom="margin">
                <wp:align>left</wp:align>
              </wp:positionH>
              <wp:positionV relativeFrom="paragraph">
                <wp:posOffset>0</wp:posOffset>
              </wp:positionV>
              <wp:extent cx="7583166" cy="805625"/>
              <wp:effectExtent l="0" t="0" r="0" b="0"/>
              <wp:wrapNone/>
              <wp:docPr id="9" name="Rectangl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83166" cy="805625"/>
                      </a:xfrm>
                      <a:prstGeom prst="rect">
                        <a:avLst/>
                      </a:prstGeom>
                      <a:solidFill>
                        <a:schemeClr val="bg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0EA1004" id="Rectangle 9" o:spid="_x0000_s1026" style="position:absolute;margin-left:0;margin-top:0;width:597.1pt;height:63.45pt;z-index:-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" fillcolor="#e7e6e6 [3214]" stroked="f" strokeweight="1pt">
              <w10:wrap anchorx="margin"/>
            </v:rect>
          </w:pict>
        </mc:Fallback>
      </mc:AlternateContent>
    </w:r>
    <w:r w:rsidR="004046D3">
      <w:rPr>
        <w:b/>
        <w:color w:val="A5A5A5" w:themeColor="accent3"/>
        <w:sz w:val="96"/>
        <w:szCs w:val="96"/>
        <w14:textOutline w14:w="0" w14:cap="flat" w14:cmpd="sng" w14:algn="ctr">
          <w14:noFill/>
          <w14:prstDash w14:val="solid"/>
          <w14:round/>
        </w14:textOutline>
        <w14:props3d w14:extrusionH="57150" w14:contourW="0" w14:prstMaterial="matte">
          <w14:bevelT w14:w="63500" w14:h="12700" w14:prst="angle"/>
          <w14:contourClr>
            <w14:schemeClr w14:val="bg1">
              <w14:lumMod w14:val="65000"/>
            </w14:schemeClr>
          </w14:contourClr>
        </w14:props3d>
      </w:rPr>
      <w:t xml:space="preserve">  </w:t>
    </w:r>
    <w:r w:rsidR="004046D3">
      <w:rPr>
        <w:b/>
        <w:color w:val="A5A5A5" w:themeColor="accent3"/>
        <w:sz w:val="96"/>
        <w:szCs w:val="96"/>
        <w14:textOutline w14:w="0" w14:cap="flat" w14:cmpd="sng" w14:algn="ctr">
          <w14:noFill/>
          <w14:prstDash w14:val="solid"/>
          <w14:round/>
        </w14:textOutline>
        <w14:props3d w14:extrusionH="57150" w14:contourW="0" w14:prstMaterial="matte">
          <w14:bevelT w14:w="63500" w14:h="12700" w14:prst="angle"/>
          <w14:contourClr>
            <w14:schemeClr w14:val="bg1">
              <w14:lumMod w14:val="65000"/>
            </w14:schemeClr>
          </w14:contourClr>
        </w14:props3d>
      </w:rPr>
      <w:tab/>
    </w:r>
    <w:r w:rsidR="004046D3" w:rsidRPr="00E40EA9">
      <w:rPr>
        <w:rFonts w:ascii="Arial" w:hAnsi="Arial" w:cs="Arial"/>
        <w:b/>
        <w:color w:val="FFFFFF" w:themeColor="background1"/>
        <w:spacing w:val="10"/>
        <w:sz w:val="84"/>
        <w:szCs w:val="84"/>
        <w14:glow w14:rad="38100">
          <w14:schemeClr w14:val="tx1">
            <w14:alpha w14:val="60000"/>
            <w14:lumMod w14:val="75000"/>
            <w14:lumOff w14:val="25000"/>
          </w14:schemeClr>
        </w14:glow>
        <w14:shadow w14:blurRad="50800" w14:dist="50800" w14:dir="5400000" w14:sx="0" w14:sy="0" w14:kx="0" w14:ky="0" w14:algn="ctr">
          <w14:schemeClr w14:val="tx1">
            <w14:lumMod w14:val="85000"/>
            <w14:lumOff w14:val="15000"/>
          </w14:schemeClr>
        </w14:shadow>
        <w14:textOutline w14:w="9525" w14:cap="flat" w14:cmpd="sng" w14:algn="ctr">
          <w14:solidFill>
            <w14:schemeClr w14:val="tx1">
              <w14:alpha w14:val="1000"/>
              <w14:lumMod w14:val="65000"/>
              <w14:lumOff w14:val="35000"/>
            </w14:schemeClr>
          </w14:solidFill>
          <w14:prstDash w14:val="solid"/>
          <w14:round/>
        </w14:textOutline>
      </w:rPr>
      <w:t>MATHÉMATIQUES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alt="Crayon avec un remplissage uni" style="width:17.3pt;height:17.3pt;visibility:visible" o:gfxdata="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" o:bullet="t">
        <v:imagedata r:id="rId1" o:title="" cropbottom="-3084f" cropright="-3084f"/>
      </v:shape>
    </w:pict>
  </w:numPicBullet>
  <w:abstractNum w:abstractNumId="0" w15:restartNumberingAfterBreak="0">
    <w:nsid w:val="29E60E9A"/>
    <w:multiLevelType w:val="hybridMultilevel"/>
    <w:tmpl w:val="7B76FA3C"/>
    <w:lvl w:ilvl="0" w:tplc="B028A52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4E542ACC"/>
    <w:multiLevelType w:val="multilevel"/>
    <w:tmpl w:val="21D8DB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2" w15:restartNumberingAfterBreak="0">
    <w:nsid w:val="59414BDD"/>
    <w:multiLevelType w:val="hybridMultilevel"/>
    <w:tmpl w:val="EF7E715E"/>
    <w:lvl w:ilvl="0" w:tplc="FCF25706">
      <w:start w:val="4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82" w:hanging="360"/>
      </w:pPr>
    </w:lvl>
    <w:lvl w:ilvl="2" w:tplc="040C001B" w:tentative="1">
      <w:start w:val="1"/>
      <w:numFmt w:val="lowerRoman"/>
      <w:lvlText w:val="%3."/>
      <w:lvlJc w:val="right"/>
      <w:pPr>
        <w:ind w:left="2302" w:hanging="180"/>
      </w:pPr>
    </w:lvl>
    <w:lvl w:ilvl="3" w:tplc="040C000F" w:tentative="1">
      <w:start w:val="1"/>
      <w:numFmt w:val="decimal"/>
      <w:lvlText w:val="%4."/>
      <w:lvlJc w:val="left"/>
      <w:pPr>
        <w:ind w:left="3022" w:hanging="360"/>
      </w:pPr>
    </w:lvl>
    <w:lvl w:ilvl="4" w:tplc="040C0019" w:tentative="1">
      <w:start w:val="1"/>
      <w:numFmt w:val="lowerLetter"/>
      <w:lvlText w:val="%5."/>
      <w:lvlJc w:val="left"/>
      <w:pPr>
        <w:ind w:left="3742" w:hanging="360"/>
      </w:pPr>
    </w:lvl>
    <w:lvl w:ilvl="5" w:tplc="040C001B" w:tentative="1">
      <w:start w:val="1"/>
      <w:numFmt w:val="lowerRoman"/>
      <w:lvlText w:val="%6."/>
      <w:lvlJc w:val="right"/>
      <w:pPr>
        <w:ind w:left="4462" w:hanging="180"/>
      </w:pPr>
    </w:lvl>
    <w:lvl w:ilvl="6" w:tplc="040C000F" w:tentative="1">
      <w:start w:val="1"/>
      <w:numFmt w:val="decimal"/>
      <w:lvlText w:val="%7."/>
      <w:lvlJc w:val="left"/>
      <w:pPr>
        <w:ind w:left="5182" w:hanging="360"/>
      </w:pPr>
    </w:lvl>
    <w:lvl w:ilvl="7" w:tplc="040C0019" w:tentative="1">
      <w:start w:val="1"/>
      <w:numFmt w:val="lowerLetter"/>
      <w:lvlText w:val="%8."/>
      <w:lvlJc w:val="left"/>
      <w:pPr>
        <w:ind w:left="5902" w:hanging="360"/>
      </w:pPr>
    </w:lvl>
    <w:lvl w:ilvl="8" w:tplc="040C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799302612">
    <w:abstractNumId w:val="0"/>
  </w:num>
  <w:num w:numId="2" w16cid:durableId="191498921">
    <w:abstractNumId w:val="1"/>
  </w:num>
  <w:num w:numId="3" w16cid:durableId="1689843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210"/>
    <w:rsid w:val="000173CC"/>
    <w:rsid w:val="000347F7"/>
    <w:rsid w:val="0005049D"/>
    <w:rsid w:val="000533EF"/>
    <w:rsid w:val="000672FB"/>
    <w:rsid w:val="000C6214"/>
    <w:rsid w:val="0010359D"/>
    <w:rsid w:val="00117535"/>
    <w:rsid w:val="001A0310"/>
    <w:rsid w:val="001C55AA"/>
    <w:rsid w:val="001C584B"/>
    <w:rsid w:val="002533E9"/>
    <w:rsid w:val="002860A1"/>
    <w:rsid w:val="002D74A0"/>
    <w:rsid w:val="003F20BE"/>
    <w:rsid w:val="003F7483"/>
    <w:rsid w:val="004046D3"/>
    <w:rsid w:val="004049A5"/>
    <w:rsid w:val="00443E27"/>
    <w:rsid w:val="004B56B4"/>
    <w:rsid w:val="004E2947"/>
    <w:rsid w:val="00587B7F"/>
    <w:rsid w:val="00591C15"/>
    <w:rsid w:val="005D66D9"/>
    <w:rsid w:val="006777D5"/>
    <w:rsid w:val="006B0A6D"/>
    <w:rsid w:val="006D45F6"/>
    <w:rsid w:val="006E2F91"/>
    <w:rsid w:val="007510A0"/>
    <w:rsid w:val="00764F00"/>
    <w:rsid w:val="007876A8"/>
    <w:rsid w:val="007C6449"/>
    <w:rsid w:val="00811216"/>
    <w:rsid w:val="00843400"/>
    <w:rsid w:val="00886E9E"/>
    <w:rsid w:val="00921210"/>
    <w:rsid w:val="00946921"/>
    <w:rsid w:val="0096397D"/>
    <w:rsid w:val="00963CE2"/>
    <w:rsid w:val="0097157C"/>
    <w:rsid w:val="009769AC"/>
    <w:rsid w:val="00987CAB"/>
    <w:rsid w:val="009A5425"/>
    <w:rsid w:val="009D2CA5"/>
    <w:rsid w:val="00AC6D64"/>
    <w:rsid w:val="00AD151E"/>
    <w:rsid w:val="00B86717"/>
    <w:rsid w:val="00BA5E2E"/>
    <w:rsid w:val="00C26814"/>
    <w:rsid w:val="00C578E1"/>
    <w:rsid w:val="00CD2D11"/>
    <w:rsid w:val="00D63F12"/>
    <w:rsid w:val="00D7271C"/>
    <w:rsid w:val="00DF32D1"/>
    <w:rsid w:val="00E01CB5"/>
    <w:rsid w:val="00E046A6"/>
    <w:rsid w:val="00E13F4A"/>
    <w:rsid w:val="00E40EA9"/>
    <w:rsid w:val="00E60FC3"/>
    <w:rsid w:val="00E849EA"/>
    <w:rsid w:val="00EA4AC4"/>
    <w:rsid w:val="00F21244"/>
    <w:rsid w:val="00F27314"/>
    <w:rsid w:val="00F9764D"/>
    <w:rsid w:val="00FF3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64CECB"/>
  <w15:chartTrackingRefBased/>
  <w15:docId w15:val="{CBE049AF-AB01-1747-A2B2-144A47173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51E"/>
    <w:pPr>
      <w:spacing w:after="40"/>
      <w:ind w:left="284" w:right="284"/>
    </w:pPr>
  </w:style>
  <w:style w:type="paragraph" w:styleId="Titre1">
    <w:name w:val="heading 1"/>
    <w:next w:val="Normal"/>
    <w:link w:val="Titre1Car"/>
    <w:uiPriority w:val="9"/>
    <w:qFormat/>
    <w:rsid w:val="002860A1"/>
    <w:pPr>
      <w:keepNext/>
      <w:keepLines/>
      <w:shd w:val="clear" w:color="auto" w:fill="5B9BD5" w:themeFill="accent5"/>
      <w:spacing w:after="40"/>
      <w:ind w:firstLine="567"/>
      <w:outlineLvl w:val="0"/>
    </w:pPr>
    <w:rPr>
      <w:rFonts w:ascii="Arial" w:eastAsiaTheme="majorEastAsia" w:hAnsi="Arial" w:cstheme="majorBidi"/>
      <w:caps/>
      <w:color w:val="FFFFFF" w:themeColor="background1"/>
      <w:sz w:val="36"/>
      <w:szCs w:val="32"/>
    </w:rPr>
  </w:style>
  <w:style w:type="paragraph" w:styleId="Titre2">
    <w:name w:val="heading 2"/>
    <w:aliases w:val="Sous-titre colonne gauche"/>
    <w:next w:val="Normal"/>
    <w:link w:val="Titre2Car"/>
    <w:uiPriority w:val="9"/>
    <w:unhideWhenUsed/>
    <w:qFormat/>
    <w:rsid w:val="00C26814"/>
    <w:pPr>
      <w:keepNext/>
      <w:keepLines/>
      <w:shd w:val="clear" w:color="auto" w:fill="B4C6E7" w:themeFill="accent1" w:themeFillTint="66"/>
      <w:spacing w:after="0"/>
      <w:ind w:firstLine="709"/>
      <w:outlineLvl w:val="1"/>
    </w:pPr>
    <w:rPr>
      <w:rFonts w:ascii="Arial" w:eastAsiaTheme="majorEastAsia" w:hAnsi="Arial" w:cstheme="majorBidi"/>
      <w:color w:val="3B3838" w:themeColor="background2" w:themeShade="40"/>
      <w:sz w:val="32"/>
      <w:szCs w:val="26"/>
    </w:rPr>
  </w:style>
  <w:style w:type="paragraph" w:styleId="Titre3">
    <w:name w:val="heading 3"/>
    <w:aliases w:val="Titre colonne droite"/>
    <w:next w:val="Normal"/>
    <w:link w:val="Titre3Car"/>
    <w:uiPriority w:val="9"/>
    <w:unhideWhenUsed/>
    <w:qFormat/>
    <w:rsid w:val="00BA5E2E"/>
    <w:pPr>
      <w:keepNext/>
      <w:keepLines/>
      <w:pBdr>
        <w:bottom w:val="single" w:sz="36" w:space="1" w:color="auto"/>
      </w:pBdr>
      <w:shd w:val="clear" w:color="auto" w:fill="44546A" w:themeFill="text2"/>
      <w:suppressAutoHyphens/>
      <w:spacing w:after="0"/>
      <w:jc w:val="center"/>
      <w:outlineLvl w:val="2"/>
    </w:pPr>
    <w:rPr>
      <w:rFonts w:ascii="Arial" w:eastAsiaTheme="majorEastAsia" w:hAnsi="Arial" w:cstheme="majorBidi"/>
      <w:smallCaps/>
      <w:color w:val="FFFFFF" w:themeColor="background1"/>
      <w:sz w:val="31"/>
      <w:szCs w:val="24"/>
    </w:rPr>
  </w:style>
  <w:style w:type="paragraph" w:styleId="Titre4">
    <w:name w:val="heading 4"/>
    <w:aliases w:val="Sous-titre colonne droite"/>
    <w:next w:val="Normal"/>
    <w:link w:val="Titre4Car"/>
    <w:uiPriority w:val="9"/>
    <w:unhideWhenUsed/>
    <w:qFormat/>
    <w:rsid w:val="00443E27"/>
    <w:pPr>
      <w:keepNext/>
      <w:keepLines/>
      <w:pBdr>
        <w:bottom w:val="single" w:sz="18" w:space="1" w:color="600000"/>
      </w:pBdr>
      <w:shd w:val="clear" w:color="auto" w:fill="C45911" w:themeFill="accent2" w:themeFillShade="BF"/>
      <w:spacing w:after="0"/>
      <w:ind w:firstLine="113"/>
      <w:outlineLvl w:val="3"/>
    </w:pPr>
    <w:rPr>
      <w:rFonts w:ascii="Arial" w:eastAsiaTheme="majorEastAsia" w:hAnsi="Arial" w:cstheme="majorBidi"/>
      <w:iCs/>
      <w:color w:val="FFFFFF" w:themeColor="background1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860A1"/>
    <w:rPr>
      <w:rFonts w:ascii="Arial" w:eastAsiaTheme="majorEastAsia" w:hAnsi="Arial" w:cstheme="majorBidi"/>
      <w:caps/>
      <w:color w:val="FFFFFF" w:themeColor="background1"/>
      <w:sz w:val="36"/>
      <w:szCs w:val="32"/>
      <w:shd w:val="clear" w:color="auto" w:fill="5B9BD5" w:themeFill="accent5"/>
    </w:rPr>
  </w:style>
  <w:style w:type="paragraph" w:styleId="En-tte">
    <w:name w:val="header"/>
    <w:basedOn w:val="Normal"/>
    <w:link w:val="En-tteCar"/>
    <w:uiPriority w:val="99"/>
    <w:unhideWhenUsed/>
    <w:rsid w:val="003F20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F20BE"/>
  </w:style>
  <w:style w:type="paragraph" w:styleId="Pieddepage">
    <w:name w:val="footer"/>
    <w:basedOn w:val="Normal"/>
    <w:link w:val="PieddepageCar"/>
    <w:uiPriority w:val="99"/>
    <w:unhideWhenUsed/>
    <w:rsid w:val="003F20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F20BE"/>
  </w:style>
  <w:style w:type="character" w:customStyle="1" w:styleId="Titre2Car">
    <w:name w:val="Titre 2 Car"/>
    <w:aliases w:val="Sous-titre colonne gauche Car"/>
    <w:basedOn w:val="Policepardfaut"/>
    <w:link w:val="Titre2"/>
    <w:uiPriority w:val="9"/>
    <w:rsid w:val="00C26814"/>
    <w:rPr>
      <w:rFonts w:ascii="Arial" w:eastAsiaTheme="majorEastAsia" w:hAnsi="Arial" w:cstheme="majorBidi"/>
      <w:color w:val="3B3838" w:themeColor="background2" w:themeShade="40"/>
      <w:sz w:val="32"/>
      <w:szCs w:val="26"/>
      <w:shd w:val="clear" w:color="auto" w:fill="B4C6E7" w:themeFill="accent1" w:themeFillTint="66"/>
    </w:rPr>
  </w:style>
  <w:style w:type="character" w:customStyle="1" w:styleId="Titre3Car">
    <w:name w:val="Titre 3 Car"/>
    <w:aliases w:val="Titre colonne droite Car"/>
    <w:basedOn w:val="Policepardfaut"/>
    <w:link w:val="Titre3"/>
    <w:uiPriority w:val="9"/>
    <w:rsid w:val="00BA5E2E"/>
    <w:rPr>
      <w:rFonts w:ascii="Arial" w:eastAsiaTheme="majorEastAsia" w:hAnsi="Arial" w:cstheme="majorBidi"/>
      <w:smallCaps/>
      <w:color w:val="FFFFFF" w:themeColor="background1"/>
      <w:sz w:val="31"/>
      <w:szCs w:val="24"/>
      <w:shd w:val="clear" w:color="auto" w:fill="44546A" w:themeFill="text2"/>
    </w:rPr>
  </w:style>
  <w:style w:type="character" w:customStyle="1" w:styleId="Titre4Car">
    <w:name w:val="Titre 4 Car"/>
    <w:aliases w:val="Sous-titre colonne droite Car"/>
    <w:basedOn w:val="Policepardfaut"/>
    <w:link w:val="Titre4"/>
    <w:uiPriority w:val="9"/>
    <w:rsid w:val="00443E27"/>
    <w:rPr>
      <w:rFonts w:ascii="Arial" w:eastAsiaTheme="majorEastAsia" w:hAnsi="Arial" w:cstheme="majorBidi"/>
      <w:iCs/>
      <w:color w:val="FFFFFF" w:themeColor="background1"/>
      <w:sz w:val="28"/>
      <w:shd w:val="clear" w:color="auto" w:fill="C45911" w:themeFill="accent2" w:themeFillShade="BF"/>
    </w:rPr>
  </w:style>
  <w:style w:type="paragraph" w:styleId="Paragraphedeliste">
    <w:name w:val="List Paragraph"/>
    <w:basedOn w:val="Normal"/>
    <w:uiPriority w:val="34"/>
    <w:qFormat/>
    <w:rsid w:val="006777D5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F27314"/>
    <w:rPr>
      <w:color w:val="808080"/>
    </w:rPr>
  </w:style>
  <w:style w:type="paragraph" w:customStyle="1" w:styleId="Domaines">
    <w:name w:val="Domaines"/>
    <w:link w:val="DomainesCar"/>
    <w:qFormat/>
    <w:rsid w:val="004E2947"/>
    <w:pPr>
      <w:spacing w:after="120" w:line="240" w:lineRule="auto"/>
      <w:ind w:firstLine="113"/>
    </w:pPr>
    <w:rPr>
      <w:smallCaps/>
    </w:rPr>
  </w:style>
  <w:style w:type="paragraph" w:customStyle="1" w:styleId="Comptences">
    <w:name w:val="Compétences"/>
    <w:link w:val="ComptencesCar"/>
    <w:qFormat/>
    <w:rsid w:val="004E2947"/>
    <w:pPr>
      <w:spacing w:after="0"/>
    </w:pPr>
    <w:rPr>
      <w:i/>
      <w:sz w:val="20"/>
    </w:rPr>
  </w:style>
  <w:style w:type="character" w:customStyle="1" w:styleId="DomainesCar">
    <w:name w:val="Domaines Car"/>
    <w:basedOn w:val="Titre1Car"/>
    <w:link w:val="Domaines"/>
    <w:rsid w:val="004E2947"/>
    <w:rPr>
      <w:rFonts w:ascii="Arial" w:eastAsiaTheme="majorEastAsia" w:hAnsi="Arial" w:cstheme="majorBidi"/>
      <w:caps/>
      <w:smallCaps/>
      <w:color w:val="FFFFFF" w:themeColor="background1"/>
      <w:sz w:val="36"/>
      <w:szCs w:val="32"/>
      <w:shd w:val="clear" w:color="auto" w:fill="5B9BD5" w:themeFill="accent5"/>
    </w:rPr>
  </w:style>
  <w:style w:type="paragraph" w:customStyle="1" w:styleId="Descriptif">
    <w:name w:val="Descriptif"/>
    <w:link w:val="DescriptifCar"/>
    <w:rsid w:val="004046D3"/>
  </w:style>
  <w:style w:type="character" w:customStyle="1" w:styleId="ComptencesCar">
    <w:name w:val="Compétences Car"/>
    <w:basedOn w:val="Policepardfaut"/>
    <w:link w:val="Comptences"/>
    <w:rsid w:val="004E2947"/>
    <w:rPr>
      <w:i/>
      <w:sz w:val="20"/>
    </w:rPr>
  </w:style>
  <w:style w:type="table" w:styleId="Grilledutableau">
    <w:name w:val="Table Grid"/>
    <w:basedOn w:val="TableauNormal"/>
    <w:uiPriority w:val="39"/>
    <w:rsid w:val="00FF32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scriptifCar">
    <w:name w:val="Descriptif Car"/>
    <w:basedOn w:val="Policepardfaut"/>
    <w:link w:val="Descriptif"/>
    <w:rsid w:val="004046D3"/>
  </w:style>
  <w:style w:type="character" w:styleId="Lienhypertexte">
    <w:name w:val="Hyperlink"/>
    <w:basedOn w:val="Policepardfaut"/>
    <w:uiPriority w:val="99"/>
    <w:unhideWhenUsed/>
    <w:rsid w:val="00921210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212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sv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sv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svg"/><Relationship Id="rId23" Type="http://schemas.openxmlformats.org/officeDocument/2006/relationships/theme" Target="theme/theme1.xml"/><Relationship Id="rId10" Type="http://schemas.openxmlformats.org/officeDocument/2006/relationships/hyperlink" Target="https://ffs.fr/reglements/categories/ski-alpin/" TargetMode="External"/><Relationship Id="rId19" Type="http://schemas.openxmlformats.org/officeDocument/2006/relationships/image" Target="media/image11.svg"/><Relationship Id="rId4" Type="http://schemas.openxmlformats.org/officeDocument/2006/relationships/settings" Target="settings.xml"/><Relationship Id="rId9" Type="http://schemas.openxmlformats.org/officeDocument/2006/relationships/hyperlink" Target="https://ffs.fr/reglements/categories/ski-alpin/" TargetMode="External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4.png"/><Relationship Id="rId2" Type="http://schemas.openxmlformats.org/officeDocument/2006/relationships/image" Target="media/image13.png"/><Relationship Id="rId1" Type="http://schemas.openxmlformats.org/officeDocument/2006/relationships/image" Target="media/image12.png"/><Relationship Id="rId4" Type="http://schemas.openxmlformats.org/officeDocument/2006/relationships/image" Target="media/image1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ulrichpicaud/Documents/Enseignement/Formations/Compe&#769;tences%20nume&#769;riques/PIX_mode&#768;l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1C8906-F22F-4AD5-B4E7-72F35E030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PIX_modèle.dotx</Template>
  <TotalTime>1</TotalTime>
  <Pages>1</Pages>
  <Words>99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Ulrich PICAUD</cp:lastModifiedBy>
  <cp:revision>2</cp:revision>
  <cp:lastPrinted>2021-04-27T22:12:00Z</cp:lastPrinted>
  <dcterms:created xsi:type="dcterms:W3CDTF">2023-06-27T12:21:00Z</dcterms:created>
  <dcterms:modified xsi:type="dcterms:W3CDTF">2023-06-27T12:21:00Z</dcterms:modified>
</cp:coreProperties>
</file>