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C1906" w14:textId="436CD1AF" w:rsidR="009A5425" w:rsidRDefault="00F47252" w:rsidP="00C26814">
      <w:pPr>
        <w:pStyle w:val="Titre1"/>
      </w:pPr>
      <w:r>
        <w:t>1</w:t>
      </w:r>
      <w:r w:rsidRPr="00F47252">
        <w:rPr>
          <w:vertAlign w:val="superscript"/>
        </w:rPr>
        <w:t>er</w:t>
      </w:r>
      <w:r>
        <w:t xml:space="preserve"> pas en Python avec Vitta science</w:t>
      </w:r>
    </w:p>
    <w:p w14:paraId="6188BA0B" w14:textId="40B50CED" w:rsidR="00BA5E2E" w:rsidRPr="00BA5E2E" w:rsidRDefault="005C7295" w:rsidP="00BA5E2E">
      <w:pPr>
        <w:pStyle w:val="Titre2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7342DF" wp14:editId="7E951BD5">
                <wp:simplePos x="0" y="0"/>
                <wp:positionH relativeFrom="column">
                  <wp:posOffset>45720</wp:posOffset>
                </wp:positionH>
                <wp:positionV relativeFrom="page">
                  <wp:posOffset>1546860</wp:posOffset>
                </wp:positionV>
                <wp:extent cx="5085080" cy="7345680"/>
                <wp:effectExtent l="0" t="0" r="1270" b="762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5080" cy="7345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A71DC5" w14:textId="0D04A62E" w:rsidR="00F47252" w:rsidRPr="008C1E73" w:rsidRDefault="008C1E73" w:rsidP="005C7295">
                            <w:pPr>
                              <w:pStyle w:val="Signature"/>
                              <w:numPr>
                                <w:ilvl w:val="0"/>
                                <w:numId w:val="4"/>
                              </w:numPr>
                              <w:spacing w:before="0" w:after="0"/>
                              <w:ind w:left="709" w:right="49"/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lang w:bidi="fr-FR"/>
                              </w:rPr>
                            </w:pPr>
                            <w:r>
                              <w:rPr>
                                <w:lang w:bidi="fr-FR"/>
                              </w:rPr>
                              <w:t xml:space="preserve">Se connecter au site : </w:t>
                            </w:r>
                            <w:hyperlink r:id="rId8" w:history="1">
                              <w:r w:rsidR="00F47252" w:rsidRPr="008C1E73">
                                <w:rPr>
                                  <w:rStyle w:val="Lienhypertexte"/>
                                  <w:rFonts w:ascii="Calibri" w:hAnsi="Calibri" w:cs="Calibri"/>
                                  <w:b w:val="0"/>
                                  <w:bCs w:val="0"/>
                                  <w:lang w:bidi="fr-FR"/>
                                </w:rPr>
                                <w:t>https://fr.vittascience.com/python/</w:t>
                              </w:r>
                            </w:hyperlink>
                          </w:p>
                          <w:p w14:paraId="072DF346" w14:textId="25E89E8D" w:rsidR="00F47252" w:rsidRPr="002E31B7" w:rsidRDefault="00F47252" w:rsidP="00A54735">
                            <w:pPr>
                              <w:pStyle w:val="Signature"/>
                              <w:ind w:left="709" w:right="49"/>
                              <w:rPr>
                                <w:rFonts w:ascii="Calibri" w:hAnsi="Calibri" w:cs="Calibri"/>
                                <w:b w:val="0"/>
                                <w:bCs w:val="0"/>
                                <w:i/>
                                <w:iCs/>
                                <w:color w:val="auto"/>
                                <w:lang w:bidi="fr-FR"/>
                              </w:rPr>
                            </w:pPr>
                            <w:bookmarkStart w:id="0" w:name="_Hlk113660685"/>
                            <w:r>
                              <w:rPr>
                                <w:rFonts w:ascii="Calibri" w:hAnsi="Calibri" w:cs="Calibri"/>
                                <w:b w:val="0"/>
                                <w:bCs w:val="0"/>
                                <w:i/>
                                <w:iCs/>
                                <w:color w:val="auto"/>
                                <w:lang w:bidi="fr-FR"/>
                              </w:rPr>
                              <w:t>Menu en haut à gauche : c</w:t>
                            </w:r>
                            <w:r w:rsidRPr="002E31B7">
                              <w:rPr>
                                <w:rFonts w:ascii="Calibri" w:hAnsi="Calibri" w:cs="Calibri"/>
                                <w:b w:val="0"/>
                                <w:bCs w:val="0"/>
                                <w:i/>
                                <w:iCs/>
                                <w:color w:val="auto"/>
                                <w:lang w:bidi="fr-FR"/>
                              </w:rPr>
                              <w:t>ette page vous permet de coder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bCs w:val="0"/>
                                <w:i/>
                                <w:iCs/>
                                <w:color w:val="auto"/>
                                <w:lang w:bidi="fr-FR"/>
                              </w:rPr>
                              <w:t xml:space="preserve"> en </w:t>
                            </w:r>
                            <w:r w:rsidRPr="00383019">
                              <w:rPr>
                                <w:rFonts w:ascii="Calibri" w:hAnsi="Calibri" w:cs="Calibri"/>
                                <w:i/>
                                <w:iCs/>
                                <w:color w:val="auto"/>
                                <w:lang w:bidi="fr-FR"/>
                              </w:rPr>
                              <w:t>blocs</w:t>
                            </w:r>
                            <w:r w:rsidR="008C1E73">
                              <w:rPr>
                                <w:rFonts w:ascii="Calibri" w:hAnsi="Calibri" w:cs="Calibri"/>
                                <w:b w:val="0"/>
                                <w:bCs w:val="0"/>
                                <w:i/>
                                <w:iCs/>
                                <w:color w:val="auto"/>
                                <w:lang w:bidi="fr-FR"/>
                              </w:rPr>
                              <w:t xml:space="preserve">, 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bCs w:val="0"/>
                                <w:i/>
                                <w:iCs/>
                                <w:color w:val="auto"/>
                                <w:lang w:bidi="fr-FR"/>
                              </w:rPr>
                              <w:t xml:space="preserve"> </w:t>
                            </w:r>
                            <w:r w:rsidRPr="002E31B7">
                              <w:rPr>
                                <w:rFonts w:ascii="Calibri" w:hAnsi="Calibri" w:cs="Calibri"/>
                                <w:b w:val="0"/>
                                <w:bCs w:val="0"/>
                                <w:i/>
                                <w:iCs/>
                                <w:color w:val="auto"/>
                                <w:lang w:bidi="fr-FR"/>
                              </w:rPr>
                              <w:t xml:space="preserve"> en mode hybride 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bCs w:val="0"/>
                                <w:i/>
                                <w:iCs/>
                                <w:color w:val="auto"/>
                                <w:lang w:bidi="fr-FR"/>
                              </w:rPr>
                              <w:t>(</w:t>
                            </w:r>
                            <w:r w:rsidRPr="002E31B7">
                              <w:rPr>
                                <w:rFonts w:ascii="Calibri" w:hAnsi="Calibri" w:cs="Calibri"/>
                                <w:b w:val="0"/>
                                <w:bCs w:val="0"/>
                                <w:i/>
                                <w:iCs/>
                                <w:color w:val="auto"/>
                                <w:lang w:bidi="fr-FR"/>
                              </w:rPr>
                              <w:t xml:space="preserve"> </w:t>
                            </w:r>
                            <w:r w:rsidRPr="008C1E73">
                              <w:rPr>
                                <w:rFonts w:ascii="Calibri" w:hAnsi="Calibri" w:cs="Calibri"/>
                                <w:i/>
                                <w:iCs/>
                                <w:color w:val="auto"/>
                                <w:lang w:bidi="fr-FR"/>
                              </w:rPr>
                              <w:t>blocs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bCs w:val="0"/>
                                <w:i/>
                                <w:iCs/>
                                <w:color w:val="auto"/>
                                <w:lang w:bidi="fr-FR"/>
                              </w:rPr>
                              <w:t xml:space="preserve"> et</w:t>
                            </w:r>
                            <w:r w:rsidRPr="002E31B7">
                              <w:rPr>
                                <w:rFonts w:ascii="Calibri" w:hAnsi="Calibri" w:cs="Calibri"/>
                                <w:b w:val="0"/>
                                <w:bCs w:val="0"/>
                                <w:i/>
                                <w:iCs/>
                                <w:color w:val="auto"/>
                                <w:lang w:bidi="fr-FR"/>
                              </w:rPr>
                              <w:t xml:space="preserve"> </w:t>
                            </w:r>
                            <w:r w:rsidRPr="008C1E73">
                              <w:rPr>
                                <w:rFonts w:ascii="Calibri" w:hAnsi="Calibri" w:cs="Calibri"/>
                                <w:i/>
                                <w:iCs/>
                                <w:color w:val="auto"/>
                                <w:lang w:bidi="fr-FR"/>
                              </w:rPr>
                              <w:t>Python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bCs w:val="0"/>
                                <w:i/>
                                <w:iCs/>
                                <w:color w:val="auto"/>
                                <w:lang w:bidi="fr-FR"/>
                              </w:rPr>
                              <w:t xml:space="preserve">), ou en mode </w:t>
                            </w:r>
                            <w:r w:rsidRPr="00383019">
                              <w:rPr>
                                <w:rFonts w:ascii="Calibri" w:hAnsi="Calibri" w:cs="Calibri"/>
                                <w:i/>
                                <w:iCs/>
                                <w:color w:val="auto"/>
                                <w:lang w:bidi="fr-FR"/>
                              </w:rPr>
                              <w:t>Python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bCs w:val="0"/>
                                <w:i/>
                                <w:iCs/>
                                <w:color w:val="auto"/>
                                <w:lang w:bidi="fr-FR"/>
                              </w:rPr>
                              <w:t xml:space="preserve"> uniquement</w:t>
                            </w:r>
                            <w:r w:rsidRPr="002E31B7">
                              <w:rPr>
                                <w:rFonts w:ascii="Calibri" w:hAnsi="Calibri" w:cs="Calibri"/>
                                <w:b w:val="0"/>
                                <w:bCs w:val="0"/>
                                <w:i/>
                                <w:iCs/>
                                <w:color w:val="auto"/>
                                <w:lang w:bidi="fr-FR"/>
                              </w:rPr>
                              <w:t>.</w:t>
                            </w:r>
                          </w:p>
                          <w:bookmarkEnd w:id="0"/>
                          <w:p w14:paraId="08DA7CB4" w14:textId="77777777" w:rsidR="00F47252" w:rsidRPr="005C7295" w:rsidRDefault="00F47252" w:rsidP="00A54735">
                            <w:pPr>
                              <w:pStyle w:val="Signature"/>
                              <w:ind w:left="709" w:right="49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40EEC8AD" w14:textId="29C50EA5" w:rsidR="00F47252" w:rsidRPr="006A16E4" w:rsidRDefault="00F47252" w:rsidP="00A54735">
                            <w:pPr>
                              <w:pStyle w:val="Signature"/>
                              <w:numPr>
                                <w:ilvl w:val="0"/>
                                <w:numId w:val="4"/>
                              </w:numPr>
                              <w:ind w:left="709" w:right="49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lang w:bidi="fr-FR"/>
                              </w:rPr>
                              <w:t>Premières lignes de codes (fenêtre hybride blocs &lt;-&gt; Python)</w:t>
                            </w:r>
                          </w:p>
                          <w:p w14:paraId="376AE01C" w14:textId="46051BE3" w:rsidR="00F47252" w:rsidRDefault="00F47252" w:rsidP="00A54735">
                            <w:pPr>
                              <w:pStyle w:val="Signature"/>
                              <w:ind w:left="709" w:right="49"/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lang w:bidi="fr-F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lang w:bidi="fr-FR"/>
                              </w:rPr>
                              <w:t>_ 1</w:t>
                            </w:r>
                            <w:r w:rsidRPr="002E31B7"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vertAlign w:val="superscript"/>
                                <w:lang w:bidi="fr-FR"/>
                              </w:rPr>
                              <w:t>er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vertAlign w:val="superscript"/>
                                <w:lang w:bidi="fr-FR"/>
                              </w:rPr>
                              <w:t>s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lang w:bidi="fr-FR"/>
                              </w:rPr>
                              <w:t xml:space="preserve"> essais : </w:t>
                            </w:r>
                            <w:r w:rsidR="00886C28"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lang w:bidi="fr-FR"/>
                              </w:rPr>
                              <w:t>F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lang w:bidi="fr-FR"/>
                              </w:rPr>
                              <w:t>aire glisser les étiquettes dans le cadre réservé au code par Blocs. Comparer la syntaxe des 2 codes</w:t>
                            </w:r>
                            <w:r w:rsidR="008C1E73"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lang w:bidi="fr-FR"/>
                              </w:rPr>
                              <w:t xml:space="preserve"> </w:t>
                            </w:r>
                            <w:r w:rsidR="008C1E73" w:rsidRPr="008C1E73">
                              <w:rPr>
                                <w:rFonts w:ascii="Calibri" w:hAnsi="Calibri" w:cs="Calibri"/>
                                <w:i/>
                                <w:iCs/>
                                <w:color w:val="auto"/>
                                <w:lang w:bidi="fr-FR"/>
                              </w:rPr>
                              <w:t>Blocs</w:t>
                            </w:r>
                            <w:r w:rsidR="008C1E73"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lang w:bidi="fr-FR"/>
                              </w:rPr>
                              <w:t xml:space="preserve"> et </w:t>
                            </w:r>
                            <w:r w:rsidR="008C1E73" w:rsidRPr="008C1E73">
                              <w:rPr>
                                <w:rFonts w:ascii="Calibri" w:hAnsi="Calibri" w:cs="Calibri"/>
                                <w:i/>
                                <w:iCs/>
                                <w:color w:val="auto"/>
                                <w:lang w:bidi="fr-FR"/>
                              </w:rPr>
                              <w:t>Python</w:t>
                            </w:r>
                            <w:r w:rsidR="008C1E73"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lang w:bidi="fr-FR"/>
                              </w:rPr>
                              <w:t>.</w:t>
                            </w:r>
                          </w:p>
                          <w:p w14:paraId="1A2462B9" w14:textId="2F94347A" w:rsidR="00F47252" w:rsidRDefault="00F47252" w:rsidP="00A54735">
                            <w:pPr>
                              <w:pStyle w:val="Signature"/>
                              <w:ind w:left="709" w:right="49"/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lang w:bidi="fr-F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lang w:bidi="fr-FR"/>
                              </w:rPr>
                              <w:t xml:space="preserve">_ Ecrire le bloc suivant et recopier le script Python ci-dessous. </w:t>
                            </w:r>
                          </w:p>
                          <w:tbl>
                            <w:tblPr>
                              <w:tblStyle w:val="Grilledutableau"/>
                              <w:tblW w:w="7797" w:type="dxa"/>
                              <w:tblBorders>
                                <w:lef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53"/>
                              <w:gridCol w:w="2844"/>
                            </w:tblGrid>
                            <w:tr w:rsidR="00F47252" w14:paraId="5EC7D684" w14:textId="77777777" w:rsidTr="00F47252">
                              <w:tc>
                                <w:tcPr>
                                  <w:tcW w:w="495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00EC10CD" w14:textId="77777777" w:rsidR="00F47252" w:rsidRDefault="00F47252" w:rsidP="00A54735">
                                  <w:pPr>
                                    <w:pStyle w:val="Signature"/>
                                    <w:ind w:left="176" w:right="49"/>
                                    <w:rPr>
                                      <w:rFonts w:ascii="Calibri" w:hAnsi="Calibri" w:cs="Calibri"/>
                                      <w:b w:val="0"/>
                                      <w:bCs w:val="0"/>
                                      <w:color w:val="auto"/>
                                      <w:lang w:bidi="fr-FR"/>
                                    </w:rPr>
                                  </w:pPr>
                                  <w:r w:rsidRPr="002E31B7">
                                    <w:rPr>
                                      <w:rFonts w:ascii="Calibri" w:hAnsi="Calibri" w:cs="Calibri"/>
                                      <w:b w:val="0"/>
                                      <w:bCs w:val="0"/>
                                      <w:noProof/>
                                      <w:color w:val="auto"/>
                                      <w:lang w:bidi="fr-FR"/>
                                    </w:rPr>
                                    <w:drawing>
                                      <wp:inline distT="0" distB="0" distL="0" distR="0" wp14:anchorId="419A257B" wp14:editId="38D31031">
                                        <wp:extent cx="2429411" cy="1729740"/>
                                        <wp:effectExtent l="76200" t="76200" r="142875" b="137160"/>
                                        <wp:docPr id="4" name="Imag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 rotWithShape="1">
                                                <a:blip r:embed="rId9"/>
                                                <a:srcRect l="6891" r="4019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440108" cy="173735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 w="38100" cap="sq" cmpd="sng" algn="ctr">
                                                  <a:solidFill>
                                                    <a:srgbClr val="000000"/>
                                                  </a:solidFill>
                                                  <a:prstDash val="solid"/>
                                                  <a:miter lim="800000"/>
                                                  <a:headEnd type="none" w="med" len="med"/>
                                                  <a:tailEnd type="none" w="med" len="med"/>
                                                  <a:extLst>
                                                    <a:ext uri="{C807C97D-BFC1-408E-A445-0C87EB9F89A2}">
                                                      <ask:lineSketchStyleProps xmlns:ask="http://schemas.microsoft.com/office/drawing/2018/sketchyshapes" sd="0">
                                                        <a:custGeom>
                                                          <a:avLst/>
                                                          <a:gdLst/>
                                                          <a:ahLst/>
                                                          <a:cxnLst/>
                                                          <a:rect l="0" t="0" r="0" b="0"/>
                                                          <a:pathLst/>
                                                        </a:custGeom>
                                                        <ask:type/>
                                                      </ask:lineSketchStyleProps>
                                                    </a:ext>
                                                  </a:extLst>
                                                </a:ln>
                                                <a:effectLst>
                                                  <a:outerShdw blurRad="50800" dist="38100" dir="2700000" algn="tl" rotWithShape="0">
                                                    <a:srgbClr val="000000">
                                                      <a:alpha val="43000"/>
                                                    </a:srgbClr>
                                                  </a:outerShdw>
                                                </a:effectLst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  <w:tcBorders>
                                    <w:left w:val="nil"/>
                                  </w:tcBorders>
                                </w:tcPr>
                                <w:p w14:paraId="7B4D47C9" w14:textId="77777777" w:rsidR="00F47252" w:rsidRDefault="00F47252" w:rsidP="00A54735">
                                  <w:pPr>
                                    <w:pStyle w:val="Signature"/>
                                    <w:ind w:left="709" w:right="49"/>
                                    <w:rPr>
                                      <w:rFonts w:ascii="Calibri" w:hAnsi="Calibri" w:cs="Calibri"/>
                                      <w:b w:val="0"/>
                                      <w:bCs w:val="0"/>
                                      <w:color w:val="auto"/>
                                      <w:lang w:bidi="fr-FR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502051A" w14:textId="463F2863" w:rsidR="00A54735" w:rsidRDefault="00F47252" w:rsidP="00A54735">
                            <w:pPr>
                              <w:pStyle w:val="Signature"/>
                              <w:ind w:left="709" w:right="49"/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</w:rPr>
                            </w:pPr>
                            <w:r w:rsidRPr="00F91164"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</w:rPr>
                              <w:t xml:space="preserve">_ Exécuter le programme. Quelle est la forme dessinée par </w:t>
                            </w:r>
                            <w:r w:rsidR="00CF1219" w:rsidRPr="00F91164"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</w:rPr>
                              <w:t xml:space="preserve">la </w:t>
                            </w:r>
                            <w:r w:rsidR="00CF1219"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</w:rPr>
                              <w:t>tortue</w:t>
                            </w:r>
                            <w:r w:rsidRPr="00F91164"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</w:rPr>
                              <w:t> ?</w:t>
                            </w:r>
                          </w:p>
                          <w:p w14:paraId="6DA26B77" w14:textId="298A9289" w:rsidR="00F47252" w:rsidRPr="00F91164" w:rsidRDefault="00F47252" w:rsidP="00A54735">
                            <w:pPr>
                              <w:pStyle w:val="Signature"/>
                              <w:ind w:left="709" w:right="49"/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</w:rPr>
                            </w:pPr>
                            <w:r w:rsidRPr="00A54735">
                              <w:rPr>
                                <w:b w:val="0"/>
                                <w:bCs w:val="0"/>
                                <w:color w:val="000000" w:themeColor="text1"/>
                              </w:rPr>
                              <w:t>_ _ _ _ _ _ _ _ _ _ _ _</w:t>
                            </w:r>
                            <w:r w:rsidR="00A54735"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</w:rPr>
                              <w:t xml:space="preserve"> </w:t>
                            </w:r>
                            <w:r w:rsidR="00A54735" w:rsidRPr="00A54735">
                              <w:rPr>
                                <w:b w:val="0"/>
                                <w:bCs w:val="0"/>
                                <w:color w:val="000000" w:themeColor="text1"/>
                              </w:rPr>
                              <w:t xml:space="preserve">_ _ _ _ _ _ _ _ _ _ _ _ </w:t>
                            </w:r>
                            <w:r w:rsidR="00A54735">
                              <w:rPr>
                                <w:b w:val="0"/>
                                <w:bCs w:val="0"/>
                                <w:color w:val="000000" w:themeColor="text1"/>
                              </w:rPr>
                              <w:t xml:space="preserve">_ _ _ _ _ _ </w:t>
                            </w:r>
                            <w:r w:rsidRPr="00A54735"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</w:rPr>
                              <w:t xml:space="preserve"> </w:t>
                            </w:r>
                          </w:p>
                          <w:p w14:paraId="0B01A48D" w14:textId="77777777" w:rsidR="00F47252" w:rsidRPr="005C7295" w:rsidRDefault="00F47252" w:rsidP="00A54735">
                            <w:pPr>
                              <w:pStyle w:val="Signature"/>
                              <w:ind w:left="709" w:right="49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33E55A14" w14:textId="77777777" w:rsidR="00F47252" w:rsidRPr="002E31B7" w:rsidRDefault="00F47252" w:rsidP="00A54735">
                            <w:pPr>
                              <w:pStyle w:val="Signature"/>
                              <w:numPr>
                                <w:ilvl w:val="0"/>
                                <w:numId w:val="4"/>
                              </w:numPr>
                              <w:ind w:left="709" w:right="49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lang w:bidi="fr-FR"/>
                              </w:rPr>
                              <w:t>A vous de jouer : comprendre le langage Python (fenêtre Python)</w:t>
                            </w:r>
                          </w:p>
                          <w:p w14:paraId="36F84917" w14:textId="0CA40E9F" w:rsidR="005C7295" w:rsidRDefault="005C7295" w:rsidP="005C7295">
                            <w:pPr>
                              <w:pStyle w:val="Signature"/>
                              <w:ind w:left="502"/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lang w:bidi="fr-F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lang w:bidi="fr-FR"/>
                              </w:rPr>
                              <w:t xml:space="preserve">_ 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lang w:bidi="fr-FR"/>
                              </w:rPr>
                              <w:t xml:space="preserve">Comprendre le rôle de la fonction </w:t>
                            </w:r>
                            <w:r w:rsidRPr="005C7295">
                              <w:rPr>
                                <w:rFonts w:ascii="Calibri" w:hAnsi="Calibri" w:cs="Calibri"/>
                                <w:i/>
                                <w:iCs/>
                                <w:color w:val="auto"/>
                                <w:lang w:bidi="fr-FR"/>
                              </w:rPr>
                              <w:t>chr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lang w:bidi="fr-FR"/>
                              </w:rPr>
                              <w:t xml:space="preserve"> en 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lang w:bidi="fr-FR"/>
                              </w:rPr>
                              <w:t>exécut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lang w:bidi="fr-FR"/>
                              </w:rPr>
                              <w:t>ant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lang w:bidi="fr-FR"/>
                              </w:rPr>
                              <w:t xml:space="preserve"> le script :</w:t>
                            </w:r>
                          </w:p>
                          <w:p w14:paraId="6E18D4DD" w14:textId="77777777" w:rsidR="005C7295" w:rsidRDefault="005C7295" w:rsidP="005C7295">
                            <w:pPr>
                              <w:pStyle w:val="Signature"/>
                              <w:ind w:left="284"/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lang w:bidi="fr-FR"/>
                              </w:rPr>
                            </w:pPr>
                            <w:r w:rsidRPr="002149E0"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lang w:bidi="fr-FR"/>
                              </w:rPr>
                              <w:drawing>
                                <wp:inline distT="0" distB="0" distL="0" distR="0" wp14:anchorId="438AFBD9" wp14:editId="27795B15">
                                  <wp:extent cx="4549140" cy="143383"/>
                                  <wp:effectExtent l="76200" t="76200" r="80010" b="142875"/>
                                  <wp:docPr id="5" name="Imag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10"/>
                                          <a:srcRect t="1851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345870" cy="2315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38100" cap="sq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>
                                            <a:outerShdw blurRad="50800" dist="38100" dir="2700000" algn="tl" rotWithShape="0">
                                              <a:srgbClr val="000000">
                                                <a:alpha val="43000"/>
                                              </a:srgbClr>
                                            </a:outerShdw>
                                          </a:effectLst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CB3C4B" w14:textId="4BA5DE03" w:rsidR="00F47252" w:rsidRPr="007349A6" w:rsidRDefault="00F47252" w:rsidP="005C7295">
                            <w:pPr>
                              <w:pStyle w:val="Signature"/>
                              <w:ind w:left="567" w:right="49"/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lang w:bidi="fr-F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lang w:bidi="fr-FR"/>
                              </w:rPr>
                              <w:t xml:space="preserve">_ </w:t>
                            </w:r>
                            <w:r w:rsidR="008C1E73"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lang w:bidi="fr-FR"/>
                              </w:rPr>
                              <w:t>Télécharger l</w:t>
                            </w:r>
                            <w:r w:rsidRPr="007349A6"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lang w:bidi="fr-FR"/>
                              </w:rPr>
                              <w:t>e script suivant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lang w:bidi="fr-FR"/>
                              </w:rPr>
                              <w:t xml:space="preserve"> </w:t>
                            </w:r>
                            <w:r w:rsidR="008C1E73"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lang w:bidi="fr-FR"/>
                              </w:rPr>
                              <w:t>dans Pronote, à la date de cette séance.</w:t>
                            </w:r>
                          </w:p>
                          <w:p w14:paraId="2E7A04DD" w14:textId="77777777" w:rsidR="00F47252" w:rsidRPr="002E31B7" w:rsidRDefault="00F47252" w:rsidP="00F17D08">
                            <w:pPr>
                              <w:pStyle w:val="Signature"/>
                              <w:ind w:left="284" w:right="49"/>
                              <w:rPr>
                                <w:rFonts w:ascii="Calibri" w:hAnsi="Calibri" w:cs="Calibri"/>
                                <w:lang w:bidi="fr-FR"/>
                              </w:rPr>
                            </w:pPr>
                            <w:r w:rsidRPr="0082362E">
                              <w:rPr>
                                <w:rFonts w:ascii="Calibri" w:hAnsi="Calibri" w:cs="Calibri"/>
                                <w:noProof/>
                                <w:lang w:bidi="fr-FR"/>
                              </w:rPr>
                              <w:drawing>
                                <wp:inline distT="0" distB="0" distL="0" distR="0" wp14:anchorId="05329399" wp14:editId="0644FE1B">
                                  <wp:extent cx="4391660" cy="746760"/>
                                  <wp:effectExtent l="76200" t="76200" r="142240" b="129540"/>
                                  <wp:docPr id="11" name="Imag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11"/>
                                          <a:srcRect b="1022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54723" cy="7574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38100" cap="sq" cmpd="sng" algn="ctr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 lim="800000"/>
                                            <a:headEnd type="none" w="med" len="med"/>
                                            <a:tailEnd type="none" w="med" len="med"/>
                                            <a:extLst>
                                              <a:ext uri="{C807C97D-BFC1-408E-A445-0C87EB9F89A2}">
                                                <ask:lineSketchStyleProps xmlns:ask="http://schemas.microsoft.com/office/drawing/2018/sketchyshapes" sd="0">
                                                  <a:custGeom>
                                                    <a:avLst/>
                                                    <a:gdLst/>
                                                    <a:ahLst/>
                                                    <a:cxnLst/>
                                                    <a:rect l="0" t="0" r="0" b="0"/>
                                                    <a:pathLst/>
                                                  </a:custGeom>
                                                  <ask:type/>
                                                </ask:lineSketchStyleProps>
                                              </a:ext>
                                            </a:extLst>
                                          </a:ln>
                                          <a:effectLst>
                                            <a:outerShdw blurRad="50800" dist="38100" dir="2700000" algn="tl" rotWithShape="0">
                                              <a:srgbClr val="000000">
                                                <a:alpha val="43000"/>
                                              </a:srgbClr>
                                            </a:outerShdw>
                                          </a:effectLst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97E5BF5" w14:textId="77777777" w:rsidR="008C1E73" w:rsidRDefault="00F47252" w:rsidP="00A54735">
                            <w:pPr>
                              <w:pStyle w:val="Signature"/>
                              <w:ind w:left="709" w:right="49"/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lang w:bidi="fr-F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lang w:bidi="fr-FR"/>
                              </w:rPr>
                              <w:t xml:space="preserve">_ </w:t>
                            </w:r>
                            <w:r w:rsidR="008C1E73"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lang w:bidi="fr-FR"/>
                              </w:rPr>
                              <w:t>Recopier et e</w:t>
                            </w:r>
                            <w:r w:rsidRPr="007349A6"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lang w:bidi="fr-FR"/>
                              </w:rPr>
                              <w:t>xécuter le programme : quel est le mot secret ?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lang w:bidi="fr-FR"/>
                              </w:rPr>
                              <w:t xml:space="preserve">  </w:t>
                            </w:r>
                          </w:p>
                          <w:p w14:paraId="48ACBD08" w14:textId="77777777" w:rsidR="008C1E73" w:rsidRPr="00F91164" w:rsidRDefault="008C1E73" w:rsidP="008C1E73">
                            <w:pPr>
                              <w:pStyle w:val="Signature"/>
                              <w:ind w:left="709" w:right="49"/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</w:rPr>
                            </w:pPr>
                            <w:r w:rsidRPr="00A54735">
                              <w:rPr>
                                <w:b w:val="0"/>
                                <w:bCs w:val="0"/>
                                <w:color w:val="000000" w:themeColor="text1"/>
                              </w:rPr>
                              <w:t>_ _ _ _ _ _ _ _ _ _ _ _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</w:rPr>
                              <w:t xml:space="preserve"> </w:t>
                            </w:r>
                            <w:r w:rsidRPr="00A54735">
                              <w:rPr>
                                <w:b w:val="0"/>
                                <w:bCs w:val="0"/>
                                <w:color w:val="000000" w:themeColor="text1"/>
                              </w:rPr>
                              <w:t xml:space="preserve">_ _ _ _ _ _ _ _ _ _ _ _ </w:t>
                            </w:r>
                            <w:r>
                              <w:rPr>
                                <w:b w:val="0"/>
                                <w:bCs w:val="0"/>
                                <w:color w:val="000000" w:themeColor="text1"/>
                              </w:rPr>
                              <w:t xml:space="preserve">_ _ _ _ _ _ </w:t>
                            </w:r>
                            <w:r w:rsidRPr="00A54735"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</w:rPr>
                              <w:t xml:space="preserve"> </w:t>
                            </w:r>
                          </w:p>
                          <w:p w14:paraId="58B56311" w14:textId="77777777" w:rsidR="00F47252" w:rsidRPr="005C7295" w:rsidRDefault="00F47252" w:rsidP="00F47252">
                            <w:pPr>
                              <w:pStyle w:val="Signature"/>
                              <w:ind w:left="709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2A3C26BC" w14:textId="600603F6" w:rsidR="00F47252" w:rsidRPr="00383019" w:rsidRDefault="00F47252" w:rsidP="00F47252">
                            <w:pPr>
                              <w:pStyle w:val="Signature"/>
                              <w:numPr>
                                <w:ilvl w:val="0"/>
                                <w:numId w:val="4"/>
                              </w:numPr>
                              <w:ind w:left="709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lang w:bidi="fr-FR"/>
                              </w:rPr>
                              <w:t>A vous de jouer : découvrir le langage ASCII</w:t>
                            </w:r>
                          </w:p>
                          <w:p w14:paraId="60A6B8A3" w14:textId="2886FD6B" w:rsidR="00F47252" w:rsidRDefault="00F47252" w:rsidP="00383019">
                            <w:pPr>
                              <w:pStyle w:val="Signature"/>
                              <w:ind w:left="709" w:right="-93"/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</w:rPr>
                              <w:t xml:space="preserve">Choisir un mot ou une expression. </w:t>
                            </w:r>
                            <w:r w:rsidRPr="000938AE"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</w:rPr>
                              <w:t xml:space="preserve">Modifier le programme ci-dessous pour 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</w:rPr>
                              <w:t xml:space="preserve">le </w:t>
                            </w:r>
                            <w:r w:rsidRPr="000938AE"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</w:rPr>
                              <w:t>faire apparaitre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</w:rPr>
                              <w:t>. Echanger votre code secret</w:t>
                            </w:r>
                            <w:r w:rsidR="00886C28"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</w:rPr>
                              <w:t xml:space="preserve"> par </w:t>
                            </w:r>
                            <w:r w:rsidR="00886C28" w:rsidRPr="007C17A9">
                              <w:rPr>
                                <w:rFonts w:ascii="Calibri" w:hAnsi="Calibri" w:cs="Calibri"/>
                                <w:b w:val="0"/>
                                <w:bCs w:val="0"/>
                                <w:i/>
                                <w:iCs/>
                                <w:color w:val="auto"/>
                              </w:rPr>
                              <w:t>chat</w:t>
                            </w:r>
                            <w:r w:rsidR="00886C28"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</w:rPr>
                              <w:t xml:space="preserve"> sur Pronote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</w:rPr>
                              <w:t xml:space="preserve"> avec vos voisins !</w:t>
                            </w:r>
                          </w:p>
                          <w:p w14:paraId="65840380" w14:textId="0E841076" w:rsidR="00AD151E" w:rsidRPr="005C7295" w:rsidRDefault="00F47252" w:rsidP="005C7295">
                            <w:pPr>
                              <w:pStyle w:val="Signature"/>
                              <w:spacing w:before="0" w:after="0"/>
                              <w:ind w:left="709"/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FF6600"/>
                              </w:rPr>
                            </w:pPr>
                            <w:r w:rsidRPr="000938AE"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</w:rPr>
                              <w:t>Aide :</w:t>
                            </w:r>
                            <w:r w:rsidRPr="000938AE"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FF6600"/>
                              </w:rPr>
                              <w:t xml:space="preserve"> </w:t>
                            </w:r>
                            <w:hyperlink r:id="rId12" w:history="1">
                              <w:r w:rsidRPr="000938AE">
                                <w:rPr>
                                  <w:rStyle w:val="Lienhypertexte"/>
                                  <w:rFonts w:ascii="Calibri" w:hAnsi="Calibri" w:cs="Calibri"/>
                                  <w:b w:val="0"/>
                                  <w:bCs w:val="0"/>
                                  <w:color w:val="FF6600"/>
                                  <w:u w:val="none"/>
                                </w:rPr>
                                <w:t>https://theasciicode.com.ar/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0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7342D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.6pt;margin-top:121.8pt;width:400.4pt;height:578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" stroked="f">
                <v:textbox inset=",,2.5mm">
                  <w:txbxContent>
                    <w:p w14:paraId="55A71DC5" w14:textId="0D04A62E" w:rsidR="00F47252" w:rsidRPr="008C1E73" w:rsidRDefault="008C1E73" w:rsidP="005C7295">
                      <w:pPr>
                        <w:pStyle w:val="Signature"/>
                        <w:numPr>
                          <w:ilvl w:val="0"/>
                          <w:numId w:val="4"/>
                        </w:numPr>
                        <w:spacing w:before="0" w:after="0"/>
                        <w:ind w:left="709" w:right="49"/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lang w:bidi="fr-FR"/>
                        </w:rPr>
                      </w:pPr>
                      <w:r>
                        <w:rPr>
                          <w:lang w:bidi="fr-FR"/>
                        </w:rPr>
                        <w:t xml:space="preserve">Se connecter au site : </w:t>
                      </w:r>
                      <w:hyperlink r:id="rId13" w:history="1">
                        <w:r w:rsidR="00F47252" w:rsidRPr="008C1E73">
                          <w:rPr>
                            <w:rStyle w:val="Lienhypertexte"/>
                            <w:rFonts w:ascii="Calibri" w:hAnsi="Calibri" w:cs="Calibri"/>
                            <w:b w:val="0"/>
                            <w:bCs w:val="0"/>
                            <w:lang w:bidi="fr-FR"/>
                          </w:rPr>
                          <w:t>https://fr.vittascience.com/python/</w:t>
                        </w:r>
                      </w:hyperlink>
                    </w:p>
                    <w:p w14:paraId="072DF346" w14:textId="25E89E8D" w:rsidR="00F47252" w:rsidRPr="002E31B7" w:rsidRDefault="00F47252" w:rsidP="00A54735">
                      <w:pPr>
                        <w:pStyle w:val="Signature"/>
                        <w:ind w:left="709" w:right="49"/>
                        <w:rPr>
                          <w:rFonts w:ascii="Calibri" w:hAnsi="Calibri" w:cs="Calibri"/>
                          <w:b w:val="0"/>
                          <w:bCs w:val="0"/>
                          <w:i/>
                          <w:iCs/>
                          <w:color w:val="auto"/>
                          <w:lang w:bidi="fr-FR"/>
                        </w:rPr>
                      </w:pPr>
                      <w:bookmarkStart w:id="1" w:name="_Hlk113660685"/>
                      <w:r>
                        <w:rPr>
                          <w:rFonts w:ascii="Calibri" w:hAnsi="Calibri" w:cs="Calibri"/>
                          <w:b w:val="0"/>
                          <w:bCs w:val="0"/>
                          <w:i/>
                          <w:iCs/>
                          <w:color w:val="auto"/>
                          <w:lang w:bidi="fr-FR"/>
                        </w:rPr>
                        <w:t>Menu en haut à gauche : c</w:t>
                      </w:r>
                      <w:r w:rsidRPr="002E31B7">
                        <w:rPr>
                          <w:rFonts w:ascii="Calibri" w:hAnsi="Calibri" w:cs="Calibri"/>
                          <w:b w:val="0"/>
                          <w:bCs w:val="0"/>
                          <w:i/>
                          <w:iCs/>
                          <w:color w:val="auto"/>
                          <w:lang w:bidi="fr-FR"/>
                        </w:rPr>
                        <w:t>ette page vous permet de coder</w:t>
                      </w:r>
                      <w:r>
                        <w:rPr>
                          <w:rFonts w:ascii="Calibri" w:hAnsi="Calibri" w:cs="Calibri"/>
                          <w:b w:val="0"/>
                          <w:bCs w:val="0"/>
                          <w:i/>
                          <w:iCs/>
                          <w:color w:val="auto"/>
                          <w:lang w:bidi="fr-FR"/>
                        </w:rPr>
                        <w:t xml:space="preserve"> en </w:t>
                      </w:r>
                      <w:r w:rsidRPr="00383019">
                        <w:rPr>
                          <w:rFonts w:ascii="Calibri" w:hAnsi="Calibri" w:cs="Calibri"/>
                          <w:i/>
                          <w:iCs/>
                          <w:color w:val="auto"/>
                          <w:lang w:bidi="fr-FR"/>
                        </w:rPr>
                        <w:t>blocs</w:t>
                      </w:r>
                      <w:r w:rsidR="008C1E73">
                        <w:rPr>
                          <w:rFonts w:ascii="Calibri" w:hAnsi="Calibri" w:cs="Calibri"/>
                          <w:b w:val="0"/>
                          <w:bCs w:val="0"/>
                          <w:i/>
                          <w:iCs/>
                          <w:color w:val="auto"/>
                          <w:lang w:bidi="fr-FR"/>
                        </w:rPr>
                        <w:t xml:space="preserve">, </w:t>
                      </w:r>
                      <w:r>
                        <w:rPr>
                          <w:rFonts w:ascii="Calibri" w:hAnsi="Calibri" w:cs="Calibri"/>
                          <w:b w:val="0"/>
                          <w:bCs w:val="0"/>
                          <w:i/>
                          <w:iCs/>
                          <w:color w:val="auto"/>
                          <w:lang w:bidi="fr-FR"/>
                        </w:rPr>
                        <w:t xml:space="preserve"> </w:t>
                      </w:r>
                      <w:r w:rsidRPr="002E31B7">
                        <w:rPr>
                          <w:rFonts w:ascii="Calibri" w:hAnsi="Calibri" w:cs="Calibri"/>
                          <w:b w:val="0"/>
                          <w:bCs w:val="0"/>
                          <w:i/>
                          <w:iCs/>
                          <w:color w:val="auto"/>
                          <w:lang w:bidi="fr-FR"/>
                        </w:rPr>
                        <w:t xml:space="preserve"> en mode hybride </w:t>
                      </w:r>
                      <w:r>
                        <w:rPr>
                          <w:rFonts w:ascii="Calibri" w:hAnsi="Calibri" w:cs="Calibri"/>
                          <w:b w:val="0"/>
                          <w:bCs w:val="0"/>
                          <w:i/>
                          <w:iCs/>
                          <w:color w:val="auto"/>
                          <w:lang w:bidi="fr-FR"/>
                        </w:rPr>
                        <w:t>(</w:t>
                      </w:r>
                      <w:r w:rsidRPr="002E31B7">
                        <w:rPr>
                          <w:rFonts w:ascii="Calibri" w:hAnsi="Calibri" w:cs="Calibri"/>
                          <w:b w:val="0"/>
                          <w:bCs w:val="0"/>
                          <w:i/>
                          <w:iCs/>
                          <w:color w:val="auto"/>
                          <w:lang w:bidi="fr-FR"/>
                        </w:rPr>
                        <w:t xml:space="preserve"> </w:t>
                      </w:r>
                      <w:r w:rsidRPr="008C1E73">
                        <w:rPr>
                          <w:rFonts w:ascii="Calibri" w:hAnsi="Calibri" w:cs="Calibri"/>
                          <w:i/>
                          <w:iCs/>
                          <w:color w:val="auto"/>
                          <w:lang w:bidi="fr-FR"/>
                        </w:rPr>
                        <w:t>blocs</w:t>
                      </w:r>
                      <w:r>
                        <w:rPr>
                          <w:rFonts w:ascii="Calibri" w:hAnsi="Calibri" w:cs="Calibri"/>
                          <w:b w:val="0"/>
                          <w:bCs w:val="0"/>
                          <w:i/>
                          <w:iCs/>
                          <w:color w:val="auto"/>
                          <w:lang w:bidi="fr-FR"/>
                        </w:rPr>
                        <w:t xml:space="preserve"> et</w:t>
                      </w:r>
                      <w:r w:rsidRPr="002E31B7">
                        <w:rPr>
                          <w:rFonts w:ascii="Calibri" w:hAnsi="Calibri" w:cs="Calibri"/>
                          <w:b w:val="0"/>
                          <w:bCs w:val="0"/>
                          <w:i/>
                          <w:iCs/>
                          <w:color w:val="auto"/>
                          <w:lang w:bidi="fr-FR"/>
                        </w:rPr>
                        <w:t xml:space="preserve"> </w:t>
                      </w:r>
                      <w:r w:rsidRPr="008C1E73">
                        <w:rPr>
                          <w:rFonts w:ascii="Calibri" w:hAnsi="Calibri" w:cs="Calibri"/>
                          <w:i/>
                          <w:iCs/>
                          <w:color w:val="auto"/>
                          <w:lang w:bidi="fr-FR"/>
                        </w:rPr>
                        <w:t>Python</w:t>
                      </w:r>
                      <w:r>
                        <w:rPr>
                          <w:rFonts w:ascii="Calibri" w:hAnsi="Calibri" w:cs="Calibri"/>
                          <w:b w:val="0"/>
                          <w:bCs w:val="0"/>
                          <w:i/>
                          <w:iCs/>
                          <w:color w:val="auto"/>
                          <w:lang w:bidi="fr-FR"/>
                        </w:rPr>
                        <w:t xml:space="preserve">), ou en mode </w:t>
                      </w:r>
                      <w:r w:rsidRPr="00383019">
                        <w:rPr>
                          <w:rFonts w:ascii="Calibri" w:hAnsi="Calibri" w:cs="Calibri"/>
                          <w:i/>
                          <w:iCs/>
                          <w:color w:val="auto"/>
                          <w:lang w:bidi="fr-FR"/>
                        </w:rPr>
                        <w:t>Python</w:t>
                      </w:r>
                      <w:r>
                        <w:rPr>
                          <w:rFonts w:ascii="Calibri" w:hAnsi="Calibri" w:cs="Calibri"/>
                          <w:b w:val="0"/>
                          <w:bCs w:val="0"/>
                          <w:i/>
                          <w:iCs/>
                          <w:color w:val="auto"/>
                          <w:lang w:bidi="fr-FR"/>
                        </w:rPr>
                        <w:t xml:space="preserve"> uniquement</w:t>
                      </w:r>
                      <w:r w:rsidRPr="002E31B7">
                        <w:rPr>
                          <w:rFonts w:ascii="Calibri" w:hAnsi="Calibri" w:cs="Calibri"/>
                          <w:b w:val="0"/>
                          <w:bCs w:val="0"/>
                          <w:i/>
                          <w:iCs/>
                          <w:color w:val="auto"/>
                          <w:lang w:bidi="fr-FR"/>
                        </w:rPr>
                        <w:t>.</w:t>
                      </w:r>
                    </w:p>
                    <w:bookmarkEnd w:id="1"/>
                    <w:p w14:paraId="08DA7CB4" w14:textId="77777777" w:rsidR="00F47252" w:rsidRPr="005C7295" w:rsidRDefault="00F47252" w:rsidP="00A54735">
                      <w:pPr>
                        <w:pStyle w:val="Signature"/>
                        <w:ind w:left="709" w:right="49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40EEC8AD" w14:textId="29C50EA5" w:rsidR="00F47252" w:rsidRPr="006A16E4" w:rsidRDefault="00F47252" w:rsidP="00A54735">
                      <w:pPr>
                        <w:pStyle w:val="Signature"/>
                        <w:numPr>
                          <w:ilvl w:val="0"/>
                          <w:numId w:val="4"/>
                        </w:numPr>
                        <w:ind w:left="709" w:right="49"/>
                        <w:rPr>
                          <w:color w:val="000000" w:themeColor="text1"/>
                        </w:rPr>
                      </w:pPr>
                      <w:r>
                        <w:rPr>
                          <w:lang w:bidi="fr-FR"/>
                        </w:rPr>
                        <w:t>Premières lignes de codes (fenêtre hybride blocs &lt;-&gt; Python)</w:t>
                      </w:r>
                    </w:p>
                    <w:p w14:paraId="376AE01C" w14:textId="46051BE3" w:rsidR="00F47252" w:rsidRDefault="00F47252" w:rsidP="00A54735">
                      <w:pPr>
                        <w:pStyle w:val="Signature"/>
                        <w:ind w:left="709" w:right="49"/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lang w:bidi="fr-FR"/>
                        </w:rPr>
                      </w:pPr>
                      <w:r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lang w:bidi="fr-FR"/>
                        </w:rPr>
                        <w:t>_ 1</w:t>
                      </w:r>
                      <w:r w:rsidRPr="002E31B7"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vertAlign w:val="superscript"/>
                          <w:lang w:bidi="fr-FR"/>
                        </w:rPr>
                        <w:t>er</w:t>
                      </w:r>
                      <w:r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vertAlign w:val="superscript"/>
                          <w:lang w:bidi="fr-FR"/>
                        </w:rPr>
                        <w:t>s</w:t>
                      </w:r>
                      <w:r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lang w:bidi="fr-FR"/>
                        </w:rPr>
                        <w:t xml:space="preserve"> essais : </w:t>
                      </w:r>
                      <w:r w:rsidR="00886C28"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lang w:bidi="fr-FR"/>
                        </w:rPr>
                        <w:t>F</w:t>
                      </w:r>
                      <w:r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lang w:bidi="fr-FR"/>
                        </w:rPr>
                        <w:t>aire glisser les étiquettes dans le cadre réservé au code par Blocs. Comparer la syntaxe des 2 codes</w:t>
                      </w:r>
                      <w:r w:rsidR="008C1E73"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lang w:bidi="fr-FR"/>
                        </w:rPr>
                        <w:t xml:space="preserve"> </w:t>
                      </w:r>
                      <w:r w:rsidR="008C1E73" w:rsidRPr="008C1E73">
                        <w:rPr>
                          <w:rFonts w:ascii="Calibri" w:hAnsi="Calibri" w:cs="Calibri"/>
                          <w:i/>
                          <w:iCs/>
                          <w:color w:val="auto"/>
                          <w:lang w:bidi="fr-FR"/>
                        </w:rPr>
                        <w:t>Blocs</w:t>
                      </w:r>
                      <w:r w:rsidR="008C1E73"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lang w:bidi="fr-FR"/>
                        </w:rPr>
                        <w:t xml:space="preserve"> et </w:t>
                      </w:r>
                      <w:r w:rsidR="008C1E73" w:rsidRPr="008C1E73">
                        <w:rPr>
                          <w:rFonts w:ascii="Calibri" w:hAnsi="Calibri" w:cs="Calibri"/>
                          <w:i/>
                          <w:iCs/>
                          <w:color w:val="auto"/>
                          <w:lang w:bidi="fr-FR"/>
                        </w:rPr>
                        <w:t>Python</w:t>
                      </w:r>
                      <w:r w:rsidR="008C1E73"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lang w:bidi="fr-FR"/>
                        </w:rPr>
                        <w:t>.</w:t>
                      </w:r>
                    </w:p>
                    <w:p w14:paraId="1A2462B9" w14:textId="2F94347A" w:rsidR="00F47252" w:rsidRDefault="00F47252" w:rsidP="00A54735">
                      <w:pPr>
                        <w:pStyle w:val="Signature"/>
                        <w:ind w:left="709" w:right="49"/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lang w:bidi="fr-FR"/>
                        </w:rPr>
                      </w:pPr>
                      <w:r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lang w:bidi="fr-FR"/>
                        </w:rPr>
                        <w:t xml:space="preserve">_ Ecrire le bloc suivant et recopier le script Python ci-dessous. </w:t>
                      </w:r>
                    </w:p>
                    <w:tbl>
                      <w:tblPr>
                        <w:tblStyle w:val="Grilledutableau"/>
                        <w:tblW w:w="7797" w:type="dxa"/>
                        <w:tblBorders>
                          <w:lef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53"/>
                        <w:gridCol w:w="2844"/>
                      </w:tblGrid>
                      <w:tr w:rsidR="00F47252" w14:paraId="5EC7D684" w14:textId="77777777" w:rsidTr="00F47252">
                        <w:tc>
                          <w:tcPr>
                            <w:tcW w:w="495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00EC10CD" w14:textId="77777777" w:rsidR="00F47252" w:rsidRDefault="00F47252" w:rsidP="00A54735">
                            <w:pPr>
                              <w:pStyle w:val="Signature"/>
                              <w:ind w:left="176" w:right="49"/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lang w:bidi="fr-FR"/>
                              </w:rPr>
                            </w:pPr>
                            <w:r w:rsidRPr="002E31B7">
                              <w:rPr>
                                <w:rFonts w:ascii="Calibri" w:hAnsi="Calibri" w:cs="Calibri"/>
                                <w:b w:val="0"/>
                                <w:bCs w:val="0"/>
                                <w:noProof/>
                                <w:color w:val="auto"/>
                                <w:lang w:bidi="fr-FR"/>
                              </w:rPr>
                              <w:drawing>
                                <wp:inline distT="0" distB="0" distL="0" distR="0" wp14:anchorId="419A257B" wp14:editId="38D31031">
                                  <wp:extent cx="2429411" cy="1729740"/>
                                  <wp:effectExtent l="76200" t="76200" r="142875" b="137160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9"/>
                                          <a:srcRect l="6891" r="401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40108" cy="1737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38100" cap="sq" cmpd="sng" algn="ctr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 lim="800000"/>
                                            <a:headEnd type="none" w="med" len="med"/>
                                            <a:tailEnd type="none" w="med" len="med"/>
                                            <a:extLst>
                                              <a:ext uri="{C807C97D-BFC1-408E-A445-0C87EB9F89A2}">
                                                <ask:lineSketchStyleProps xmlns:ask="http://schemas.microsoft.com/office/drawing/2018/sketchyshapes" sd="0">
                                                  <a:custGeom>
                                                    <a:avLst/>
                                                    <a:gdLst/>
                                                    <a:ahLst/>
                                                    <a:cxnLst/>
                                                    <a:rect l="0" t="0" r="0" b="0"/>
                                                    <a:pathLst/>
                                                  </a:custGeom>
                                                  <ask:type/>
                                                </ask:lineSketchStyleProps>
                                              </a:ext>
                                            </a:extLst>
                                          </a:ln>
                                          <a:effectLst>
                                            <a:outerShdw blurRad="50800" dist="38100" dir="2700000" algn="tl" rotWithShape="0">
                                              <a:srgbClr val="000000">
                                                <a:alpha val="43000"/>
                                              </a:srgbClr>
                                            </a:outerShdw>
                                          </a:effectLst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844" w:type="dxa"/>
                            <w:tcBorders>
                              <w:left w:val="nil"/>
                            </w:tcBorders>
                          </w:tcPr>
                          <w:p w14:paraId="7B4D47C9" w14:textId="77777777" w:rsidR="00F47252" w:rsidRDefault="00F47252" w:rsidP="00A54735">
                            <w:pPr>
                              <w:pStyle w:val="Signature"/>
                              <w:ind w:left="709" w:right="49"/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lang w:bidi="fr-FR"/>
                              </w:rPr>
                            </w:pPr>
                          </w:p>
                        </w:tc>
                      </w:tr>
                    </w:tbl>
                    <w:p w14:paraId="3502051A" w14:textId="463F2863" w:rsidR="00A54735" w:rsidRDefault="00F47252" w:rsidP="00A54735">
                      <w:pPr>
                        <w:pStyle w:val="Signature"/>
                        <w:ind w:left="709" w:right="49"/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</w:rPr>
                      </w:pPr>
                      <w:r w:rsidRPr="00F91164"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</w:rPr>
                        <w:t xml:space="preserve">_ Exécuter le programme. Quelle est la forme dessinée par </w:t>
                      </w:r>
                      <w:r w:rsidR="00CF1219" w:rsidRPr="00F91164"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</w:rPr>
                        <w:t xml:space="preserve">la </w:t>
                      </w:r>
                      <w:r w:rsidR="00CF1219"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</w:rPr>
                        <w:t>tortue</w:t>
                      </w:r>
                      <w:r w:rsidRPr="00F91164"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</w:rPr>
                        <w:t> ?</w:t>
                      </w:r>
                    </w:p>
                    <w:p w14:paraId="6DA26B77" w14:textId="298A9289" w:rsidR="00F47252" w:rsidRPr="00F91164" w:rsidRDefault="00F47252" w:rsidP="00A54735">
                      <w:pPr>
                        <w:pStyle w:val="Signature"/>
                        <w:ind w:left="709" w:right="49"/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</w:rPr>
                      </w:pPr>
                      <w:r w:rsidRPr="00A54735">
                        <w:rPr>
                          <w:b w:val="0"/>
                          <w:bCs w:val="0"/>
                          <w:color w:val="000000" w:themeColor="text1"/>
                        </w:rPr>
                        <w:t>_ _ _ _ _ _ _ _ _ _ _ _</w:t>
                      </w:r>
                      <w:r w:rsidR="00A54735"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</w:rPr>
                        <w:t xml:space="preserve"> </w:t>
                      </w:r>
                      <w:r w:rsidR="00A54735" w:rsidRPr="00A54735">
                        <w:rPr>
                          <w:b w:val="0"/>
                          <w:bCs w:val="0"/>
                          <w:color w:val="000000" w:themeColor="text1"/>
                        </w:rPr>
                        <w:t xml:space="preserve">_ _ _ _ _ _ _ _ _ _ _ _ </w:t>
                      </w:r>
                      <w:r w:rsidR="00A54735">
                        <w:rPr>
                          <w:b w:val="0"/>
                          <w:bCs w:val="0"/>
                          <w:color w:val="000000" w:themeColor="text1"/>
                        </w:rPr>
                        <w:t xml:space="preserve">_ _ _ _ _ _ </w:t>
                      </w:r>
                      <w:r w:rsidRPr="00A54735"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</w:rPr>
                        <w:t xml:space="preserve"> </w:t>
                      </w:r>
                    </w:p>
                    <w:p w14:paraId="0B01A48D" w14:textId="77777777" w:rsidR="00F47252" w:rsidRPr="005C7295" w:rsidRDefault="00F47252" w:rsidP="00A54735">
                      <w:pPr>
                        <w:pStyle w:val="Signature"/>
                        <w:ind w:left="709" w:right="49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33E55A14" w14:textId="77777777" w:rsidR="00F47252" w:rsidRPr="002E31B7" w:rsidRDefault="00F47252" w:rsidP="00A54735">
                      <w:pPr>
                        <w:pStyle w:val="Signature"/>
                        <w:numPr>
                          <w:ilvl w:val="0"/>
                          <w:numId w:val="4"/>
                        </w:numPr>
                        <w:ind w:left="709" w:right="49"/>
                        <w:rPr>
                          <w:color w:val="000000" w:themeColor="text1"/>
                        </w:rPr>
                      </w:pPr>
                      <w:r>
                        <w:rPr>
                          <w:lang w:bidi="fr-FR"/>
                        </w:rPr>
                        <w:t>A vous de jouer : comprendre le langage Python (fenêtre Python)</w:t>
                      </w:r>
                    </w:p>
                    <w:p w14:paraId="36F84917" w14:textId="0CA40E9F" w:rsidR="005C7295" w:rsidRDefault="005C7295" w:rsidP="005C7295">
                      <w:pPr>
                        <w:pStyle w:val="Signature"/>
                        <w:ind w:left="502"/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lang w:bidi="fr-FR"/>
                        </w:rPr>
                      </w:pPr>
                      <w:r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lang w:bidi="fr-FR"/>
                        </w:rPr>
                        <w:t xml:space="preserve">_ </w:t>
                      </w:r>
                      <w:r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lang w:bidi="fr-FR"/>
                        </w:rPr>
                        <w:t xml:space="preserve">Comprendre le rôle de la fonction </w:t>
                      </w:r>
                      <w:r w:rsidRPr="005C7295">
                        <w:rPr>
                          <w:rFonts w:ascii="Calibri" w:hAnsi="Calibri" w:cs="Calibri"/>
                          <w:i/>
                          <w:iCs/>
                          <w:color w:val="auto"/>
                          <w:lang w:bidi="fr-FR"/>
                        </w:rPr>
                        <w:t>chr</w:t>
                      </w:r>
                      <w:r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lang w:bidi="fr-FR"/>
                        </w:rPr>
                        <w:t xml:space="preserve"> en </w:t>
                      </w:r>
                      <w:r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lang w:bidi="fr-FR"/>
                        </w:rPr>
                        <w:t>exécut</w:t>
                      </w:r>
                      <w:r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lang w:bidi="fr-FR"/>
                        </w:rPr>
                        <w:t>ant</w:t>
                      </w:r>
                      <w:r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lang w:bidi="fr-FR"/>
                        </w:rPr>
                        <w:t xml:space="preserve"> le script :</w:t>
                      </w:r>
                    </w:p>
                    <w:p w14:paraId="6E18D4DD" w14:textId="77777777" w:rsidR="005C7295" w:rsidRDefault="005C7295" w:rsidP="005C7295">
                      <w:pPr>
                        <w:pStyle w:val="Signature"/>
                        <w:ind w:left="284"/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lang w:bidi="fr-FR"/>
                        </w:rPr>
                      </w:pPr>
                      <w:r w:rsidRPr="002149E0"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lang w:bidi="fr-FR"/>
                        </w:rPr>
                        <w:drawing>
                          <wp:inline distT="0" distB="0" distL="0" distR="0" wp14:anchorId="438AFBD9" wp14:editId="27795B15">
                            <wp:extent cx="4549140" cy="143383"/>
                            <wp:effectExtent l="76200" t="76200" r="80010" b="142875"/>
                            <wp:docPr id="5" name="Imag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 rotWithShape="1">
                                    <a:blip r:embed="rId10"/>
                                    <a:srcRect t="1851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7345870" cy="231532"/>
                                    </a:xfrm>
                                    <a:prstGeom prst="rect">
                                      <a:avLst/>
                                    </a:prstGeom>
                                    <a:ln w="38100" cap="sq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>
                                      <a:outerShdw blurRad="50800" dist="38100" dir="2700000" algn="tl" rotWithShape="0">
                                        <a:srgbClr val="000000">
                                          <a:alpha val="43000"/>
                                        </a:srgbClr>
                                      </a:outerShdw>
                                    </a:effectLst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CB3C4B" w14:textId="4BA5DE03" w:rsidR="00F47252" w:rsidRPr="007349A6" w:rsidRDefault="00F47252" w:rsidP="005C7295">
                      <w:pPr>
                        <w:pStyle w:val="Signature"/>
                        <w:ind w:left="567" w:right="49"/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lang w:bidi="fr-FR"/>
                        </w:rPr>
                      </w:pPr>
                      <w:r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lang w:bidi="fr-FR"/>
                        </w:rPr>
                        <w:t xml:space="preserve">_ </w:t>
                      </w:r>
                      <w:r w:rsidR="008C1E73"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lang w:bidi="fr-FR"/>
                        </w:rPr>
                        <w:t>Télécharger l</w:t>
                      </w:r>
                      <w:r w:rsidRPr="007349A6"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lang w:bidi="fr-FR"/>
                        </w:rPr>
                        <w:t>e script suivant</w:t>
                      </w:r>
                      <w:r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lang w:bidi="fr-FR"/>
                        </w:rPr>
                        <w:t xml:space="preserve"> </w:t>
                      </w:r>
                      <w:r w:rsidR="008C1E73"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lang w:bidi="fr-FR"/>
                        </w:rPr>
                        <w:t>dans Pronote, à la date de cette séance.</w:t>
                      </w:r>
                    </w:p>
                    <w:p w14:paraId="2E7A04DD" w14:textId="77777777" w:rsidR="00F47252" w:rsidRPr="002E31B7" w:rsidRDefault="00F47252" w:rsidP="00F17D08">
                      <w:pPr>
                        <w:pStyle w:val="Signature"/>
                        <w:ind w:left="284" w:right="49"/>
                        <w:rPr>
                          <w:rFonts w:ascii="Calibri" w:hAnsi="Calibri" w:cs="Calibri"/>
                          <w:lang w:bidi="fr-FR"/>
                        </w:rPr>
                      </w:pPr>
                      <w:r w:rsidRPr="0082362E">
                        <w:rPr>
                          <w:rFonts w:ascii="Calibri" w:hAnsi="Calibri" w:cs="Calibri"/>
                          <w:noProof/>
                          <w:lang w:bidi="fr-FR"/>
                        </w:rPr>
                        <w:drawing>
                          <wp:inline distT="0" distB="0" distL="0" distR="0" wp14:anchorId="05329399" wp14:editId="0644FE1B">
                            <wp:extent cx="4391660" cy="746760"/>
                            <wp:effectExtent l="76200" t="76200" r="142240" b="129540"/>
                            <wp:docPr id="11" name="Imag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 rotWithShape="1">
                                    <a:blip r:embed="rId11"/>
                                    <a:srcRect b="1022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454723" cy="757483"/>
                                    </a:xfrm>
                                    <a:prstGeom prst="rect">
                                      <a:avLst/>
                                    </a:prstGeom>
                                    <a:ln w="38100" cap="sq" cmpd="sng" algn="ctr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med" len="med"/>
                                      <a:tailEnd type="none" w="med" len="med"/>
                                      <a:extLst>
                                        <a:ext uri="{C807C97D-BFC1-408E-A445-0C87EB9F89A2}">
                                          <ask:lineSketchStyleProps xmlns:ask="http://schemas.microsoft.com/office/drawing/2018/sketchyshapes" sd="0">
                                            <a:custGeom>
                                              <a:avLst/>
                                              <a:gdLst/>
                                              <a:ahLst/>
                                              <a:cxnLst/>
                                              <a:rect l="0" t="0" r="0" b="0"/>
                                              <a:pathLst/>
                                            </a:custGeom>
                                            <ask:type/>
                                          </ask:lineSketchStyleProps>
                                        </a:ext>
                                      </a:extLst>
                                    </a:ln>
                                    <a:effectLst>
                                      <a:outerShdw blurRad="50800" dist="38100" dir="2700000" algn="tl" rotWithShape="0">
                                        <a:srgbClr val="000000">
                                          <a:alpha val="43000"/>
                                        </a:srgbClr>
                                      </a:outerShdw>
                                    </a:effectLst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97E5BF5" w14:textId="77777777" w:rsidR="008C1E73" w:rsidRDefault="00F47252" w:rsidP="00A54735">
                      <w:pPr>
                        <w:pStyle w:val="Signature"/>
                        <w:ind w:left="709" w:right="49"/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lang w:bidi="fr-FR"/>
                        </w:rPr>
                      </w:pPr>
                      <w:r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lang w:bidi="fr-FR"/>
                        </w:rPr>
                        <w:t xml:space="preserve">_ </w:t>
                      </w:r>
                      <w:r w:rsidR="008C1E73"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lang w:bidi="fr-FR"/>
                        </w:rPr>
                        <w:t>Recopier et e</w:t>
                      </w:r>
                      <w:r w:rsidRPr="007349A6"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lang w:bidi="fr-FR"/>
                        </w:rPr>
                        <w:t>xécuter le programme : quel est le mot secret ?</w:t>
                      </w:r>
                      <w:r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lang w:bidi="fr-FR"/>
                        </w:rPr>
                        <w:t xml:space="preserve">  </w:t>
                      </w:r>
                    </w:p>
                    <w:p w14:paraId="48ACBD08" w14:textId="77777777" w:rsidR="008C1E73" w:rsidRPr="00F91164" w:rsidRDefault="008C1E73" w:rsidP="008C1E73">
                      <w:pPr>
                        <w:pStyle w:val="Signature"/>
                        <w:ind w:left="709" w:right="49"/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</w:rPr>
                      </w:pPr>
                      <w:r w:rsidRPr="00A54735">
                        <w:rPr>
                          <w:b w:val="0"/>
                          <w:bCs w:val="0"/>
                          <w:color w:val="000000" w:themeColor="text1"/>
                        </w:rPr>
                        <w:t>_ _ _ _ _ _ _ _ _ _ _ _</w:t>
                      </w:r>
                      <w:r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</w:rPr>
                        <w:t xml:space="preserve"> </w:t>
                      </w:r>
                      <w:r w:rsidRPr="00A54735">
                        <w:rPr>
                          <w:b w:val="0"/>
                          <w:bCs w:val="0"/>
                          <w:color w:val="000000" w:themeColor="text1"/>
                        </w:rPr>
                        <w:t xml:space="preserve">_ _ _ _ _ _ _ _ _ _ _ _ </w:t>
                      </w:r>
                      <w:r>
                        <w:rPr>
                          <w:b w:val="0"/>
                          <w:bCs w:val="0"/>
                          <w:color w:val="000000" w:themeColor="text1"/>
                        </w:rPr>
                        <w:t xml:space="preserve">_ _ _ _ _ _ </w:t>
                      </w:r>
                      <w:r w:rsidRPr="00A54735"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</w:rPr>
                        <w:t xml:space="preserve"> </w:t>
                      </w:r>
                    </w:p>
                    <w:p w14:paraId="58B56311" w14:textId="77777777" w:rsidR="00F47252" w:rsidRPr="005C7295" w:rsidRDefault="00F47252" w:rsidP="00F47252">
                      <w:pPr>
                        <w:pStyle w:val="Signature"/>
                        <w:ind w:left="709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2A3C26BC" w14:textId="600603F6" w:rsidR="00F47252" w:rsidRPr="00383019" w:rsidRDefault="00F47252" w:rsidP="00F47252">
                      <w:pPr>
                        <w:pStyle w:val="Signature"/>
                        <w:numPr>
                          <w:ilvl w:val="0"/>
                          <w:numId w:val="4"/>
                        </w:numPr>
                        <w:ind w:left="709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lang w:bidi="fr-FR"/>
                        </w:rPr>
                        <w:t>A vous de jouer : découvrir le langage ASCII</w:t>
                      </w:r>
                    </w:p>
                    <w:p w14:paraId="60A6B8A3" w14:textId="2886FD6B" w:rsidR="00F47252" w:rsidRDefault="00F47252" w:rsidP="00383019">
                      <w:pPr>
                        <w:pStyle w:val="Signature"/>
                        <w:ind w:left="709" w:right="-93"/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</w:rPr>
                      </w:pPr>
                      <w:r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</w:rPr>
                        <w:t xml:space="preserve">Choisir un mot ou une expression. </w:t>
                      </w:r>
                      <w:r w:rsidRPr="000938AE"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</w:rPr>
                        <w:t xml:space="preserve">Modifier le programme ci-dessous pour </w:t>
                      </w:r>
                      <w:r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</w:rPr>
                        <w:t xml:space="preserve">le </w:t>
                      </w:r>
                      <w:r w:rsidRPr="000938AE"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</w:rPr>
                        <w:t>faire apparaitre</w:t>
                      </w:r>
                      <w:r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</w:rPr>
                        <w:t>. Echanger votre code secret</w:t>
                      </w:r>
                      <w:r w:rsidR="00886C28"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</w:rPr>
                        <w:t xml:space="preserve"> par </w:t>
                      </w:r>
                      <w:r w:rsidR="00886C28" w:rsidRPr="007C17A9">
                        <w:rPr>
                          <w:rFonts w:ascii="Calibri" w:hAnsi="Calibri" w:cs="Calibri"/>
                          <w:b w:val="0"/>
                          <w:bCs w:val="0"/>
                          <w:i/>
                          <w:iCs/>
                          <w:color w:val="auto"/>
                        </w:rPr>
                        <w:t>chat</w:t>
                      </w:r>
                      <w:r w:rsidR="00886C28"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</w:rPr>
                        <w:t xml:space="preserve"> sur Pronote</w:t>
                      </w:r>
                      <w:r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</w:rPr>
                        <w:t xml:space="preserve"> avec vos voisins !</w:t>
                      </w:r>
                    </w:p>
                    <w:p w14:paraId="65840380" w14:textId="0E841076" w:rsidR="00AD151E" w:rsidRPr="005C7295" w:rsidRDefault="00F47252" w:rsidP="005C7295">
                      <w:pPr>
                        <w:pStyle w:val="Signature"/>
                        <w:spacing w:before="0" w:after="0"/>
                        <w:ind w:left="709"/>
                        <w:rPr>
                          <w:rFonts w:ascii="Calibri" w:hAnsi="Calibri" w:cs="Calibri"/>
                          <w:b w:val="0"/>
                          <w:bCs w:val="0"/>
                          <w:color w:val="FF6600"/>
                        </w:rPr>
                      </w:pPr>
                      <w:r w:rsidRPr="000938AE"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</w:rPr>
                        <w:t>Aide :</w:t>
                      </w:r>
                      <w:r w:rsidRPr="000938AE">
                        <w:rPr>
                          <w:rFonts w:ascii="Calibri" w:hAnsi="Calibri" w:cs="Calibri"/>
                          <w:b w:val="0"/>
                          <w:bCs w:val="0"/>
                          <w:color w:val="FF6600"/>
                        </w:rPr>
                        <w:t xml:space="preserve"> </w:t>
                      </w:r>
                      <w:hyperlink r:id="rId14" w:history="1">
                        <w:r w:rsidRPr="000938AE">
                          <w:rPr>
                            <w:rStyle w:val="Lienhypertexte"/>
                            <w:rFonts w:ascii="Calibri" w:hAnsi="Calibri" w:cs="Calibri"/>
                            <w:b w:val="0"/>
                            <w:bCs w:val="0"/>
                            <w:color w:val="FF6600"/>
                            <w:u w:val="none"/>
                          </w:rPr>
                          <w:t>https://theasciicode.com.ar/</w:t>
                        </w:r>
                      </w:hyperlink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370C82">
        <w:t>SCENARIO</w:t>
      </w:r>
    </w:p>
    <w:p w14:paraId="5556210B" w14:textId="77777777" w:rsidR="009A5425" w:rsidRDefault="009A5425" w:rsidP="009A5425">
      <w:pPr>
        <w:pStyle w:val="Titre2"/>
      </w:pPr>
      <w:r>
        <w:t>CYCLE</w:t>
      </w:r>
    </w:p>
    <w:p w14:paraId="643E9629" w14:textId="6166028B" w:rsidR="009A5425" w:rsidRDefault="009628F5" w:rsidP="004B56B4">
      <w:pPr>
        <w:tabs>
          <w:tab w:val="left" w:pos="2268"/>
          <w:tab w:val="left" w:pos="3402"/>
          <w:tab w:val="left" w:pos="4536"/>
          <w:tab w:val="left" w:pos="5529"/>
        </w:tabs>
        <w:spacing w:before="120" w:after="120"/>
        <w:ind w:left="1134"/>
      </w:pPr>
      <w:sdt>
        <w:sdtPr>
          <w:id w:val="1159891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33E9">
            <w:rPr>
              <w:rFonts w:ascii="MS Gothic" w:eastAsia="MS Gothic" w:hAnsi="MS Gothic" w:hint="eastAsia"/>
            </w:rPr>
            <w:t>☐</w:t>
          </w:r>
        </w:sdtContent>
      </w:sdt>
      <w:r w:rsidR="00886E9E">
        <w:t xml:space="preserve">3 </w:t>
      </w:r>
      <w:r w:rsidR="00886E9E">
        <w:tab/>
      </w:r>
      <w:sdt>
        <w:sdtPr>
          <w:id w:val="1014188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6E9E">
            <w:rPr>
              <w:rFonts w:ascii="MS Gothic" w:eastAsia="MS Gothic" w:hAnsi="MS Gothic" w:hint="eastAsia"/>
            </w:rPr>
            <w:t>☐</w:t>
          </w:r>
        </w:sdtContent>
      </w:sdt>
      <w:r w:rsidR="00886E9E">
        <w:t xml:space="preserve">4 </w:t>
      </w:r>
      <w:r w:rsidR="00886E9E">
        <w:tab/>
      </w:r>
      <w:sdt>
        <w:sdtPr>
          <w:id w:val="-175156929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17D08">
            <w:rPr>
              <w:rFonts w:ascii="MS Gothic" w:eastAsia="MS Gothic" w:hAnsi="MS Gothic" w:hint="eastAsia"/>
            </w:rPr>
            <w:t>☒</w:t>
          </w:r>
        </w:sdtContent>
      </w:sdt>
      <w:r w:rsidR="00886E9E">
        <w:t xml:space="preserve"> Lycée</w:t>
      </w:r>
    </w:p>
    <w:p w14:paraId="501383B4" w14:textId="77777777" w:rsidR="009A5425" w:rsidRDefault="009A5425" w:rsidP="009A5425">
      <w:pPr>
        <w:pStyle w:val="Titre2"/>
      </w:pPr>
      <w:r>
        <w:t>NIVEAU(X) DE CLASSE</w:t>
      </w:r>
    </w:p>
    <w:p w14:paraId="17B05DF2" w14:textId="39ECFD64" w:rsidR="00F21244" w:rsidRPr="00F21244" w:rsidRDefault="009628F5" w:rsidP="004B56B4">
      <w:pPr>
        <w:tabs>
          <w:tab w:val="left" w:pos="1985"/>
          <w:tab w:val="left" w:pos="2835"/>
          <w:tab w:val="left" w:pos="3686"/>
          <w:tab w:val="left" w:pos="4536"/>
          <w:tab w:val="left" w:pos="5387"/>
          <w:tab w:val="left" w:pos="6237"/>
        </w:tabs>
        <w:spacing w:before="120"/>
        <w:ind w:left="1134"/>
        <w:rPr>
          <w:sz w:val="2"/>
          <w:szCs w:val="2"/>
        </w:rPr>
      </w:pPr>
      <w:sdt>
        <w:sdtPr>
          <w:id w:val="-1807550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6E9E">
            <w:rPr>
              <w:rFonts w:ascii="MS Gothic" w:eastAsia="MS Gothic" w:hAnsi="MS Gothic" w:hint="eastAsia"/>
            </w:rPr>
            <w:t>☐</w:t>
          </w:r>
        </w:sdtContent>
      </w:sdt>
      <w:r w:rsidR="00886E9E">
        <w:t>6</w:t>
      </w:r>
      <w:r w:rsidR="00886E9E" w:rsidRPr="00886E9E">
        <w:rPr>
          <w:vertAlign w:val="superscript"/>
        </w:rPr>
        <w:t>ème</w:t>
      </w:r>
      <w:r w:rsidR="00886E9E">
        <w:tab/>
      </w:r>
      <w:sdt>
        <w:sdtPr>
          <w:id w:val="-442225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6E9E">
            <w:rPr>
              <w:rFonts w:ascii="MS Gothic" w:eastAsia="MS Gothic" w:hAnsi="MS Gothic" w:hint="eastAsia"/>
            </w:rPr>
            <w:t>☐</w:t>
          </w:r>
        </w:sdtContent>
      </w:sdt>
      <w:r w:rsidR="00886E9E">
        <w:t>5</w:t>
      </w:r>
      <w:r w:rsidR="00886E9E" w:rsidRPr="00886E9E">
        <w:rPr>
          <w:vertAlign w:val="superscript"/>
        </w:rPr>
        <w:t>ème</w:t>
      </w:r>
      <w:r w:rsidR="00886E9E">
        <w:tab/>
      </w:r>
      <w:sdt>
        <w:sdtPr>
          <w:id w:val="-614290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6E9E">
            <w:rPr>
              <w:rFonts w:ascii="MS Gothic" w:eastAsia="MS Gothic" w:hAnsi="MS Gothic" w:hint="eastAsia"/>
            </w:rPr>
            <w:t>☐</w:t>
          </w:r>
        </w:sdtContent>
      </w:sdt>
      <w:r w:rsidR="00886E9E">
        <w:t>4</w:t>
      </w:r>
      <w:r w:rsidR="00886E9E" w:rsidRPr="00886E9E">
        <w:rPr>
          <w:vertAlign w:val="superscript"/>
        </w:rPr>
        <w:t>ème</w:t>
      </w:r>
      <w:r w:rsidR="00886E9E">
        <w:t xml:space="preserve"> </w:t>
      </w:r>
      <w:r w:rsidR="00886E9E">
        <w:tab/>
      </w:r>
      <w:sdt>
        <w:sdtPr>
          <w:id w:val="165597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6921">
            <w:rPr>
              <w:rFonts w:ascii="MS Gothic" w:eastAsia="MS Gothic" w:hAnsi="MS Gothic" w:hint="eastAsia"/>
            </w:rPr>
            <w:t>☐</w:t>
          </w:r>
        </w:sdtContent>
      </w:sdt>
      <w:r w:rsidR="00886E9E">
        <w:t>3</w:t>
      </w:r>
      <w:r w:rsidR="00886E9E" w:rsidRPr="00886E9E">
        <w:rPr>
          <w:vertAlign w:val="superscript"/>
        </w:rPr>
        <w:t>ème</w:t>
      </w:r>
      <w:r w:rsidR="00886E9E">
        <w:t xml:space="preserve"> </w:t>
      </w:r>
      <w:r w:rsidR="00886E9E">
        <w:tab/>
      </w:r>
      <w:sdt>
        <w:sdtPr>
          <w:id w:val="100894752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17D08">
            <w:rPr>
              <w:rFonts w:ascii="MS Gothic" w:eastAsia="MS Gothic" w:hAnsi="MS Gothic" w:hint="eastAsia"/>
            </w:rPr>
            <w:t>☒</w:t>
          </w:r>
        </w:sdtContent>
      </w:sdt>
      <w:r w:rsidR="00886E9E">
        <w:t>2</w:t>
      </w:r>
      <w:r w:rsidR="00886E9E" w:rsidRPr="00886E9E">
        <w:rPr>
          <w:vertAlign w:val="superscript"/>
        </w:rPr>
        <w:t>e</w:t>
      </w:r>
      <w:r w:rsidR="00886E9E">
        <w:t xml:space="preserve"> </w:t>
      </w:r>
      <w:r w:rsidR="00886E9E">
        <w:tab/>
      </w:r>
      <w:sdt>
        <w:sdtPr>
          <w:id w:val="-96434775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17D08">
            <w:rPr>
              <w:rFonts w:ascii="MS Gothic" w:eastAsia="MS Gothic" w:hAnsi="MS Gothic" w:hint="eastAsia"/>
            </w:rPr>
            <w:t>☒</w:t>
          </w:r>
        </w:sdtContent>
      </w:sdt>
      <w:r w:rsidR="00886E9E">
        <w:t>1</w:t>
      </w:r>
      <w:r w:rsidR="00886E9E" w:rsidRPr="00886E9E">
        <w:rPr>
          <w:vertAlign w:val="superscript"/>
        </w:rPr>
        <w:t>re</w:t>
      </w:r>
      <w:r w:rsidR="00886E9E">
        <w:t xml:space="preserve"> </w:t>
      </w:r>
      <w:r w:rsidR="00886E9E">
        <w:tab/>
      </w:r>
      <w:sdt>
        <w:sdtPr>
          <w:id w:val="19720896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6E9E">
            <w:rPr>
              <w:rFonts w:ascii="MS Gothic" w:eastAsia="MS Gothic" w:hAnsi="MS Gothic" w:hint="eastAsia"/>
            </w:rPr>
            <w:t>☐</w:t>
          </w:r>
        </w:sdtContent>
      </w:sdt>
      <w:r w:rsidR="00886E9E">
        <w:t>Tle</w:t>
      </w:r>
      <w:r w:rsidR="00F21244">
        <w:t xml:space="preserve"> </w:t>
      </w:r>
    </w:p>
    <w:p w14:paraId="6410C050" w14:textId="77777777" w:rsidR="00DF32D1" w:rsidRDefault="00DF32D1" w:rsidP="00F21244">
      <w:pPr>
        <w:pStyle w:val="Titre3"/>
      </w:pPr>
      <w:r>
        <w:t>CRCN</w:t>
      </w:r>
    </w:p>
    <w:p w14:paraId="71AEAE20" w14:textId="77777777" w:rsidR="00987CAB" w:rsidRDefault="00987CAB" w:rsidP="00987CAB">
      <w:pPr>
        <w:pStyle w:val="Titre4"/>
      </w:pPr>
      <w:r>
        <w:t>Domaines</w:t>
      </w:r>
    </w:p>
    <w:tbl>
      <w:tblPr>
        <w:tblStyle w:val="Grilledutableau"/>
        <w:tblW w:w="382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828"/>
      </w:tblGrid>
      <w:tr w:rsidR="000C6214" w14:paraId="2DB93EAE" w14:textId="77777777" w:rsidTr="0097157C">
        <w:tc>
          <w:tcPr>
            <w:tcW w:w="3828" w:type="dxa"/>
            <w:shd w:val="clear" w:color="auto" w:fill="F7CAAC" w:themeFill="accent2" w:themeFillTint="66"/>
          </w:tcPr>
          <w:p w14:paraId="2748C4F9" w14:textId="77777777" w:rsidR="000C6214" w:rsidRPr="004E2947" w:rsidRDefault="000C6214" w:rsidP="0097157C">
            <w:pPr>
              <w:pStyle w:val="Domaines"/>
              <w:ind w:left="36" w:firstLine="0"/>
            </w:pPr>
            <w:r w:rsidRPr="004E2947">
              <w:t>2. Communication et collaboration</w:t>
            </w:r>
          </w:p>
        </w:tc>
      </w:tr>
      <w:tr w:rsidR="000C6214" w14:paraId="259F24B0" w14:textId="77777777" w:rsidTr="0097157C">
        <w:tc>
          <w:tcPr>
            <w:tcW w:w="3828" w:type="dxa"/>
            <w:shd w:val="clear" w:color="auto" w:fill="F7CAAC" w:themeFill="accent2" w:themeFillTint="66"/>
          </w:tcPr>
          <w:p w14:paraId="36A651DC" w14:textId="77777777" w:rsidR="000C6214" w:rsidRPr="004E2947" w:rsidRDefault="000C6214" w:rsidP="0097157C">
            <w:pPr>
              <w:pStyle w:val="Domaines"/>
              <w:ind w:left="36" w:firstLine="0"/>
            </w:pPr>
            <w:r w:rsidRPr="004E2947">
              <w:t>3. Cr</w:t>
            </w:r>
            <w:r w:rsidR="004E2947">
              <w:t>é</w:t>
            </w:r>
            <w:r w:rsidRPr="004E2947">
              <w:t>ation de contenu</w:t>
            </w:r>
          </w:p>
        </w:tc>
      </w:tr>
      <w:tr w:rsidR="000C6214" w14:paraId="68D23C7C" w14:textId="77777777" w:rsidTr="0097157C">
        <w:tc>
          <w:tcPr>
            <w:tcW w:w="3828" w:type="dxa"/>
            <w:shd w:val="clear" w:color="auto" w:fill="F7CAAC" w:themeFill="accent2" w:themeFillTint="66"/>
          </w:tcPr>
          <w:p w14:paraId="5E4DC6D8" w14:textId="77777777" w:rsidR="000C6214" w:rsidRPr="004E2947" w:rsidRDefault="000C6214" w:rsidP="0097157C">
            <w:pPr>
              <w:pStyle w:val="Domaines"/>
              <w:ind w:left="36" w:firstLine="0"/>
            </w:pPr>
            <w:r w:rsidRPr="004E2947">
              <w:t>5. Environnement numérique</w:t>
            </w:r>
          </w:p>
        </w:tc>
      </w:tr>
    </w:tbl>
    <w:p w14:paraId="64675017" w14:textId="77777777" w:rsidR="00987CAB" w:rsidRDefault="00987CAB" w:rsidP="00987CAB">
      <w:pPr>
        <w:pStyle w:val="Titre4"/>
      </w:pPr>
      <w:r>
        <w:t>Compétences travaillées</w:t>
      </w:r>
    </w:p>
    <w:tbl>
      <w:tblPr>
        <w:tblStyle w:val="Grilledutableau"/>
        <w:tblW w:w="3686" w:type="dxa"/>
        <w:tblBorders>
          <w:top w:val="single" w:sz="8" w:space="0" w:color="600000"/>
          <w:left w:val="none" w:sz="0" w:space="0" w:color="auto"/>
          <w:bottom w:val="single" w:sz="8" w:space="0" w:color="600000"/>
          <w:right w:val="none" w:sz="0" w:space="0" w:color="auto"/>
          <w:insideH w:val="single" w:sz="8" w:space="0" w:color="60000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0"/>
      </w:tblGrid>
      <w:tr w:rsidR="00FF3280" w14:paraId="35A3F380" w14:textId="77777777" w:rsidTr="0097157C">
        <w:tc>
          <w:tcPr>
            <w:tcW w:w="426" w:type="dxa"/>
            <w:shd w:val="clear" w:color="auto" w:fill="FBE4D5" w:themeFill="accent2" w:themeFillTint="33"/>
          </w:tcPr>
          <w:p w14:paraId="5A385265" w14:textId="77777777" w:rsidR="00FF3280" w:rsidRDefault="00FF3280" w:rsidP="0097157C">
            <w:pPr>
              <w:pStyle w:val="Comptences"/>
              <w:keepLines/>
              <w:ind w:left="-107" w:right="-34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0EFD3D6" wp14:editId="4B9E8565">
                  <wp:extent cx="179705" cy="179705"/>
                  <wp:effectExtent l="0" t="0" r="0" b="0"/>
                  <wp:docPr id="10" name="Graphique 10" descr="Main ouvert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phique 10" descr="Main ouverte avec un remplissage uni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3DBDCE66" w14:textId="77777777" w:rsidR="00FF3280" w:rsidRPr="000C6214" w:rsidRDefault="00FF3280" w:rsidP="00E13F4A">
            <w:pPr>
              <w:pStyle w:val="Comptences"/>
              <w:ind w:left="-109" w:right="317"/>
            </w:pPr>
            <w:r w:rsidRPr="000C6214">
              <w:t>2.2 Partager et publier</w:t>
            </w:r>
          </w:p>
        </w:tc>
      </w:tr>
      <w:tr w:rsidR="00FF3280" w14:paraId="7C752376" w14:textId="77777777" w:rsidTr="0097157C">
        <w:tc>
          <w:tcPr>
            <w:tcW w:w="426" w:type="dxa"/>
            <w:shd w:val="clear" w:color="auto" w:fill="FBE4D5" w:themeFill="accent2" w:themeFillTint="33"/>
          </w:tcPr>
          <w:p w14:paraId="7557DAC8" w14:textId="77777777" w:rsidR="00FF3280" w:rsidRDefault="00FF3280" w:rsidP="0097157C">
            <w:pPr>
              <w:pStyle w:val="Comptences"/>
              <w:keepLines/>
              <w:ind w:left="-107" w:right="-34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EE8084C" wp14:editId="16931BC9">
                  <wp:extent cx="179705" cy="179705"/>
                  <wp:effectExtent l="0" t="0" r="0" b="0"/>
                  <wp:docPr id="13" name="Graphique 13" descr="Conception web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phique 13" descr="Conception web avec un remplissage uni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46711D12" w14:textId="77777777" w:rsidR="00FF3280" w:rsidRPr="000C6214" w:rsidRDefault="000C6214" w:rsidP="00E13F4A">
            <w:pPr>
              <w:pStyle w:val="Comptences"/>
              <w:ind w:left="-109" w:right="317"/>
            </w:pPr>
            <w:r w:rsidRPr="000C6214">
              <w:t>3.4 Programmer</w:t>
            </w:r>
          </w:p>
        </w:tc>
      </w:tr>
      <w:tr w:rsidR="00FF3280" w14:paraId="0605E3F3" w14:textId="77777777" w:rsidTr="0097157C">
        <w:tc>
          <w:tcPr>
            <w:tcW w:w="426" w:type="dxa"/>
            <w:shd w:val="clear" w:color="auto" w:fill="FBE4D5" w:themeFill="accent2" w:themeFillTint="33"/>
          </w:tcPr>
          <w:p w14:paraId="7FF6541D" w14:textId="77777777" w:rsidR="00FF3280" w:rsidRDefault="000C6214" w:rsidP="0097157C">
            <w:pPr>
              <w:pStyle w:val="Comptences"/>
              <w:keepLines/>
              <w:ind w:left="-107" w:right="-34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DA2F394" wp14:editId="7F674E74">
                  <wp:extent cx="180000" cy="180000"/>
                  <wp:effectExtent l="0" t="0" r="0" b="0"/>
                  <wp:docPr id="24" name="Graphique 24" descr="Palett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Graphique 24" descr="Palette avec un remplissage uni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2805EA9A" w14:textId="77777777" w:rsidR="00FF3280" w:rsidRPr="000C6214" w:rsidRDefault="000C6214" w:rsidP="00E13F4A">
            <w:pPr>
              <w:pStyle w:val="Comptences"/>
              <w:ind w:left="-109" w:right="317"/>
            </w:pPr>
            <w:r w:rsidRPr="000C6214">
              <w:t>5.2 Construire un environnement numérique</w:t>
            </w:r>
          </w:p>
        </w:tc>
      </w:tr>
    </w:tbl>
    <w:p w14:paraId="2B069820" w14:textId="77777777" w:rsidR="00987CAB" w:rsidRPr="00987CAB" w:rsidRDefault="00987CAB" w:rsidP="00987CAB">
      <w:pPr>
        <w:pStyle w:val="Titre4"/>
      </w:pPr>
      <w:r>
        <w:t>Niveau de maîtrise</w:t>
      </w:r>
    </w:p>
    <w:tbl>
      <w:tblPr>
        <w:tblStyle w:val="Grilledutableau"/>
        <w:tblW w:w="3686" w:type="dxa"/>
        <w:tblBorders>
          <w:top w:val="single" w:sz="8" w:space="0" w:color="600000"/>
          <w:left w:val="none" w:sz="0" w:space="0" w:color="auto"/>
          <w:bottom w:val="single" w:sz="8" w:space="0" w:color="600000"/>
          <w:right w:val="none" w:sz="0" w:space="0" w:color="auto"/>
          <w:insideH w:val="single" w:sz="8" w:space="0" w:color="60000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</w:tblGrid>
      <w:tr w:rsidR="003D411E" w:rsidRPr="000C6214" w14:paraId="552E823D" w14:textId="77777777" w:rsidTr="00C32237">
        <w:tc>
          <w:tcPr>
            <w:tcW w:w="567" w:type="dxa"/>
            <w:shd w:val="clear" w:color="auto" w:fill="FBE4D5" w:themeFill="accent2" w:themeFillTint="33"/>
          </w:tcPr>
          <w:p w14:paraId="587D2ABE" w14:textId="67022966" w:rsidR="003D411E" w:rsidRDefault="003D411E" w:rsidP="00C32237">
            <w:pPr>
              <w:pStyle w:val="Comptences"/>
              <w:keepLines/>
              <w:ind w:right="-34" w:hanging="107"/>
              <w:rPr>
                <w:sz w:val="18"/>
                <w:szCs w:val="18"/>
              </w:rPr>
            </w:pPr>
            <w:r>
              <w:tab/>
            </w:r>
            <w:r w:rsidR="00E5672A">
              <w:t>2.2</w:t>
            </w:r>
          </w:p>
        </w:tc>
        <w:tc>
          <w:tcPr>
            <w:tcW w:w="3119" w:type="dxa"/>
            <w:shd w:val="clear" w:color="auto" w:fill="FBE4D5" w:themeFill="accent2" w:themeFillTint="33"/>
          </w:tcPr>
          <w:p w14:paraId="54DD9F20" w14:textId="32F75C04" w:rsidR="003D411E" w:rsidRPr="000C6214" w:rsidRDefault="009628F5" w:rsidP="00C32237">
            <w:pPr>
              <w:pStyle w:val="Comptences"/>
              <w:ind w:left="-109" w:right="317"/>
            </w:pPr>
            <w:sdt>
              <w:sdtPr>
                <w:rPr>
                  <w:i w:val="0"/>
                  <w:iCs/>
                </w:rPr>
                <w:id w:val="1991898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11E" w:rsidRPr="00E03596">
                  <w:rPr>
                    <w:rFonts w:ascii="MS Gothic" w:eastAsia="MS Gothic" w:hAnsi="MS Gothic" w:hint="eastAsia"/>
                    <w:i w:val="0"/>
                    <w:iCs/>
                  </w:rPr>
                  <w:t>☐</w:t>
                </w:r>
              </w:sdtContent>
            </w:sdt>
            <w:r w:rsidR="003D411E" w:rsidRPr="00E03596">
              <w:rPr>
                <w:i w:val="0"/>
                <w:iCs/>
              </w:rPr>
              <w:t>1</w:t>
            </w:r>
            <w:r w:rsidR="003D411E">
              <w:rPr>
                <w:i w:val="0"/>
                <w:iCs/>
              </w:rPr>
              <w:t xml:space="preserve">    </w:t>
            </w:r>
            <w:sdt>
              <w:sdtPr>
                <w:rPr>
                  <w:i w:val="0"/>
                  <w:iCs/>
                </w:rPr>
                <w:id w:val="-14177821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672A">
                  <w:rPr>
                    <w:rFonts w:ascii="MS Gothic" w:eastAsia="MS Gothic" w:hAnsi="MS Gothic" w:hint="eastAsia"/>
                    <w:i w:val="0"/>
                    <w:iCs/>
                  </w:rPr>
                  <w:t>☒</w:t>
                </w:r>
              </w:sdtContent>
            </w:sdt>
            <w:r w:rsidR="003D411E" w:rsidRPr="00E03596">
              <w:rPr>
                <w:i w:val="0"/>
                <w:iCs/>
              </w:rPr>
              <w:t>2</w:t>
            </w:r>
            <w:r w:rsidR="003D411E" w:rsidRPr="00E03596">
              <w:rPr>
                <w:i w:val="0"/>
                <w:iCs/>
              </w:rPr>
              <w:tab/>
            </w:r>
            <w:r w:rsidR="003D411E">
              <w:rPr>
                <w:i w:val="0"/>
                <w:iCs/>
              </w:rPr>
              <w:t xml:space="preserve">    </w:t>
            </w:r>
            <w:sdt>
              <w:sdtPr>
                <w:rPr>
                  <w:i w:val="0"/>
                  <w:iCs/>
                </w:rPr>
                <w:id w:val="-990091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11E" w:rsidRPr="00E03596">
                  <w:rPr>
                    <w:rFonts w:ascii="MS Gothic" w:eastAsia="MS Gothic" w:hAnsi="MS Gothic" w:hint="eastAsia"/>
                    <w:i w:val="0"/>
                    <w:iCs/>
                  </w:rPr>
                  <w:t>☐</w:t>
                </w:r>
              </w:sdtContent>
            </w:sdt>
            <w:r w:rsidR="003D411E" w:rsidRPr="00E03596">
              <w:rPr>
                <w:i w:val="0"/>
                <w:iCs/>
              </w:rPr>
              <w:t>3</w:t>
            </w:r>
            <w:r w:rsidR="003D411E">
              <w:rPr>
                <w:i w:val="0"/>
                <w:iCs/>
              </w:rPr>
              <w:t xml:space="preserve">    </w:t>
            </w:r>
            <w:sdt>
              <w:sdtPr>
                <w:rPr>
                  <w:i w:val="0"/>
                  <w:iCs/>
                </w:rPr>
                <w:id w:val="348614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11E" w:rsidRPr="00E03596">
                  <w:rPr>
                    <w:rFonts w:ascii="MS Gothic" w:eastAsia="MS Gothic" w:hAnsi="MS Gothic" w:hint="eastAsia"/>
                    <w:i w:val="0"/>
                    <w:iCs/>
                  </w:rPr>
                  <w:t>☐</w:t>
                </w:r>
              </w:sdtContent>
            </w:sdt>
            <w:r w:rsidR="003D411E" w:rsidRPr="00E03596">
              <w:rPr>
                <w:i w:val="0"/>
                <w:iCs/>
              </w:rPr>
              <w:t>4</w:t>
            </w:r>
            <w:r w:rsidR="003D411E">
              <w:rPr>
                <w:i w:val="0"/>
                <w:iCs/>
              </w:rPr>
              <w:t xml:space="preserve">      </w:t>
            </w:r>
            <w:sdt>
              <w:sdtPr>
                <w:rPr>
                  <w:i w:val="0"/>
                  <w:iCs/>
                </w:rPr>
                <w:id w:val="2070527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11E" w:rsidRPr="00E03596">
                  <w:rPr>
                    <w:rFonts w:ascii="MS Gothic" w:eastAsia="MS Gothic" w:hAnsi="MS Gothic" w:hint="eastAsia"/>
                    <w:i w:val="0"/>
                    <w:iCs/>
                  </w:rPr>
                  <w:t>☐</w:t>
                </w:r>
              </w:sdtContent>
            </w:sdt>
            <w:r w:rsidR="003D411E" w:rsidRPr="00E03596">
              <w:rPr>
                <w:i w:val="0"/>
                <w:iCs/>
              </w:rPr>
              <w:t>5</w:t>
            </w:r>
          </w:p>
        </w:tc>
      </w:tr>
      <w:tr w:rsidR="003D411E" w14:paraId="5E5303C0" w14:textId="77777777" w:rsidTr="00C32237">
        <w:tc>
          <w:tcPr>
            <w:tcW w:w="567" w:type="dxa"/>
            <w:shd w:val="clear" w:color="auto" w:fill="FBE4D5" w:themeFill="accent2" w:themeFillTint="33"/>
          </w:tcPr>
          <w:p w14:paraId="74474269" w14:textId="33EAB595" w:rsidR="003D411E" w:rsidRDefault="00E5672A" w:rsidP="003D411E">
            <w:pPr>
              <w:pStyle w:val="Comptences"/>
              <w:keepLines/>
              <w:ind w:right="-34" w:hanging="107"/>
              <w:jc w:val="center"/>
            </w:pPr>
            <w:r>
              <w:t>3.4</w:t>
            </w:r>
          </w:p>
        </w:tc>
        <w:tc>
          <w:tcPr>
            <w:tcW w:w="3119" w:type="dxa"/>
            <w:shd w:val="clear" w:color="auto" w:fill="FBE4D5" w:themeFill="accent2" w:themeFillTint="33"/>
          </w:tcPr>
          <w:p w14:paraId="6CCBB7B1" w14:textId="41746119" w:rsidR="003D411E" w:rsidRDefault="009628F5" w:rsidP="003D411E">
            <w:pPr>
              <w:pStyle w:val="Comptences"/>
              <w:ind w:left="-109" w:right="317"/>
              <w:rPr>
                <w:i w:val="0"/>
                <w:iCs/>
              </w:rPr>
            </w:pPr>
            <w:sdt>
              <w:sdtPr>
                <w:rPr>
                  <w:i w:val="0"/>
                  <w:iCs/>
                </w:rPr>
                <w:id w:val="207456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11E" w:rsidRPr="00E03596">
                  <w:rPr>
                    <w:rFonts w:ascii="MS Gothic" w:eastAsia="MS Gothic" w:hAnsi="MS Gothic" w:hint="eastAsia"/>
                    <w:i w:val="0"/>
                    <w:iCs/>
                  </w:rPr>
                  <w:t>☐</w:t>
                </w:r>
              </w:sdtContent>
            </w:sdt>
            <w:r w:rsidR="003D411E" w:rsidRPr="00E03596">
              <w:rPr>
                <w:i w:val="0"/>
                <w:iCs/>
              </w:rPr>
              <w:t>1</w:t>
            </w:r>
            <w:r w:rsidR="003D411E">
              <w:rPr>
                <w:i w:val="0"/>
                <w:iCs/>
              </w:rPr>
              <w:t xml:space="preserve">    </w:t>
            </w:r>
            <w:sdt>
              <w:sdtPr>
                <w:rPr>
                  <w:i w:val="0"/>
                  <w:iCs/>
                </w:rPr>
                <w:id w:val="-660850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11E">
                  <w:rPr>
                    <w:rFonts w:ascii="MS Gothic" w:eastAsia="MS Gothic" w:hAnsi="MS Gothic" w:hint="eastAsia"/>
                    <w:i w:val="0"/>
                    <w:iCs/>
                  </w:rPr>
                  <w:t>☐</w:t>
                </w:r>
              </w:sdtContent>
            </w:sdt>
            <w:r w:rsidR="003D411E" w:rsidRPr="00E03596">
              <w:rPr>
                <w:i w:val="0"/>
                <w:iCs/>
              </w:rPr>
              <w:t>2</w:t>
            </w:r>
            <w:r w:rsidR="003D411E" w:rsidRPr="00E03596">
              <w:rPr>
                <w:i w:val="0"/>
                <w:iCs/>
              </w:rPr>
              <w:tab/>
            </w:r>
            <w:r w:rsidR="003D411E">
              <w:rPr>
                <w:i w:val="0"/>
                <w:iCs/>
              </w:rPr>
              <w:t xml:space="preserve">    </w:t>
            </w:r>
            <w:sdt>
              <w:sdtPr>
                <w:rPr>
                  <w:i w:val="0"/>
                  <w:iCs/>
                </w:rPr>
                <w:id w:val="-19509264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672A">
                  <w:rPr>
                    <w:rFonts w:ascii="MS Gothic" w:eastAsia="MS Gothic" w:hAnsi="MS Gothic" w:hint="eastAsia"/>
                    <w:i w:val="0"/>
                    <w:iCs/>
                  </w:rPr>
                  <w:t>☒</w:t>
                </w:r>
              </w:sdtContent>
            </w:sdt>
            <w:r w:rsidR="003D411E" w:rsidRPr="00E03596">
              <w:rPr>
                <w:i w:val="0"/>
                <w:iCs/>
              </w:rPr>
              <w:t>3</w:t>
            </w:r>
            <w:r w:rsidR="003D411E">
              <w:rPr>
                <w:i w:val="0"/>
                <w:iCs/>
              </w:rPr>
              <w:t xml:space="preserve">    </w:t>
            </w:r>
            <w:sdt>
              <w:sdtPr>
                <w:rPr>
                  <w:i w:val="0"/>
                  <w:iCs/>
                </w:rPr>
                <w:id w:val="1928844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11E" w:rsidRPr="00E03596">
                  <w:rPr>
                    <w:rFonts w:ascii="MS Gothic" w:eastAsia="MS Gothic" w:hAnsi="MS Gothic" w:hint="eastAsia"/>
                    <w:i w:val="0"/>
                    <w:iCs/>
                  </w:rPr>
                  <w:t>☐</w:t>
                </w:r>
              </w:sdtContent>
            </w:sdt>
            <w:r w:rsidR="003D411E" w:rsidRPr="00E03596">
              <w:rPr>
                <w:i w:val="0"/>
                <w:iCs/>
              </w:rPr>
              <w:t>4</w:t>
            </w:r>
            <w:r w:rsidR="003D411E">
              <w:rPr>
                <w:i w:val="0"/>
                <w:iCs/>
              </w:rPr>
              <w:t xml:space="preserve">      </w:t>
            </w:r>
            <w:sdt>
              <w:sdtPr>
                <w:rPr>
                  <w:i w:val="0"/>
                  <w:iCs/>
                </w:rPr>
                <w:id w:val="1235434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11E" w:rsidRPr="00E03596">
                  <w:rPr>
                    <w:rFonts w:ascii="MS Gothic" w:eastAsia="MS Gothic" w:hAnsi="MS Gothic" w:hint="eastAsia"/>
                    <w:i w:val="0"/>
                    <w:iCs/>
                  </w:rPr>
                  <w:t>☐</w:t>
                </w:r>
              </w:sdtContent>
            </w:sdt>
            <w:r w:rsidR="003D411E" w:rsidRPr="00E03596">
              <w:rPr>
                <w:i w:val="0"/>
                <w:iCs/>
              </w:rPr>
              <w:t>5</w:t>
            </w:r>
          </w:p>
        </w:tc>
      </w:tr>
      <w:tr w:rsidR="003D411E" w:rsidRPr="000C6214" w14:paraId="2183DB18" w14:textId="77777777" w:rsidTr="00C322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shd w:val="clear" w:color="auto" w:fill="FBE4D5" w:themeFill="accent2" w:themeFillTint="33"/>
          </w:tcPr>
          <w:p w14:paraId="31C3BFBB" w14:textId="6EED15E4" w:rsidR="003D411E" w:rsidRDefault="003D411E" w:rsidP="003D411E">
            <w:pPr>
              <w:pStyle w:val="Comptences"/>
              <w:keepLines/>
              <w:ind w:right="-34" w:hanging="107"/>
              <w:rPr>
                <w:sz w:val="18"/>
                <w:szCs w:val="18"/>
              </w:rPr>
            </w:pPr>
            <w:r>
              <w:tab/>
            </w:r>
            <w:r w:rsidR="00E5672A">
              <w:t>5.2</w:t>
            </w:r>
          </w:p>
        </w:tc>
        <w:tc>
          <w:tcPr>
            <w:tcW w:w="3119" w:type="dxa"/>
            <w:shd w:val="clear" w:color="auto" w:fill="FBE4D5" w:themeFill="accent2" w:themeFillTint="33"/>
          </w:tcPr>
          <w:p w14:paraId="3D9F40C0" w14:textId="4613EDD8" w:rsidR="003D411E" w:rsidRPr="000C6214" w:rsidRDefault="009628F5" w:rsidP="003D411E">
            <w:pPr>
              <w:pStyle w:val="Comptences"/>
              <w:ind w:left="-109" w:right="317"/>
            </w:pPr>
            <w:sdt>
              <w:sdtPr>
                <w:rPr>
                  <w:i w:val="0"/>
                  <w:iCs/>
                </w:rPr>
                <w:id w:val="-1250491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11E" w:rsidRPr="00E03596">
                  <w:rPr>
                    <w:rFonts w:ascii="MS Gothic" w:eastAsia="MS Gothic" w:hAnsi="MS Gothic" w:hint="eastAsia"/>
                    <w:i w:val="0"/>
                    <w:iCs/>
                  </w:rPr>
                  <w:t>☐</w:t>
                </w:r>
              </w:sdtContent>
            </w:sdt>
            <w:r w:rsidR="003D411E" w:rsidRPr="00E03596">
              <w:rPr>
                <w:i w:val="0"/>
                <w:iCs/>
              </w:rPr>
              <w:t>1</w:t>
            </w:r>
            <w:r w:rsidR="003D411E">
              <w:rPr>
                <w:i w:val="0"/>
                <w:iCs/>
              </w:rPr>
              <w:t xml:space="preserve">    </w:t>
            </w:r>
            <w:sdt>
              <w:sdtPr>
                <w:rPr>
                  <w:i w:val="0"/>
                  <w:iCs/>
                </w:rPr>
                <w:id w:val="6045410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672A">
                  <w:rPr>
                    <w:rFonts w:ascii="MS Gothic" w:eastAsia="MS Gothic" w:hAnsi="MS Gothic" w:hint="eastAsia"/>
                    <w:i w:val="0"/>
                    <w:iCs/>
                  </w:rPr>
                  <w:t>☒</w:t>
                </w:r>
              </w:sdtContent>
            </w:sdt>
            <w:r w:rsidR="003D411E" w:rsidRPr="00E03596">
              <w:rPr>
                <w:i w:val="0"/>
                <w:iCs/>
              </w:rPr>
              <w:t>2</w:t>
            </w:r>
            <w:r w:rsidR="003D411E" w:rsidRPr="00E03596">
              <w:rPr>
                <w:i w:val="0"/>
                <w:iCs/>
              </w:rPr>
              <w:tab/>
            </w:r>
            <w:r w:rsidR="003D411E">
              <w:rPr>
                <w:i w:val="0"/>
                <w:iCs/>
              </w:rPr>
              <w:t xml:space="preserve">    </w:t>
            </w:r>
            <w:sdt>
              <w:sdtPr>
                <w:rPr>
                  <w:i w:val="0"/>
                  <w:iCs/>
                </w:rPr>
                <w:id w:val="1804499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11E" w:rsidRPr="00E03596">
                  <w:rPr>
                    <w:rFonts w:ascii="MS Gothic" w:eastAsia="MS Gothic" w:hAnsi="MS Gothic" w:hint="eastAsia"/>
                    <w:i w:val="0"/>
                    <w:iCs/>
                  </w:rPr>
                  <w:t>☐</w:t>
                </w:r>
              </w:sdtContent>
            </w:sdt>
            <w:r w:rsidR="003D411E" w:rsidRPr="00E03596">
              <w:rPr>
                <w:i w:val="0"/>
                <w:iCs/>
              </w:rPr>
              <w:t>3</w:t>
            </w:r>
            <w:r w:rsidR="003D411E">
              <w:rPr>
                <w:i w:val="0"/>
                <w:iCs/>
              </w:rPr>
              <w:t xml:space="preserve">    </w:t>
            </w:r>
            <w:sdt>
              <w:sdtPr>
                <w:rPr>
                  <w:i w:val="0"/>
                  <w:iCs/>
                </w:rPr>
                <w:id w:val="1317616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11E" w:rsidRPr="00E03596">
                  <w:rPr>
                    <w:rFonts w:ascii="MS Gothic" w:eastAsia="MS Gothic" w:hAnsi="MS Gothic" w:hint="eastAsia"/>
                    <w:i w:val="0"/>
                    <w:iCs/>
                  </w:rPr>
                  <w:t>☐</w:t>
                </w:r>
              </w:sdtContent>
            </w:sdt>
            <w:r w:rsidR="003D411E" w:rsidRPr="00E03596">
              <w:rPr>
                <w:i w:val="0"/>
                <w:iCs/>
              </w:rPr>
              <w:t>4</w:t>
            </w:r>
            <w:r w:rsidR="003D411E">
              <w:rPr>
                <w:i w:val="0"/>
                <w:iCs/>
              </w:rPr>
              <w:t xml:space="preserve">      </w:t>
            </w:r>
            <w:sdt>
              <w:sdtPr>
                <w:rPr>
                  <w:i w:val="0"/>
                  <w:iCs/>
                </w:rPr>
                <w:id w:val="858008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11E" w:rsidRPr="00E03596">
                  <w:rPr>
                    <w:rFonts w:ascii="MS Gothic" w:eastAsia="MS Gothic" w:hAnsi="MS Gothic" w:hint="eastAsia"/>
                    <w:i w:val="0"/>
                    <w:iCs/>
                  </w:rPr>
                  <w:t>☐</w:t>
                </w:r>
              </w:sdtContent>
            </w:sdt>
            <w:r w:rsidR="003D411E" w:rsidRPr="00E03596">
              <w:rPr>
                <w:i w:val="0"/>
                <w:iCs/>
              </w:rPr>
              <w:t>5</w:t>
            </w:r>
          </w:p>
        </w:tc>
      </w:tr>
    </w:tbl>
    <w:p w14:paraId="3706DBF7" w14:textId="2B91F6F5" w:rsidR="00987CAB" w:rsidRDefault="00987CAB" w:rsidP="00E40EA9">
      <w:pPr>
        <w:tabs>
          <w:tab w:val="left" w:pos="851"/>
          <w:tab w:val="left" w:pos="1418"/>
          <w:tab w:val="left" w:pos="1985"/>
          <w:tab w:val="left" w:pos="2552"/>
        </w:tabs>
        <w:ind w:right="140"/>
      </w:pPr>
    </w:p>
    <w:p w14:paraId="7A7C5155" w14:textId="56A78E42" w:rsidR="00370C82" w:rsidRDefault="00370C82" w:rsidP="00370C82">
      <w:pPr>
        <w:pStyle w:val="Titre3"/>
      </w:pPr>
      <w:r>
        <w:t xml:space="preserve">Thèmes et </w:t>
      </w:r>
      <w:r w:rsidR="003B19B8">
        <w:t>attendus</w:t>
      </w:r>
      <w:r>
        <w:t xml:space="preserve"> Mathématiques</w:t>
      </w:r>
    </w:p>
    <w:p w14:paraId="0E492CB5" w14:textId="54BE2EBD" w:rsidR="00370C82" w:rsidRDefault="00E5672A" w:rsidP="00370C82">
      <w:pPr>
        <w:pStyle w:val="Titre4"/>
        <w:ind w:firstLine="0"/>
      </w:pPr>
      <w:r>
        <w:t>Algorithme et programmation</w:t>
      </w:r>
    </w:p>
    <w:tbl>
      <w:tblPr>
        <w:tblStyle w:val="Grilledutableau"/>
        <w:tblW w:w="3686" w:type="dxa"/>
        <w:tblBorders>
          <w:top w:val="single" w:sz="8" w:space="0" w:color="600000"/>
          <w:left w:val="none" w:sz="0" w:space="0" w:color="auto"/>
          <w:bottom w:val="single" w:sz="8" w:space="0" w:color="600000"/>
          <w:right w:val="none" w:sz="0" w:space="0" w:color="auto"/>
          <w:insideH w:val="single" w:sz="8" w:space="0" w:color="60000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0"/>
      </w:tblGrid>
      <w:tr w:rsidR="00370C82" w:rsidRPr="000C6214" w14:paraId="41C640E3" w14:textId="77777777" w:rsidTr="007E5D6C">
        <w:tc>
          <w:tcPr>
            <w:tcW w:w="426" w:type="dxa"/>
            <w:shd w:val="clear" w:color="auto" w:fill="FBE4D5" w:themeFill="accent2" w:themeFillTint="33"/>
          </w:tcPr>
          <w:p w14:paraId="2844D4ED" w14:textId="77777777" w:rsidR="00370C82" w:rsidRDefault="00370C82" w:rsidP="007E5D6C">
            <w:pPr>
              <w:pStyle w:val="Comptences"/>
              <w:keepLines/>
              <w:ind w:left="-107" w:right="-34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FC07A04" wp14:editId="2615D6AD">
                  <wp:extent cx="133350" cy="13335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73A95246" w14:textId="23BFF630" w:rsidR="005F7812" w:rsidRPr="00E5672A" w:rsidRDefault="00E5672A" w:rsidP="005F7812">
            <w:pPr>
              <w:pStyle w:val="Comptences"/>
              <w:ind w:left="-109" w:right="317"/>
              <w:rPr>
                <w:rFonts w:cstheme="minorHAnsi"/>
                <w:szCs w:val="20"/>
              </w:rPr>
            </w:pPr>
            <w:r>
              <w:rPr>
                <w:rStyle w:val="markedcontent"/>
                <w:rFonts w:cstheme="minorHAnsi"/>
                <w:szCs w:val="20"/>
              </w:rPr>
              <w:t>D</w:t>
            </w:r>
            <w:r w:rsidRPr="00E5672A">
              <w:rPr>
                <w:rStyle w:val="markedcontent"/>
                <w:rFonts w:cstheme="minorHAnsi"/>
                <w:szCs w:val="20"/>
              </w:rPr>
              <w:t>éterminer le type d’une variable (entier, flottant ou chaîne de caractères)</w:t>
            </w:r>
            <w:r w:rsidR="005F7812">
              <w:rPr>
                <w:rStyle w:val="markedcontent"/>
                <w:rFonts w:cstheme="minorHAnsi"/>
                <w:szCs w:val="20"/>
              </w:rPr>
              <w:t>.</w:t>
            </w:r>
          </w:p>
        </w:tc>
      </w:tr>
      <w:tr w:rsidR="00E5672A" w:rsidRPr="000C6214" w14:paraId="460E16FE" w14:textId="77777777" w:rsidTr="007E5D6C">
        <w:tc>
          <w:tcPr>
            <w:tcW w:w="426" w:type="dxa"/>
            <w:shd w:val="clear" w:color="auto" w:fill="FBE4D5" w:themeFill="accent2" w:themeFillTint="33"/>
          </w:tcPr>
          <w:p w14:paraId="4DBB9485" w14:textId="67A87E37" w:rsidR="00E5672A" w:rsidRDefault="00E5672A" w:rsidP="00E5672A">
            <w:pPr>
              <w:pStyle w:val="Comptences"/>
              <w:keepLines/>
              <w:ind w:left="-107" w:right="-34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5FEE5B0" wp14:editId="5EBE6561">
                  <wp:extent cx="133350" cy="13335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303D9872" w14:textId="5F7ABD8E" w:rsidR="00E5672A" w:rsidRPr="005F7812" w:rsidRDefault="005F7812" w:rsidP="00E5672A">
            <w:pPr>
              <w:pStyle w:val="Comptences"/>
              <w:ind w:left="-109" w:right="317"/>
              <w:rPr>
                <w:rFonts w:cstheme="minorHAnsi"/>
                <w:szCs w:val="20"/>
              </w:rPr>
            </w:pPr>
            <w:r>
              <w:rPr>
                <w:rStyle w:val="markedcontent"/>
                <w:rFonts w:cstheme="minorHAnsi"/>
                <w:szCs w:val="20"/>
              </w:rPr>
              <w:t>L</w:t>
            </w:r>
            <w:r w:rsidR="00E5672A" w:rsidRPr="005F7812">
              <w:rPr>
                <w:rStyle w:val="markedcontent"/>
                <w:rFonts w:cstheme="minorHAnsi"/>
                <w:szCs w:val="20"/>
              </w:rPr>
              <w:t>ire, comprendre, modifier ou compléter un algorithme</w:t>
            </w:r>
            <w:r w:rsidR="00E5672A" w:rsidRPr="005F7812">
              <w:rPr>
                <w:rFonts w:cstheme="minorHAnsi"/>
                <w:szCs w:val="20"/>
              </w:rPr>
              <w:br/>
            </w:r>
            <w:r w:rsidR="00E5672A" w:rsidRPr="005F7812">
              <w:rPr>
                <w:rStyle w:val="markedcontent"/>
                <w:rFonts w:cstheme="minorHAnsi"/>
                <w:szCs w:val="20"/>
              </w:rPr>
              <w:t>ou un programme.</w:t>
            </w:r>
          </w:p>
        </w:tc>
      </w:tr>
      <w:tr w:rsidR="005F7812" w:rsidRPr="000C6214" w14:paraId="65E186C4" w14:textId="77777777" w:rsidTr="007E5D6C">
        <w:tc>
          <w:tcPr>
            <w:tcW w:w="426" w:type="dxa"/>
            <w:shd w:val="clear" w:color="auto" w:fill="FBE4D5" w:themeFill="accent2" w:themeFillTint="33"/>
          </w:tcPr>
          <w:p w14:paraId="717024AA" w14:textId="036C84F4" w:rsidR="005F7812" w:rsidRDefault="005F7812" w:rsidP="00E5672A">
            <w:pPr>
              <w:pStyle w:val="Comptences"/>
              <w:keepLines/>
              <w:ind w:left="-107" w:right="-34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53524B5" wp14:editId="12CE2A12">
                  <wp:extent cx="133350" cy="13335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763B8EC8" w14:textId="02C6E807" w:rsidR="005F7812" w:rsidRPr="005F7812" w:rsidRDefault="005F7812" w:rsidP="00E5672A">
            <w:pPr>
              <w:pStyle w:val="Comptences"/>
              <w:ind w:left="-109" w:right="317"/>
              <w:rPr>
                <w:rStyle w:val="markedcontent"/>
                <w:rFonts w:cstheme="minorHAnsi"/>
                <w:szCs w:val="20"/>
              </w:rPr>
            </w:pPr>
            <w:r w:rsidRPr="005F7812">
              <w:rPr>
                <w:rStyle w:val="markedcontent"/>
                <w:rFonts w:cstheme="minorHAnsi"/>
                <w:szCs w:val="20"/>
              </w:rPr>
              <w:t>Programmer, dans des cas simples, une boucle bornée.</w:t>
            </w:r>
          </w:p>
        </w:tc>
      </w:tr>
    </w:tbl>
    <w:p w14:paraId="0D02047F" w14:textId="77777777" w:rsidR="00C578E1" w:rsidRPr="00C578E1" w:rsidRDefault="00C578E1" w:rsidP="00E03596">
      <w:pPr>
        <w:ind w:left="0"/>
      </w:pPr>
    </w:p>
    <w:sectPr w:rsidR="00C578E1" w:rsidRPr="00C578E1" w:rsidSect="00D7271C">
      <w:headerReference w:type="default" r:id="rId22"/>
      <w:footerReference w:type="default" r:id="rId23"/>
      <w:type w:val="continuous"/>
      <w:pgSz w:w="11906" w:h="16838"/>
      <w:pgMar w:top="1491" w:right="0" w:bottom="284" w:left="0" w:header="0" w:footer="709" w:gutter="0"/>
      <w:cols w:num="2" w:sep="1" w:space="57" w:equalWidth="0">
        <w:col w:w="8222" w:space="57"/>
        <w:col w:w="362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F0562" w14:textId="77777777" w:rsidR="009628F5" w:rsidRDefault="009628F5" w:rsidP="003F20BE">
      <w:pPr>
        <w:spacing w:after="0" w:line="240" w:lineRule="auto"/>
      </w:pPr>
      <w:r>
        <w:separator/>
      </w:r>
    </w:p>
  </w:endnote>
  <w:endnote w:type="continuationSeparator" w:id="0">
    <w:p w14:paraId="603E2409" w14:textId="77777777" w:rsidR="009628F5" w:rsidRDefault="009628F5" w:rsidP="003F2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F37F6" w14:textId="77777777" w:rsidR="004046D3" w:rsidRDefault="004046D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EC847E" wp14:editId="09A3A1D4">
              <wp:simplePos x="0" y="0"/>
              <wp:positionH relativeFrom="margin">
                <wp:align>right</wp:align>
              </wp:positionH>
              <wp:positionV relativeFrom="paragraph">
                <wp:posOffset>395586</wp:posOffset>
              </wp:positionV>
              <wp:extent cx="7556500" cy="63500"/>
              <wp:effectExtent l="0" t="0" r="6350" b="0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6350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B440D6" id="Rectangle 18" o:spid="_x0000_s1026" style="position:absolute;margin-left:543.8pt;margin-top:31.15pt;width:595pt;height: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" fillcolor="#002060" stroked="f" strokeweight="1pt"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7FE35" w14:textId="77777777" w:rsidR="009628F5" w:rsidRDefault="009628F5" w:rsidP="003F20BE">
      <w:pPr>
        <w:spacing w:after="0" w:line="240" w:lineRule="auto"/>
      </w:pPr>
      <w:r>
        <w:separator/>
      </w:r>
    </w:p>
  </w:footnote>
  <w:footnote w:type="continuationSeparator" w:id="0">
    <w:p w14:paraId="50D7EFC4" w14:textId="77777777" w:rsidR="009628F5" w:rsidRDefault="009628F5" w:rsidP="003F2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9AB38" w14:textId="78A16C69" w:rsidR="004046D3" w:rsidRPr="00E40EA9" w:rsidRDefault="004046D3" w:rsidP="00D7271C">
    <w:pPr>
      <w:pStyle w:val="En-tte"/>
      <w:tabs>
        <w:tab w:val="clear" w:pos="4536"/>
        <w:tab w:val="clear" w:pos="9072"/>
        <w:tab w:val="center" w:pos="7655"/>
      </w:tabs>
      <w:spacing w:before="80"/>
      <w:ind w:left="0" w:right="0"/>
      <w:rPr>
        <w:rFonts w:ascii="Arial" w:hAnsi="Arial" w:cs="Arial"/>
        <w:color w:val="FFFFFF" w:themeColor="background1"/>
        <w:sz w:val="84"/>
        <w:szCs w:val="84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0090883" wp14:editId="63C8E0E4">
              <wp:simplePos x="0" y="0"/>
              <wp:positionH relativeFrom="column">
                <wp:posOffset>28244</wp:posOffset>
              </wp:positionH>
              <wp:positionV relativeFrom="paragraph">
                <wp:posOffset>24714</wp:posOffset>
              </wp:positionV>
              <wp:extent cx="2100580" cy="736600"/>
              <wp:effectExtent l="0" t="0" r="0" b="6350"/>
              <wp:wrapNone/>
              <wp:docPr id="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00580" cy="736600"/>
                        <a:chOff x="0" y="0"/>
                        <a:chExt cx="2100580" cy="736600"/>
                      </a:xfrm>
                    </wpg:grpSpPr>
                    <pic:pic xmlns:pic="http://schemas.openxmlformats.org/drawingml/2006/picture">
                      <pic:nvPicPr>
                        <pic:cNvPr id="16" name="Image 16" descr="Evaluation des compétences numériques avec Pix | Économie &amp; Gestion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00580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" name="Image 1" descr="Logo de l'organisation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58844" y="5934"/>
                          <a:ext cx="839420" cy="6873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0F949E8" id="Groupe 2" o:spid="_x0000_s1026" style="position:absolute;margin-left:2.2pt;margin-top:1.95pt;width:165.4pt;height:58pt;z-index:251663360;mso-height-relative:margin" coordsize="21005,73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6" o:spid="_x0000_s1027" type="#_x0000_t75" alt="Evaluation des compétences numériques avec Pix | Économie &amp; Gestion" style="position:absolute;width:21005;height:7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">
                <v:imagedata r:id="rId3" o:title="Evaluation des compétences numériques avec Pix | Économie &amp; Gestion"/>
              </v:shape>
              <v:shape id="Image 1" o:spid="_x0000_s1028" type="#_x0000_t75" alt="Logo de l'organisation" style="position:absolute;left:11588;top:59;width:8394;height:68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">
                <v:imagedata r:id="rId4" o:title="Logo de l'organisation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45EAB49" wp14:editId="7EDDE6CF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7583166" cy="805625"/>
              <wp:effectExtent l="0" t="0" r="0" b="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3166" cy="805625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E7E608C" id="Rectangle 9" o:spid="_x0000_s1026" style="position:absolute;margin-left:0;margin-top:0;width:597.1pt;height:63.45pt;z-index:-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" fillcolor="#e7e6e6 [3214]" stroked="f" strokeweight="1pt">
              <w10:wrap anchorx="margin"/>
            </v:rect>
          </w:pict>
        </mc:Fallback>
      </mc:AlternateContent>
    </w:r>
    <w:r>
      <w:rPr>
        <w:b/>
        <w:color w:val="A5A5A5" w:themeColor="accent3"/>
        <w:sz w:val="96"/>
        <w:szCs w:val="96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 xml:space="preserve">  </w:t>
    </w:r>
    <w:r>
      <w:rPr>
        <w:b/>
        <w:color w:val="A5A5A5" w:themeColor="accent3"/>
        <w:sz w:val="96"/>
        <w:szCs w:val="96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ab/>
    </w:r>
    <w:r w:rsidRPr="00E40EA9">
      <w:rPr>
        <w:rFonts w:ascii="Arial" w:hAnsi="Arial" w:cs="Arial"/>
        <w:b/>
        <w:color w:val="FFFFFF" w:themeColor="background1"/>
        <w:spacing w:val="10"/>
        <w:sz w:val="84"/>
        <w:szCs w:val="84"/>
        <w14:glow w14:rad="38100">
          <w14:schemeClr w14:val="tx1">
            <w14:alpha w14:val="60000"/>
            <w14:lumMod w14:val="75000"/>
            <w14:lumOff w14:val="25000"/>
          </w14:schemeClr>
        </w14:glow>
        <w14:shadow w14:blurRad="50800" w14:dist="50800" w14:dir="5400000" w14:sx="0" w14:sy="0" w14:kx="0" w14:ky="0" w14:algn="ctr">
          <w14:schemeClr w14:val="tx1">
            <w14:lumMod w14:val="85000"/>
            <w14:lumOff w14:val="15000"/>
          </w14:schemeClr>
        </w14:shadow>
        <w14:textOutline w14:w="9525" w14:cap="flat" w14:cmpd="sng" w14:algn="ctr">
          <w14:solidFill>
            <w14:schemeClr w14:val="tx1">
              <w14:alpha w14:val="1000"/>
              <w14:lumMod w14:val="65000"/>
              <w14:lumOff w14:val="35000"/>
            </w14:schemeClr>
          </w14:solidFill>
          <w14:prstDash w14:val="solid"/>
          <w14:round/>
        </w14:textOutline>
      </w:rPr>
      <w:t>MATHÉMATIQUES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34A82"/>
    <w:multiLevelType w:val="hybridMultilevel"/>
    <w:tmpl w:val="FFD430DA"/>
    <w:lvl w:ilvl="0" w:tplc="914A5294">
      <w:start w:val="1"/>
      <w:numFmt w:val="decimal"/>
      <w:lvlText w:val="%1."/>
      <w:lvlJc w:val="left"/>
      <w:pPr>
        <w:ind w:left="502" w:hanging="360"/>
      </w:pPr>
      <w:rPr>
        <w:b/>
        <w:bCs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9E60E9A"/>
    <w:multiLevelType w:val="hybridMultilevel"/>
    <w:tmpl w:val="7B76FA3C"/>
    <w:lvl w:ilvl="0" w:tplc="B028A52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E542ACC"/>
    <w:multiLevelType w:val="multilevel"/>
    <w:tmpl w:val="21D8DB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3" w15:restartNumberingAfterBreak="0">
    <w:nsid w:val="59414BDD"/>
    <w:multiLevelType w:val="hybridMultilevel"/>
    <w:tmpl w:val="EF7E715E"/>
    <w:lvl w:ilvl="0" w:tplc="FCF25706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226"/>
    <w:rsid w:val="000173CC"/>
    <w:rsid w:val="000347F7"/>
    <w:rsid w:val="0005049D"/>
    <w:rsid w:val="000533EF"/>
    <w:rsid w:val="00062226"/>
    <w:rsid w:val="000672FB"/>
    <w:rsid w:val="000C6214"/>
    <w:rsid w:val="00117535"/>
    <w:rsid w:val="001C55AA"/>
    <w:rsid w:val="001C584B"/>
    <w:rsid w:val="002533E9"/>
    <w:rsid w:val="002860A1"/>
    <w:rsid w:val="002D58A5"/>
    <w:rsid w:val="002D74A0"/>
    <w:rsid w:val="00370C82"/>
    <w:rsid w:val="00383019"/>
    <w:rsid w:val="003B19B8"/>
    <w:rsid w:val="003C3DDB"/>
    <w:rsid w:val="003D411E"/>
    <w:rsid w:val="003F20BE"/>
    <w:rsid w:val="003F7483"/>
    <w:rsid w:val="004046D3"/>
    <w:rsid w:val="00443E27"/>
    <w:rsid w:val="00445398"/>
    <w:rsid w:val="00494466"/>
    <w:rsid w:val="004B56B4"/>
    <w:rsid w:val="004E2947"/>
    <w:rsid w:val="00587B7F"/>
    <w:rsid w:val="00591C15"/>
    <w:rsid w:val="005C7295"/>
    <w:rsid w:val="005D66D9"/>
    <w:rsid w:val="005E132C"/>
    <w:rsid w:val="005F7812"/>
    <w:rsid w:val="006777D5"/>
    <w:rsid w:val="006B0A6D"/>
    <w:rsid w:val="006D45F6"/>
    <w:rsid w:val="006E2F91"/>
    <w:rsid w:val="007876A8"/>
    <w:rsid w:val="007C17A9"/>
    <w:rsid w:val="007C6449"/>
    <w:rsid w:val="00843400"/>
    <w:rsid w:val="0085415E"/>
    <w:rsid w:val="0087332E"/>
    <w:rsid w:val="00886C28"/>
    <w:rsid w:val="00886E9E"/>
    <w:rsid w:val="008C1E73"/>
    <w:rsid w:val="00946921"/>
    <w:rsid w:val="009628F5"/>
    <w:rsid w:val="0096397D"/>
    <w:rsid w:val="0097157C"/>
    <w:rsid w:val="00987CAB"/>
    <w:rsid w:val="009A5425"/>
    <w:rsid w:val="00A113C1"/>
    <w:rsid w:val="00A54735"/>
    <w:rsid w:val="00AC6D64"/>
    <w:rsid w:val="00AD151E"/>
    <w:rsid w:val="00BA5E2E"/>
    <w:rsid w:val="00BC4B7E"/>
    <w:rsid w:val="00C26814"/>
    <w:rsid w:val="00C578E1"/>
    <w:rsid w:val="00CD2D11"/>
    <w:rsid w:val="00CD70C6"/>
    <w:rsid w:val="00CF1219"/>
    <w:rsid w:val="00D63F12"/>
    <w:rsid w:val="00D7271C"/>
    <w:rsid w:val="00D85F09"/>
    <w:rsid w:val="00DB6F1D"/>
    <w:rsid w:val="00DF32D1"/>
    <w:rsid w:val="00E01CB5"/>
    <w:rsid w:val="00E03596"/>
    <w:rsid w:val="00E046A6"/>
    <w:rsid w:val="00E13F4A"/>
    <w:rsid w:val="00E206F3"/>
    <w:rsid w:val="00E40EA9"/>
    <w:rsid w:val="00E5672A"/>
    <w:rsid w:val="00E849EA"/>
    <w:rsid w:val="00EA4AC4"/>
    <w:rsid w:val="00F17D08"/>
    <w:rsid w:val="00F21244"/>
    <w:rsid w:val="00F27314"/>
    <w:rsid w:val="00F47252"/>
    <w:rsid w:val="00F711A8"/>
    <w:rsid w:val="00F9764D"/>
    <w:rsid w:val="00FF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12BE92"/>
  <w15:chartTrackingRefBased/>
  <w15:docId w15:val="{16BAC11F-1158-4703-8651-651563A8A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51E"/>
    <w:pPr>
      <w:spacing w:after="40"/>
      <w:ind w:left="284" w:right="284"/>
    </w:pPr>
  </w:style>
  <w:style w:type="paragraph" w:styleId="Titre1">
    <w:name w:val="heading 1"/>
    <w:next w:val="Normal"/>
    <w:link w:val="Titre1Car"/>
    <w:uiPriority w:val="9"/>
    <w:qFormat/>
    <w:rsid w:val="002860A1"/>
    <w:pPr>
      <w:keepNext/>
      <w:keepLines/>
      <w:shd w:val="clear" w:color="auto" w:fill="5B9BD5" w:themeFill="accent5"/>
      <w:spacing w:after="40"/>
      <w:ind w:firstLine="567"/>
      <w:outlineLvl w:val="0"/>
    </w:pPr>
    <w:rPr>
      <w:rFonts w:ascii="Arial" w:eastAsiaTheme="majorEastAsia" w:hAnsi="Arial" w:cstheme="majorBidi"/>
      <w:caps/>
      <w:color w:val="FFFFFF" w:themeColor="background1"/>
      <w:sz w:val="36"/>
      <w:szCs w:val="32"/>
    </w:rPr>
  </w:style>
  <w:style w:type="paragraph" w:styleId="Titre2">
    <w:name w:val="heading 2"/>
    <w:aliases w:val="Sous-titre colonne gauche"/>
    <w:next w:val="Normal"/>
    <w:link w:val="Titre2Car"/>
    <w:uiPriority w:val="9"/>
    <w:unhideWhenUsed/>
    <w:qFormat/>
    <w:rsid w:val="00C26814"/>
    <w:pPr>
      <w:keepNext/>
      <w:keepLines/>
      <w:shd w:val="clear" w:color="auto" w:fill="B4C6E7" w:themeFill="accent1" w:themeFillTint="66"/>
      <w:spacing w:after="0"/>
      <w:ind w:firstLine="709"/>
      <w:outlineLvl w:val="1"/>
    </w:pPr>
    <w:rPr>
      <w:rFonts w:ascii="Arial" w:eastAsiaTheme="majorEastAsia" w:hAnsi="Arial" w:cstheme="majorBidi"/>
      <w:color w:val="3B3838" w:themeColor="background2" w:themeShade="40"/>
      <w:sz w:val="32"/>
      <w:szCs w:val="26"/>
    </w:rPr>
  </w:style>
  <w:style w:type="paragraph" w:styleId="Titre3">
    <w:name w:val="heading 3"/>
    <w:aliases w:val="Titre colonne droite"/>
    <w:next w:val="Normal"/>
    <w:link w:val="Titre3Car"/>
    <w:uiPriority w:val="9"/>
    <w:unhideWhenUsed/>
    <w:qFormat/>
    <w:rsid w:val="00BA5E2E"/>
    <w:pPr>
      <w:keepNext/>
      <w:keepLines/>
      <w:pBdr>
        <w:bottom w:val="single" w:sz="36" w:space="1" w:color="auto"/>
      </w:pBdr>
      <w:shd w:val="clear" w:color="auto" w:fill="44546A" w:themeFill="text2"/>
      <w:suppressAutoHyphens/>
      <w:spacing w:after="0"/>
      <w:jc w:val="center"/>
      <w:outlineLvl w:val="2"/>
    </w:pPr>
    <w:rPr>
      <w:rFonts w:ascii="Arial" w:eastAsiaTheme="majorEastAsia" w:hAnsi="Arial" w:cstheme="majorBidi"/>
      <w:smallCaps/>
      <w:color w:val="FFFFFF" w:themeColor="background1"/>
      <w:sz w:val="31"/>
      <w:szCs w:val="24"/>
    </w:rPr>
  </w:style>
  <w:style w:type="paragraph" w:styleId="Titre4">
    <w:name w:val="heading 4"/>
    <w:aliases w:val="Sous-titre colonne droite"/>
    <w:next w:val="Normal"/>
    <w:link w:val="Titre4Car"/>
    <w:uiPriority w:val="9"/>
    <w:unhideWhenUsed/>
    <w:qFormat/>
    <w:rsid w:val="00443E27"/>
    <w:pPr>
      <w:keepNext/>
      <w:keepLines/>
      <w:pBdr>
        <w:bottom w:val="single" w:sz="18" w:space="1" w:color="600000"/>
      </w:pBdr>
      <w:shd w:val="clear" w:color="auto" w:fill="C45911" w:themeFill="accent2" w:themeFillShade="BF"/>
      <w:spacing w:after="0"/>
      <w:ind w:firstLine="113"/>
      <w:outlineLvl w:val="3"/>
    </w:pPr>
    <w:rPr>
      <w:rFonts w:ascii="Arial" w:eastAsiaTheme="majorEastAsia" w:hAnsi="Arial" w:cstheme="majorBidi"/>
      <w:iCs/>
      <w:color w:val="FFFFFF" w:themeColor="background1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860A1"/>
    <w:rPr>
      <w:rFonts w:ascii="Arial" w:eastAsiaTheme="majorEastAsia" w:hAnsi="Arial" w:cstheme="majorBidi"/>
      <w:caps/>
      <w:color w:val="FFFFFF" w:themeColor="background1"/>
      <w:sz w:val="36"/>
      <w:szCs w:val="32"/>
      <w:shd w:val="clear" w:color="auto" w:fill="5B9BD5" w:themeFill="accent5"/>
    </w:rPr>
  </w:style>
  <w:style w:type="paragraph" w:styleId="En-tte">
    <w:name w:val="header"/>
    <w:basedOn w:val="Normal"/>
    <w:link w:val="En-tteCar"/>
    <w:uiPriority w:val="99"/>
    <w:unhideWhenUsed/>
    <w:rsid w:val="003F2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F20BE"/>
  </w:style>
  <w:style w:type="paragraph" w:styleId="Pieddepage">
    <w:name w:val="footer"/>
    <w:basedOn w:val="Normal"/>
    <w:link w:val="PieddepageCar"/>
    <w:uiPriority w:val="99"/>
    <w:unhideWhenUsed/>
    <w:rsid w:val="003F2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20BE"/>
  </w:style>
  <w:style w:type="character" w:customStyle="1" w:styleId="Titre2Car">
    <w:name w:val="Titre 2 Car"/>
    <w:aliases w:val="Sous-titre colonne gauche Car"/>
    <w:basedOn w:val="Policepardfaut"/>
    <w:link w:val="Titre2"/>
    <w:uiPriority w:val="9"/>
    <w:rsid w:val="00C26814"/>
    <w:rPr>
      <w:rFonts w:ascii="Arial" w:eastAsiaTheme="majorEastAsia" w:hAnsi="Arial" w:cstheme="majorBidi"/>
      <w:color w:val="3B3838" w:themeColor="background2" w:themeShade="40"/>
      <w:sz w:val="32"/>
      <w:szCs w:val="26"/>
      <w:shd w:val="clear" w:color="auto" w:fill="B4C6E7" w:themeFill="accent1" w:themeFillTint="66"/>
    </w:rPr>
  </w:style>
  <w:style w:type="character" w:customStyle="1" w:styleId="Titre3Car">
    <w:name w:val="Titre 3 Car"/>
    <w:aliases w:val="Titre colonne droite Car"/>
    <w:basedOn w:val="Policepardfaut"/>
    <w:link w:val="Titre3"/>
    <w:uiPriority w:val="9"/>
    <w:rsid w:val="00BA5E2E"/>
    <w:rPr>
      <w:rFonts w:ascii="Arial" w:eastAsiaTheme="majorEastAsia" w:hAnsi="Arial" w:cstheme="majorBidi"/>
      <w:smallCaps/>
      <w:color w:val="FFFFFF" w:themeColor="background1"/>
      <w:sz w:val="31"/>
      <w:szCs w:val="24"/>
      <w:shd w:val="clear" w:color="auto" w:fill="44546A" w:themeFill="text2"/>
    </w:rPr>
  </w:style>
  <w:style w:type="character" w:customStyle="1" w:styleId="Titre4Car">
    <w:name w:val="Titre 4 Car"/>
    <w:aliases w:val="Sous-titre colonne droite Car"/>
    <w:basedOn w:val="Policepardfaut"/>
    <w:link w:val="Titre4"/>
    <w:uiPriority w:val="9"/>
    <w:rsid w:val="00443E27"/>
    <w:rPr>
      <w:rFonts w:ascii="Arial" w:eastAsiaTheme="majorEastAsia" w:hAnsi="Arial" w:cstheme="majorBidi"/>
      <w:iCs/>
      <w:color w:val="FFFFFF" w:themeColor="background1"/>
      <w:sz w:val="28"/>
      <w:shd w:val="clear" w:color="auto" w:fill="C45911" w:themeFill="accent2" w:themeFillShade="BF"/>
    </w:rPr>
  </w:style>
  <w:style w:type="paragraph" w:styleId="Paragraphedeliste">
    <w:name w:val="List Paragraph"/>
    <w:basedOn w:val="Normal"/>
    <w:uiPriority w:val="34"/>
    <w:qFormat/>
    <w:rsid w:val="006777D5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F27314"/>
    <w:rPr>
      <w:color w:val="808080"/>
    </w:rPr>
  </w:style>
  <w:style w:type="paragraph" w:customStyle="1" w:styleId="Domaines">
    <w:name w:val="Domaines"/>
    <w:link w:val="DomainesCar"/>
    <w:qFormat/>
    <w:rsid w:val="004E2947"/>
    <w:pPr>
      <w:spacing w:after="120" w:line="240" w:lineRule="auto"/>
      <w:ind w:firstLine="113"/>
    </w:pPr>
    <w:rPr>
      <w:smallCaps/>
    </w:rPr>
  </w:style>
  <w:style w:type="paragraph" w:customStyle="1" w:styleId="Comptences">
    <w:name w:val="Compétences"/>
    <w:link w:val="ComptencesCar"/>
    <w:qFormat/>
    <w:rsid w:val="004E2947"/>
    <w:pPr>
      <w:spacing w:after="0"/>
    </w:pPr>
    <w:rPr>
      <w:i/>
      <w:sz w:val="20"/>
    </w:rPr>
  </w:style>
  <w:style w:type="character" w:customStyle="1" w:styleId="DomainesCar">
    <w:name w:val="Domaines Car"/>
    <w:basedOn w:val="Titre1Car"/>
    <w:link w:val="Domaines"/>
    <w:rsid w:val="004E2947"/>
    <w:rPr>
      <w:rFonts w:ascii="Arial" w:eastAsiaTheme="majorEastAsia" w:hAnsi="Arial" w:cstheme="majorBidi"/>
      <w:caps/>
      <w:smallCaps/>
      <w:color w:val="FFFFFF" w:themeColor="background1"/>
      <w:sz w:val="36"/>
      <w:szCs w:val="32"/>
      <w:shd w:val="clear" w:color="auto" w:fill="5B9BD5" w:themeFill="accent5"/>
    </w:rPr>
  </w:style>
  <w:style w:type="paragraph" w:customStyle="1" w:styleId="Descriptif">
    <w:name w:val="Descriptif"/>
    <w:link w:val="DescriptifCar"/>
    <w:rsid w:val="004046D3"/>
  </w:style>
  <w:style w:type="character" w:customStyle="1" w:styleId="ComptencesCar">
    <w:name w:val="Compétences Car"/>
    <w:basedOn w:val="Policepardfaut"/>
    <w:link w:val="Comptences"/>
    <w:rsid w:val="004E2947"/>
    <w:rPr>
      <w:i/>
      <w:sz w:val="20"/>
    </w:rPr>
  </w:style>
  <w:style w:type="table" w:styleId="Grilledutableau">
    <w:name w:val="Table Grid"/>
    <w:basedOn w:val="TableauNormal"/>
    <w:uiPriority w:val="39"/>
    <w:rsid w:val="00FF3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scriptifCar">
    <w:name w:val="Descriptif Car"/>
    <w:basedOn w:val="Policepardfaut"/>
    <w:link w:val="Descriptif"/>
    <w:rsid w:val="004046D3"/>
  </w:style>
  <w:style w:type="paragraph" w:styleId="Signature">
    <w:name w:val="Signature"/>
    <w:basedOn w:val="Normal"/>
    <w:link w:val="SignatureCar"/>
    <w:uiPriority w:val="7"/>
    <w:unhideWhenUsed/>
    <w:qFormat/>
    <w:rsid w:val="00F47252"/>
    <w:pPr>
      <w:spacing w:before="40" w:after="360" w:line="240" w:lineRule="auto"/>
      <w:ind w:left="720" w:right="720"/>
      <w:contextualSpacing/>
    </w:pPr>
    <w:rPr>
      <w:b/>
      <w:bCs/>
      <w:color w:val="4472C4" w:themeColor="accent1"/>
      <w:kern w:val="20"/>
      <w:sz w:val="24"/>
      <w:szCs w:val="20"/>
      <w:lang w:eastAsia="ja-JP"/>
    </w:rPr>
  </w:style>
  <w:style w:type="character" w:customStyle="1" w:styleId="SignatureCar">
    <w:name w:val="Signature Car"/>
    <w:basedOn w:val="Policepardfaut"/>
    <w:link w:val="Signature"/>
    <w:uiPriority w:val="7"/>
    <w:rsid w:val="00F47252"/>
    <w:rPr>
      <w:b/>
      <w:bCs/>
      <w:color w:val="4472C4" w:themeColor="accent1"/>
      <w:kern w:val="20"/>
      <w:sz w:val="24"/>
      <w:szCs w:val="20"/>
      <w:lang w:eastAsia="ja-JP"/>
    </w:rPr>
  </w:style>
  <w:style w:type="character" w:styleId="Lienhypertexte">
    <w:name w:val="Hyperlink"/>
    <w:basedOn w:val="Policepardfaut"/>
    <w:uiPriority w:val="99"/>
    <w:unhideWhenUsed/>
    <w:rsid w:val="00F47252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47252"/>
    <w:rPr>
      <w:color w:val="605E5C"/>
      <w:shd w:val="clear" w:color="auto" w:fill="E1DFDD"/>
    </w:rPr>
  </w:style>
  <w:style w:type="character" w:customStyle="1" w:styleId="markedcontent">
    <w:name w:val="markedcontent"/>
    <w:basedOn w:val="Policepardfaut"/>
    <w:rsid w:val="00E56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vittascience.com/python/" TargetMode="External"/><Relationship Id="rId13" Type="http://schemas.openxmlformats.org/officeDocument/2006/relationships/hyperlink" Target="https://fr.vittascience.com/python/" TargetMode="External"/><Relationship Id="rId18" Type="http://schemas.openxmlformats.org/officeDocument/2006/relationships/image" Target="media/image7.sv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hyperlink" Target="https://theasciicode.com.ar/" TargetMode="External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svg"/><Relationship Id="rId20" Type="http://schemas.openxmlformats.org/officeDocument/2006/relationships/image" Target="media/image9.sv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theasciicode.com.ar/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60.png"/><Relationship Id="rId2" Type="http://schemas.openxmlformats.org/officeDocument/2006/relationships/image" Target="media/image12.png"/><Relationship Id="rId1" Type="http://schemas.openxmlformats.org/officeDocument/2006/relationships/image" Target="media/image11.png"/><Relationship Id="rId4" Type="http://schemas.openxmlformats.org/officeDocument/2006/relationships/image" Target="media/image37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tha\AppData\Local\Temp\PIX_mod&#232;l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C8906-F22F-4AD5-B4E7-72F35E030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PIX_modèle.dotx</Template>
  <TotalTime>767</TotalTime>
  <Pages>1</Pages>
  <Words>122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vallot</dc:creator>
  <cp:keywords/>
  <dc:description/>
  <cp:lastModifiedBy>virginie vallot</cp:lastModifiedBy>
  <cp:revision>10</cp:revision>
  <cp:lastPrinted>2022-09-12T20:53:00Z</cp:lastPrinted>
  <dcterms:created xsi:type="dcterms:W3CDTF">2022-09-09T14:32:00Z</dcterms:created>
  <dcterms:modified xsi:type="dcterms:W3CDTF">2022-09-20T09:25:00Z</dcterms:modified>
</cp:coreProperties>
</file>