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EC1906" w14:textId="7E4F5C58" w:rsidR="009A5425" w:rsidRDefault="00554659" w:rsidP="00C26814">
      <w:pPr>
        <w:pStyle w:val="Titre1"/>
      </w:pPr>
      <w:r>
        <w:t>fonction exponentielle</w:t>
      </w:r>
      <w:r w:rsidR="00441EFB">
        <w:t>, fonction ln</w:t>
      </w:r>
    </w:p>
    <w:p w14:paraId="6188BA0B" w14:textId="643C3C6B" w:rsidR="00BA5E2E" w:rsidRPr="00BA5E2E" w:rsidRDefault="002B3B49" w:rsidP="00BA5E2E">
      <w:pPr>
        <w:pStyle w:val="Titre2"/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217342DF" wp14:editId="4FD84A06">
                <wp:simplePos x="0" y="0"/>
                <wp:positionH relativeFrom="column">
                  <wp:posOffset>45720</wp:posOffset>
                </wp:positionH>
                <wp:positionV relativeFrom="page">
                  <wp:posOffset>1546860</wp:posOffset>
                </wp:positionV>
                <wp:extent cx="5085080" cy="7139940"/>
                <wp:effectExtent l="0" t="0" r="1270" b="3810"/>
                <wp:wrapSquare wrapText="bothSides"/>
                <wp:docPr id="2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85080" cy="71399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0C72449" w14:textId="114A0579" w:rsidR="00C636A4" w:rsidRPr="001776AA" w:rsidRDefault="00C636A4" w:rsidP="00940C3D">
                            <w:pPr>
                              <w:spacing w:after="0"/>
                              <w:rPr>
                                <w:b/>
                                <w:bCs/>
                                <w:u w:val="single"/>
                              </w:rPr>
                            </w:pPr>
                            <w:r w:rsidRPr="001776AA">
                              <w:rPr>
                                <w:b/>
                                <w:bCs/>
                                <w:u w:val="single"/>
                              </w:rPr>
                              <w:t xml:space="preserve">Partie </w:t>
                            </w:r>
                            <w:r>
                              <w:rPr>
                                <w:b/>
                                <w:bCs/>
                                <w:u w:val="single"/>
                              </w:rPr>
                              <w:t>A</w:t>
                            </w:r>
                            <w:r w:rsidRPr="001776AA">
                              <w:rPr>
                                <w:b/>
                                <w:bCs/>
                                <w:u w:val="single"/>
                              </w:rPr>
                              <w:t xml:space="preserve"> : </w:t>
                            </w:r>
                            <w:r>
                              <w:rPr>
                                <w:b/>
                                <w:bCs/>
                                <w:u w:val="single"/>
                              </w:rPr>
                              <w:t xml:space="preserve">La </w:t>
                            </w:r>
                            <w:proofErr w:type="spellStart"/>
                            <w:r>
                              <w:rPr>
                                <w:b/>
                                <w:bCs/>
                                <w:u w:val="single"/>
                              </w:rPr>
                              <w:t>quizinière</w:t>
                            </w:r>
                            <w:proofErr w:type="spellEnd"/>
                          </w:p>
                          <w:p w14:paraId="29E6481E" w14:textId="79731BCA" w:rsidR="00C636A4" w:rsidRPr="00854EFC" w:rsidRDefault="00C636A4" w:rsidP="00C636A4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cstheme="minorHAnsi"/>
                                <w:sz w:val="24"/>
                                <w:szCs w:val="24"/>
                              </w:rPr>
                            </w:pPr>
                            <w:r w:rsidRPr="00854EFC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« </w:t>
                            </w:r>
                            <w:proofErr w:type="spellStart"/>
                            <w:r w:rsidRPr="00631FA8">
                              <w:rPr>
                                <w:rFonts w:cstheme="minorHAnsi"/>
                                <w:b/>
                                <w:i/>
                                <w:sz w:val="24"/>
                                <w:szCs w:val="24"/>
                              </w:rPr>
                              <w:t>Quizinière</w:t>
                            </w:r>
                            <w:proofErr w:type="spellEnd"/>
                            <w:r w:rsidRPr="00854EFC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 xml:space="preserve"> est un service CANOPE gratuit. Il vous permet de créer des quiz</w:t>
                            </w:r>
                            <w:r w:rsidR="00631FA8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z</w:t>
                            </w:r>
                            <w:r w:rsidRPr="00854EFC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 xml:space="preserve"> à partir de textes, d'images ou de vidéos. »</w:t>
                            </w:r>
                          </w:p>
                          <w:p w14:paraId="4661716A" w14:textId="1A909D96" w:rsidR="00C636A4" w:rsidRPr="00854EFC" w:rsidRDefault="00C636A4" w:rsidP="00631FA8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cstheme="minorHAnsi"/>
                                <w:sz w:val="24"/>
                                <w:szCs w:val="24"/>
                              </w:rPr>
                            </w:pPr>
                            <w:r w:rsidRPr="00A71EF9">
                              <w:rPr>
                                <w:rFonts w:cstheme="minorHAnsi"/>
                                <w:b/>
                                <w:sz w:val="24"/>
                                <w:szCs w:val="24"/>
                              </w:rPr>
                              <w:t>Vrai ou faux ?</w:t>
                            </w:r>
                          </w:p>
                          <w:p w14:paraId="123D3FEA" w14:textId="35F32660" w:rsidR="00C636A4" w:rsidRPr="00554659" w:rsidRDefault="00C636A4" w:rsidP="00554659">
                            <w:pPr>
                              <w:pStyle w:val="Paragraphedeliste"/>
                              <w:spacing w:after="0" w:line="276" w:lineRule="auto"/>
                              <w:rPr>
                                <w:b/>
                                <w:bCs/>
                                <w:u w:val="single"/>
                              </w:rPr>
                            </w:pPr>
                          </w:p>
                          <w:p w14:paraId="418D8596" w14:textId="5A3A87AB" w:rsidR="00C636A4" w:rsidRPr="001776AA" w:rsidRDefault="00C636A4" w:rsidP="001776AA">
                            <w:pPr>
                              <w:rPr>
                                <w:b/>
                                <w:bCs/>
                                <w:u w:val="single"/>
                              </w:rPr>
                            </w:pPr>
                            <w:r w:rsidRPr="001776AA">
                              <w:rPr>
                                <w:b/>
                                <w:bCs/>
                                <w:u w:val="single"/>
                              </w:rPr>
                              <w:t xml:space="preserve">Partie </w:t>
                            </w:r>
                            <w:r>
                              <w:rPr>
                                <w:b/>
                                <w:bCs/>
                                <w:u w:val="single"/>
                              </w:rPr>
                              <w:t>B</w:t>
                            </w:r>
                            <w:r w:rsidRPr="001776AA">
                              <w:rPr>
                                <w:b/>
                                <w:bCs/>
                                <w:u w:val="single"/>
                              </w:rPr>
                              <w:t xml:space="preserve"> : </w:t>
                            </w:r>
                            <w:proofErr w:type="gramStart"/>
                            <w:r>
                              <w:rPr>
                                <w:b/>
                                <w:bCs/>
                                <w:u w:val="single"/>
                              </w:rPr>
                              <w:t>Quizz</w:t>
                            </w:r>
                            <w:r w:rsidR="00A71EF9">
                              <w:rPr>
                                <w:b/>
                                <w:bCs/>
                                <w:u w:val="single"/>
                              </w:rPr>
                              <w:t>  fonction</w:t>
                            </w:r>
                            <w:proofErr w:type="gramEnd"/>
                            <w:r w:rsidR="00A71EF9">
                              <w:rPr>
                                <w:b/>
                                <w:bCs/>
                                <w:u w:val="single"/>
                              </w:rPr>
                              <w:t xml:space="preserve"> exponentielle, fonction ln, limites et continuité</w:t>
                            </w:r>
                          </w:p>
                          <w:p w14:paraId="6DD13B41" w14:textId="12CB0855" w:rsidR="00CD714C" w:rsidRDefault="00C636A4" w:rsidP="00CD714C">
                            <w:pPr>
                              <w:pStyle w:val="Paragraphedeliste"/>
                              <w:ind w:left="0"/>
                            </w:pPr>
                            <w:r>
                              <w:t xml:space="preserve">Répondre au questionnaire de la </w:t>
                            </w:r>
                            <w:proofErr w:type="spellStart"/>
                            <w:r w:rsidRPr="00631FA8">
                              <w:rPr>
                                <w:b/>
                                <w:i/>
                              </w:rPr>
                              <w:t>quizinière</w:t>
                            </w:r>
                            <w:proofErr w:type="spellEnd"/>
                            <w:r w:rsidR="00CD714C">
                              <w:t>,</w:t>
                            </w:r>
                          </w:p>
                          <w:p w14:paraId="120B707C" w14:textId="1ED86A1B" w:rsidR="00955D9D" w:rsidRDefault="00206061" w:rsidP="00CD714C">
                            <w:pPr>
                              <w:pStyle w:val="Paragraphedeliste"/>
                              <w:ind w:left="0"/>
                            </w:pPr>
                            <w:hyperlink r:id="rId8" w:history="1">
                              <w:r w:rsidR="00955D9D" w:rsidRPr="00955D9D">
                                <w:rPr>
                                  <w:rStyle w:val="Lienhypertexte"/>
                                </w:rPr>
                                <w:t>https://www.quiziniere.com/</w:t>
                              </w:r>
                            </w:hyperlink>
                          </w:p>
                          <w:p w14:paraId="02FDB07A" w14:textId="0496F273" w:rsidR="00CD714C" w:rsidRDefault="00955D9D" w:rsidP="00CD714C">
                            <w:pPr>
                              <w:pStyle w:val="Paragraphedeliste"/>
                              <w:ind w:left="0"/>
                            </w:pPr>
                            <w:r>
                              <w:t>C</w:t>
                            </w:r>
                            <w:r w:rsidR="00CD714C">
                              <w:t>ode : BQX7WN (pas besoin de créer un compte).</w:t>
                            </w:r>
                          </w:p>
                          <w:p w14:paraId="57E3F6CF" w14:textId="60DB2E9E" w:rsidR="00C636A4" w:rsidRDefault="00C636A4" w:rsidP="00CD714C">
                            <w:pPr>
                              <w:pStyle w:val="Paragraphedeliste"/>
                              <w:ind w:left="0"/>
                              <w:rPr>
                                <w:noProof/>
                              </w:rPr>
                            </w:pPr>
                            <w:r>
                              <w:t>Vous pouvez écrire votre nom et envoyer les résultats.</w:t>
                            </w:r>
                            <w:r w:rsidRPr="00115E25">
                              <w:rPr>
                                <w:noProof/>
                              </w:rPr>
                              <w:t xml:space="preserve"> </w:t>
                            </w:r>
                          </w:p>
                          <w:p w14:paraId="4E2D7B54" w14:textId="4398C6C9" w:rsidR="00C636A4" w:rsidRPr="00B10A0F" w:rsidRDefault="00C636A4" w:rsidP="00940C3D">
                            <w:pPr>
                              <w:spacing w:after="0"/>
                              <w:rPr>
                                <w:b/>
                                <w:u w:val="single"/>
                              </w:rPr>
                            </w:pPr>
                            <w:r w:rsidRPr="00B10A0F">
                              <w:rPr>
                                <w:b/>
                                <w:u w:val="single"/>
                              </w:rPr>
                              <w:t>Partie C : Programmation Python</w:t>
                            </w:r>
                            <w:r>
                              <w:rPr>
                                <w:b/>
                                <w:u w:val="single"/>
                              </w:rPr>
                              <w:t xml:space="preserve"> </w:t>
                            </w:r>
                          </w:p>
                          <w:p w14:paraId="2D2FBC44" w14:textId="00F1CD83" w:rsidR="00A71EF9" w:rsidRDefault="00A71EF9" w:rsidP="00A71EF9">
                            <w:pPr>
                              <w:spacing w:after="0" w:line="240" w:lineRule="auto"/>
                              <w:rPr>
                                <w:rFonts w:eastAsia="Times New Roman" w:cstheme="minorHAnsi"/>
                                <w:lang w:eastAsia="fr-FR"/>
                              </w:rPr>
                            </w:pPr>
                            <w:r w:rsidRPr="00A71EF9">
                              <w:rPr>
                                <w:rFonts w:eastAsia="Times New Roman" w:cstheme="minorHAnsi"/>
                                <w:lang w:eastAsia="fr-FR"/>
                              </w:rPr>
                              <w:t>Dans une usine, un four cuit des céramiques à la température de 1 000°C. On s’intéresse à la phase de refroidissement du four, qui débute dès l’instant où il est éteint.</w:t>
                            </w:r>
                            <w:r>
                              <w:rPr>
                                <w:rFonts w:eastAsia="Times New Roman" w:cstheme="minorHAnsi"/>
                                <w:lang w:eastAsia="fr-FR"/>
                              </w:rPr>
                              <w:t xml:space="preserve"> </w:t>
                            </w:r>
                            <w:r w:rsidRPr="00A71EF9">
                              <w:rPr>
                                <w:rFonts w:eastAsia="Times New Roman" w:cstheme="minorHAnsi"/>
                                <w:b/>
                                <w:lang w:eastAsia="fr-FR"/>
                              </w:rPr>
                              <w:t>La porte du four peut être ouverte sans risque pour les céramiques dès que sa température est inférieure à 70°C</w:t>
                            </w:r>
                            <w:r w:rsidRPr="00A71EF9">
                              <w:rPr>
                                <w:rFonts w:eastAsia="Times New Roman" w:cstheme="minorHAnsi"/>
                                <w:lang w:eastAsia="fr-FR"/>
                              </w:rPr>
                              <w:t>.</w:t>
                            </w:r>
                            <w:r>
                              <w:rPr>
                                <w:rFonts w:eastAsia="Times New Roman" w:cstheme="minorHAnsi"/>
                                <w:lang w:eastAsia="fr-FR"/>
                              </w:rPr>
                              <w:t xml:space="preserve"> </w:t>
                            </w:r>
                            <w:r w:rsidRPr="00A71EF9">
                              <w:rPr>
                                <w:rFonts w:eastAsia="Times New Roman" w:cstheme="minorHAnsi"/>
                                <w:lang w:eastAsia="fr-FR"/>
                              </w:rPr>
                              <w:t>Sinon les céramiques peuvent se fissurer</w:t>
                            </w:r>
                            <w:r w:rsidR="00DB4AC0">
                              <w:rPr>
                                <w:rFonts w:eastAsia="Times New Roman" w:cstheme="minorHAnsi"/>
                                <w:lang w:eastAsia="fr-FR"/>
                              </w:rPr>
                              <w:t>.</w:t>
                            </w:r>
                          </w:p>
                          <w:p w14:paraId="00D4A629" w14:textId="63B7657B" w:rsidR="00631FA8" w:rsidRPr="00631FA8" w:rsidRDefault="009D4D86" w:rsidP="00631FA8">
                            <w:pPr>
                              <w:pStyle w:val="Paragraphedeliste"/>
                              <w:numPr>
                                <w:ilvl w:val="0"/>
                                <w:numId w:val="10"/>
                              </w:num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left="426"/>
                              <w:rPr>
                                <w:rFonts w:cstheme="minorHAnsi"/>
                              </w:rPr>
                            </w:pPr>
                            <w:r w:rsidRPr="009D4D86">
                              <w:rPr>
                                <w:b/>
                                <w:highlight w:val="cyan"/>
                              </w:rPr>
                              <w:t>Modèle 1 :</w:t>
                            </w:r>
                            <w:r>
                              <w:t xml:space="preserve"> </w:t>
                            </w:r>
                            <w:r w:rsidR="00A71EF9">
                              <w:t xml:space="preserve">On note </w:t>
                            </w:r>
                            <m:oMath>
                              <m:r>
                                <w:rPr>
                                  <w:rFonts w:ascii="Cambria Math" w:hAnsi="Cambria Math"/>
                                </w:rPr>
                                <m:t>t</m:t>
                              </m:r>
                            </m:oMath>
                            <w:r w:rsidR="00A71EF9">
                              <w:t xml:space="preserve"> le temps (en heure) écoulé depuis l’instant où le four a été éteint. La température du four (en degré Celsius) à l’instant </w:t>
                            </w:r>
                            <m:oMath>
                              <m:r>
                                <w:rPr>
                                  <w:rFonts w:ascii="Cambria Math" w:hAnsi="Cambria Math"/>
                                </w:rPr>
                                <m:t>t</m:t>
                              </m:r>
                            </m:oMath>
                            <w:r w:rsidR="00A71EF9">
                              <w:t xml:space="preserve"> est donnée par la fonction </w:t>
                            </w:r>
                            <m:oMath>
                              <m:r>
                                <w:rPr>
                                  <w:rFonts w:ascii="Cambria Math" w:hAnsi="Cambria Math"/>
                                </w:rPr>
                                <m:t>f</m:t>
                              </m:r>
                            </m:oMath>
                            <w:r w:rsidR="00A71EF9">
                              <w:t xml:space="preserve"> définie, pour tout nombre réel t positif, par : </w:t>
                            </w:r>
                            <m:oMath>
                              <m:r>
                                <m:rPr>
                                  <m:sty m:val="bi"/>
                                </m:rPr>
                                <w:rPr>
                                  <w:rStyle w:val="katex-mathml"/>
                                  <w:rFonts w:ascii="Cambria Math" w:hAnsi="Cambria Math"/>
                                </w:rPr>
                                <m:t>f</m:t>
                              </m:r>
                              <m:d>
                                <m:dPr>
                                  <m:ctrlPr>
                                    <w:rPr>
                                      <w:rStyle w:val="katex-mathml"/>
                                      <w:rFonts w:ascii="Cambria Math" w:hAnsi="Cambria Math"/>
                                      <w:b/>
                                      <w:i/>
                                    </w:rPr>
                                  </m:ctrlPr>
                                </m:dPr>
                                <m:e>
                                  <m:r>
                                    <m:rPr>
                                      <m:sty m:val="bi"/>
                                    </m:rPr>
                                    <w:rPr>
                                      <w:rStyle w:val="katex-mathml"/>
                                      <w:rFonts w:ascii="Cambria Math" w:hAnsi="Cambria Math"/>
                                    </w:rPr>
                                    <m:t>t</m:t>
                                  </m:r>
                                </m:e>
                              </m:d>
                              <m:r>
                                <m:rPr>
                                  <m:sty m:val="bi"/>
                                </m:rPr>
                                <w:rPr>
                                  <w:rStyle w:val="katex-mathml"/>
                                  <w:rFonts w:ascii="Cambria Math" w:hAnsi="Cambria Math"/>
                                </w:rPr>
                                <m:t>=980</m:t>
                              </m:r>
                              <m:r>
                                <m:rPr>
                                  <m:sty m:val="bi"/>
                                </m:rPr>
                                <w:rPr>
                                  <w:rStyle w:val="katex-mathml"/>
                                  <w:rFonts w:ascii="Cambria Math" w:hAnsi="Cambria Math" w:cs="Cambria Math"/>
                                </w:rPr>
                                <m:t>*</m:t>
                              </m:r>
                              <m:sSup>
                                <m:sSupPr>
                                  <m:ctrlPr>
                                    <w:rPr>
                                      <w:rStyle w:val="katex-mathml"/>
                                      <w:rFonts w:ascii="Cambria Math" w:hAnsi="Cambria Math"/>
                                      <w:b/>
                                      <w:i/>
                                    </w:rPr>
                                  </m:ctrlPr>
                                </m:sSupPr>
                                <m:e>
                                  <m:r>
                                    <m:rPr>
                                      <m:sty m:val="bi"/>
                                    </m:rPr>
                                    <w:rPr>
                                      <w:rStyle w:val="katex-mathml"/>
                                      <w:rFonts w:ascii="Cambria Math" w:hAnsi="Cambria Math"/>
                                    </w:rPr>
                                    <m:t>e</m:t>
                                  </m:r>
                                </m:e>
                                <m:sup>
                                  <m:r>
                                    <m:rPr>
                                      <m:sty m:val="bi"/>
                                    </m:rPr>
                                    <w:rPr>
                                      <w:rStyle w:val="katex-mathml"/>
                                      <w:rFonts w:ascii="Cambria Math" w:hAnsi="Cambria Math"/>
                                    </w:rPr>
                                    <m:t>-</m:t>
                                  </m:r>
                                  <m:f>
                                    <m:fPr>
                                      <m:ctrlPr>
                                        <w:rPr>
                                          <w:rStyle w:val="katex-mathml"/>
                                          <w:rFonts w:ascii="Cambria Math" w:hAnsi="Cambria Math"/>
                                          <w:b/>
                                          <w:i/>
                                        </w:rPr>
                                      </m:ctrlPr>
                                    </m:fPr>
                                    <m:num>
                                      <m:r>
                                        <m:rPr>
                                          <m:sty m:val="bi"/>
                                        </m:rPr>
                                        <w:rPr>
                                          <w:rStyle w:val="katex-mathml"/>
                                          <w:rFonts w:ascii="Cambria Math" w:hAnsi="Cambria Math"/>
                                        </w:rPr>
                                        <m:t>t</m:t>
                                      </m:r>
                                    </m:num>
                                    <m:den>
                                      <m:r>
                                        <m:rPr>
                                          <m:sty m:val="bi"/>
                                        </m:rPr>
                                        <w:rPr>
                                          <w:rStyle w:val="katex-mathml"/>
                                          <w:rFonts w:ascii="Cambria Math" w:hAnsi="Cambria Math"/>
                                        </w:rPr>
                                        <m:t>5</m:t>
                                      </m:r>
                                    </m:den>
                                  </m:f>
                                </m:sup>
                              </m:sSup>
                              <m:r>
                                <m:rPr>
                                  <m:sty m:val="bi"/>
                                </m:rPr>
                                <w:rPr>
                                  <w:rStyle w:val="katex-mathml"/>
                                  <w:rFonts w:ascii="Cambria Math" w:hAnsi="Cambria Math"/>
                                </w:rPr>
                                <m:t>+20</m:t>
                              </m:r>
                            </m:oMath>
                            <w:r w:rsidR="00A71EF9" w:rsidRPr="00631FA8">
                              <w:rPr>
                                <w:rStyle w:val="katex-mathml"/>
                                <w:rFonts w:eastAsiaTheme="minorEastAsia"/>
                              </w:rPr>
                              <w:t>.</w:t>
                            </w:r>
                            <w:r w:rsidR="00A71EF9">
                              <w:t xml:space="preserve"> </w:t>
                            </w:r>
                            <w:r w:rsidR="00631FA8">
                              <w:t>Avec ce modèle, par le calcul, déterminer après combien de minutes le four peut-il être ouvert sans risque pour les céramiques ? Arrondir à l'heure près.</w:t>
                            </w:r>
                          </w:p>
                          <w:p w14:paraId="2F099674" w14:textId="179C71F7" w:rsidR="006F4692" w:rsidRDefault="009D4D86" w:rsidP="006F4692">
                            <w:pPr>
                              <w:pStyle w:val="Paragraphedeliste"/>
                              <w:numPr>
                                <w:ilvl w:val="0"/>
                                <w:numId w:val="10"/>
                              </w:num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left="426"/>
                              <w:rPr>
                                <w:rFonts w:cstheme="minorHAnsi"/>
                              </w:rPr>
                            </w:pPr>
                            <w:r w:rsidRPr="009D4D86">
                              <w:rPr>
                                <w:rFonts w:cstheme="minorHAnsi"/>
                                <w:b/>
                                <w:highlight w:val="cyan"/>
                              </w:rPr>
                              <w:t>Modèle 2 :</w:t>
                            </w:r>
                            <w:r w:rsidRPr="009D4D86">
                              <w:rPr>
                                <w:rFonts w:cstheme="minorHAnsi"/>
                                <w:b/>
                              </w:rPr>
                              <w:t xml:space="preserve"> </w:t>
                            </w:r>
                            <w:r w:rsidR="00C636A4" w:rsidRPr="00631FA8">
                              <w:rPr>
                                <w:rFonts w:cstheme="minorHAnsi"/>
                              </w:rPr>
                              <w:t xml:space="preserve">Pour un nombre entier naturel </w:t>
                            </w:r>
                            <m:oMath>
                              <m:r>
                                <w:rPr>
                                  <w:rFonts w:ascii="Cambria Math" w:hAnsi="Cambria Math" w:cstheme="minorHAnsi"/>
                                </w:rPr>
                                <m:t>n</m:t>
                              </m:r>
                            </m:oMath>
                            <w:r w:rsidR="00C636A4" w:rsidRPr="00631FA8">
                              <w:rPr>
                                <w:rFonts w:cstheme="minorHAnsi"/>
                              </w:rPr>
                              <w:t xml:space="preserve">, on note </w:t>
                            </w:r>
                            <m:oMath>
                              <m:sSub>
                                <m:sSubPr>
                                  <m:ctrlPr>
                                    <w:rPr>
                                      <w:rFonts w:ascii="Cambria Math" w:hAnsi="Cambria Math" w:cstheme="minorHAnsi"/>
                                      <w:i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 w:cstheme="minorHAnsi"/>
                                    </w:rPr>
                                    <m:t>T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 w:cstheme="minorHAnsi"/>
                                    </w:rPr>
                                    <m:t>n</m:t>
                                  </m:r>
                                </m:sub>
                              </m:sSub>
                              <m:r>
                                <w:rPr>
                                  <w:rFonts w:ascii="Cambria Math" w:hAnsi="Cambria Math" w:cstheme="minorHAnsi"/>
                                </w:rPr>
                                <m:t xml:space="preserve"> </m:t>
                              </m:r>
                            </m:oMath>
                            <w:r w:rsidR="00C636A4" w:rsidRPr="00631FA8">
                              <w:rPr>
                                <w:rFonts w:cstheme="minorHAnsi"/>
                              </w:rPr>
                              <w:t xml:space="preserve">la </w:t>
                            </w:r>
                          </w:p>
                          <w:p w14:paraId="5B072874" w14:textId="77777777" w:rsidR="006F4692" w:rsidRDefault="00C636A4" w:rsidP="006F4692">
                            <w:pPr>
                              <w:pStyle w:val="Paragraphedeliste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left="426"/>
                              <w:rPr>
                                <w:rFonts w:cstheme="minorHAnsi"/>
                              </w:rPr>
                            </w:pPr>
                            <w:proofErr w:type="gramStart"/>
                            <w:r w:rsidRPr="00631FA8">
                              <w:rPr>
                                <w:rFonts w:cstheme="minorHAnsi"/>
                              </w:rPr>
                              <w:t>t</w:t>
                            </w:r>
                            <w:r w:rsidRPr="006F4692">
                              <w:rPr>
                                <w:rFonts w:cstheme="minorHAnsi"/>
                              </w:rPr>
                              <w:t>empérature</w:t>
                            </w:r>
                            <w:proofErr w:type="gramEnd"/>
                            <w:r w:rsidRPr="006F4692">
                              <w:rPr>
                                <w:rFonts w:cstheme="minorHAnsi"/>
                              </w:rPr>
                              <w:t xml:space="preserve"> en degré Celsius du four au bout </w:t>
                            </w:r>
                          </w:p>
                          <w:p w14:paraId="0D524C1F" w14:textId="77777777" w:rsidR="006F4692" w:rsidRDefault="00C636A4" w:rsidP="006F4692">
                            <w:pPr>
                              <w:pStyle w:val="Paragraphedeliste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left="426"/>
                              <w:rPr>
                                <w:rFonts w:cstheme="minorHAnsi"/>
                              </w:rPr>
                            </w:pPr>
                            <w:proofErr w:type="gramStart"/>
                            <w:r w:rsidRPr="006F4692">
                              <w:rPr>
                                <w:rFonts w:cstheme="minorHAnsi"/>
                              </w:rPr>
                              <w:t>de</w:t>
                            </w:r>
                            <w:proofErr w:type="gramEnd"/>
                            <w:r w:rsidRPr="006F4692">
                              <w:rPr>
                                <w:rFonts w:cstheme="minorHAnsi"/>
                              </w:rPr>
                              <w:t xml:space="preserve"> </w:t>
                            </w:r>
                            <m:oMath>
                              <m:r>
                                <w:rPr>
                                  <w:rFonts w:ascii="Cambria Math" w:hAnsi="Cambria Math" w:cstheme="minorHAnsi"/>
                                </w:rPr>
                                <m:t>n</m:t>
                              </m:r>
                            </m:oMath>
                            <w:r w:rsidRPr="006F4692">
                              <w:rPr>
                                <w:rFonts w:cstheme="minorHAnsi"/>
                                <w:i/>
                                <w:iCs/>
                              </w:rPr>
                              <w:t xml:space="preserve"> </w:t>
                            </w:r>
                            <w:r w:rsidRPr="006F4692">
                              <w:rPr>
                                <w:rFonts w:cstheme="minorHAnsi"/>
                              </w:rPr>
                              <w:t xml:space="preserve">heures écoulées à partir de l’instant où il a </w:t>
                            </w:r>
                          </w:p>
                          <w:p w14:paraId="69FF3A3C" w14:textId="51DFFEFC" w:rsidR="006F4692" w:rsidRDefault="00C636A4" w:rsidP="006F4692">
                            <w:pPr>
                              <w:pStyle w:val="Paragraphedeliste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left="426"/>
                              <w:rPr>
                                <w:rFonts w:eastAsiaTheme="minorEastAsia" w:cstheme="minorHAnsi"/>
                              </w:rPr>
                            </w:pPr>
                            <w:proofErr w:type="gramStart"/>
                            <w:r w:rsidRPr="006F4692">
                              <w:rPr>
                                <w:rFonts w:cstheme="minorHAnsi"/>
                              </w:rPr>
                              <w:t>été</w:t>
                            </w:r>
                            <w:proofErr w:type="gramEnd"/>
                            <w:r w:rsidRPr="006F4692">
                              <w:rPr>
                                <w:rFonts w:cstheme="minorHAnsi"/>
                              </w:rPr>
                              <w:t xml:space="preserve"> éteint. On a donc </w:t>
                            </w:r>
                            <m:oMath>
                              <m:sSub>
                                <m:sSubPr>
                                  <m:ctrlPr>
                                    <w:rPr>
                                      <w:rFonts w:ascii="Cambria Math" w:hAnsi="Cambria Math" w:cstheme="minorHAnsi"/>
                                      <w:b/>
                                      <w:i/>
                                    </w:rPr>
                                  </m:ctrlPr>
                                </m:sSubPr>
                                <m:e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 w:cstheme="minorHAnsi"/>
                                    </w:rPr>
                                    <m:t>T</m:t>
                                  </m:r>
                                </m:e>
                                <m:sub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 w:cstheme="minorHAnsi"/>
                                    </w:rPr>
                                    <m:t>0</m:t>
                                  </m:r>
                                </m:sub>
                              </m:sSub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 w:cstheme="minorHAnsi"/>
                                </w:rPr>
                                <m:t>=1000</m:t>
                              </m:r>
                            </m:oMath>
                            <w:r w:rsidRPr="002B3B49">
                              <w:rPr>
                                <w:rFonts w:eastAsiaTheme="minorEastAsia" w:cstheme="minorHAnsi"/>
                                <w:b/>
                              </w:rPr>
                              <w:t>0</w:t>
                            </w:r>
                            <w:r w:rsidRPr="006F4692">
                              <w:rPr>
                                <w:rFonts w:eastAsiaTheme="minorEastAsia" w:cstheme="minorHAnsi"/>
                              </w:rPr>
                              <w:t>.</w:t>
                            </w:r>
                            <w:r w:rsidR="00A71EF9" w:rsidRPr="006F4692">
                              <w:rPr>
                                <w:rFonts w:eastAsiaTheme="minorEastAsia" w:cstheme="minorHAnsi"/>
                              </w:rPr>
                              <w:t xml:space="preserve"> </w:t>
                            </w:r>
                          </w:p>
                          <w:p w14:paraId="1F00CF32" w14:textId="77777777" w:rsidR="006F4692" w:rsidRDefault="00C636A4" w:rsidP="006F4692">
                            <w:pPr>
                              <w:pStyle w:val="Paragraphedeliste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left="426"/>
                              <w:rPr>
                                <w:rFonts w:cstheme="minorHAnsi"/>
                              </w:rPr>
                            </w:pPr>
                            <w:r w:rsidRPr="006F4692">
                              <w:rPr>
                                <w:rFonts w:cstheme="minorHAnsi"/>
                              </w:rPr>
                              <w:t xml:space="preserve">La température </w:t>
                            </w:r>
                            <m:oMath>
                              <m:sSub>
                                <m:sSubPr>
                                  <m:ctrlPr>
                                    <w:rPr>
                                      <w:rFonts w:ascii="Cambria Math" w:hAnsi="Cambria Math" w:cstheme="minorHAnsi"/>
                                      <w:i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 w:cstheme="minorHAnsi"/>
                                    </w:rPr>
                                    <m:t>T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 w:cstheme="minorHAnsi"/>
                                    </w:rPr>
                                    <m:t>n</m:t>
                                  </m:r>
                                </m:sub>
                              </m:sSub>
                              <m:r>
                                <w:rPr>
                                  <w:rFonts w:ascii="Cambria Math" w:hAnsi="Cambria Math" w:cstheme="minorHAnsi"/>
                                </w:rPr>
                                <m:t xml:space="preserve"> </m:t>
                              </m:r>
                            </m:oMath>
                            <w:r w:rsidRPr="006F4692">
                              <w:rPr>
                                <w:rFonts w:cstheme="minorHAnsi"/>
                                <w:i/>
                                <w:iCs/>
                              </w:rPr>
                              <w:t xml:space="preserve"> </w:t>
                            </w:r>
                            <w:r w:rsidRPr="006F4692">
                              <w:rPr>
                                <w:rFonts w:cstheme="minorHAnsi"/>
                              </w:rPr>
                              <w:t xml:space="preserve">est calculée par la fonction </w:t>
                            </w:r>
                          </w:p>
                          <w:p w14:paraId="02955A88" w14:textId="6CDE847F" w:rsidR="00C636A4" w:rsidRPr="002B3B49" w:rsidRDefault="00C636A4" w:rsidP="006F4692">
                            <w:pPr>
                              <w:pStyle w:val="Paragraphedeliste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left="426"/>
                              <w:rPr>
                                <w:rFonts w:cstheme="minorHAnsi"/>
                                <w:b/>
                              </w:rPr>
                            </w:pPr>
                            <w:proofErr w:type="gramStart"/>
                            <w:r w:rsidRPr="002B3B49">
                              <w:rPr>
                                <w:rFonts w:cstheme="minorHAnsi"/>
                                <w:b/>
                              </w:rPr>
                              <w:t>suivante</w:t>
                            </w:r>
                            <w:proofErr w:type="gramEnd"/>
                            <w:r w:rsidRPr="002B3B49">
                              <w:rPr>
                                <w:rFonts w:cstheme="minorHAnsi"/>
                                <w:b/>
                              </w:rPr>
                              <w:t xml:space="preserve"> :</w:t>
                            </w:r>
                            <w:r w:rsidR="0062541D" w:rsidRPr="002B3B49">
                              <w:rPr>
                                <w:rFonts w:cstheme="minorHAnsi"/>
                                <w:b/>
                              </w:rPr>
                              <w:t xml:space="preserve"> </w:t>
                            </w:r>
                            <m:oMath>
                              <m:sSub>
                                <m:sSubPr>
                                  <m:ctrlPr>
                                    <w:rPr>
                                      <w:rFonts w:ascii="Cambria Math" w:hAnsi="Cambria Math" w:cstheme="minorHAnsi"/>
                                      <w:b/>
                                      <w:i/>
                                    </w:rPr>
                                  </m:ctrlPr>
                                </m:sSubPr>
                                <m:e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 w:cstheme="minorHAnsi"/>
                                    </w:rPr>
                                    <m:t>T</m:t>
                                  </m:r>
                                </m:e>
                                <m:sub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 w:cstheme="minorHAnsi"/>
                                    </w:rPr>
                                    <m:t>n+1</m:t>
                                  </m:r>
                                </m:sub>
                              </m:sSub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eastAsiaTheme="minorEastAsia" w:hAnsi="Cambria Math" w:cstheme="minorHAnsi"/>
                                </w:rPr>
                                <m:t>=0.82×</m:t>
                              </m:r>
                              <m:r>
                                <m:rPr>
                                  <m:sty m:val="b"/>
                                </m:rPr>
                                <w:rPr>
                                  <w:rFonts w:ascii="Cambria Math" w:hAnsi="Cambria Math" w:cstheme="minorHAnsi"/>
                                </w:rPr>
                                <m:t xml:space="preserve"> </m:t>
                              </m:r>
                              <m:sSub>
                                <m:sSubPr>
                                  <m:ctrlPr>
                                    <w:rPr>
                                      <w:rFonts w:ascii="Cambria Math" w:hAnsi="Cambria Math" w:cstheme="minorHAnsi"/>
                                      <w:b/>
                                      <w:i/>
                                    </w:rPr>
                                  </m:ctrlPr>
                                </m:sSubPr>
                                <m:e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 w:cstheme="minorHAnsi"/>
                                    </w:rPr>
                                    <m:t>T</m:t>
                                  </m:r>
                                </m:e>
                                <m:sub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 w:cstheme="minorHAnsi"/>
                                    </w:rPr>
                                    <m:t>n</m:t>
                                  </m:r>
                                </m:sub>
                              </m:sSub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eastAsiaTheme="minorEastAsia" w:hAnsi="Cambria Math" w:cstheme="minorHAnsi"/>
                                </w:rPr>
                                <m:t>+3.6</m:t>
                              </m:r>
                            </m:oMath>
                            <w:r w:rsidR="0062541D" w:rsidRPr="002B3B49">
                              <w:rPr>
                                <w:rFonts w:eastAsiaTheme="minorEastAsia" w:cstheme="minorHAnsi"/>
                                <w:b/>
                              </w:rPr>
                              <w:t>.</w:t>
                            </w:r>
                          </w:p>
                          <w:p w14:paraId="2DC0FA93" w14:textId="05DE9621" w:rsidR="00C636A4" w:rsidRPr="00CD714C" w:rsidRDefault="00C636A4" w:rsidP="00631FA8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left="426"/>
                              <w:jc w:val="center"/>
                              <w:rPr>
                                <w:rFonts w:cstheme="minorHAnsi"/>
                                <w:sz w:val="16"/>
                                <w:szCs w:val="16"/>
                              </w:rPr>
                            </w:pPr>
                          </w:p>
                          <w:p w14:paraId="0251BD35" w14:textId="5D01C6BE" w:rsidR="00C636A4" w:rsidRPr="006F4692" w:rsidRDefault="00C636A4" w:rsidP="006F4692">
                            <w:pPr>
                              <w:pStyle w:val="Paragraphedeliste"/>
                              <w:numPr>
                                <w:ilvl w:val="0"/>
                                <w:numId w:val="9"/>
                              </w:num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  <w:r w:rsidRPr="006F4692">
                              <w:rPr>
                                <w:rFonts w:cstheme="minorHAnsi"/>
                              </w:rPr>
                              <w:t>Ecrire</w:t>
                            </w:r>
                            <w:r w:rsidR="00DB4AC0" w:rsidRPr="006F4692">
                              <w:rPr>
                                <w:rFonts w:cstheme="minorHAnsi"/>
                              </w:rPr>
                              <w:t xml:space="preserve">, compléter </w:t>
                            </w:r>
                            <w:r w:rsidRPr="006F4692">
                              <w:rPr>
                                <w:rFonts w:cstheme="minorHAnsi"/>
                              </w:rPr>
                              <w:t>et exécuter le programme en Python</w:t>
                            </w:r>
                            <w:r w:rsidR="00DB4AC0" w:rsidRPr="006F4692">
                              <w:rPr>
                                <w:rFonts w:cstheme="minorHAnsi"/>
                              </w:rPr>
                              <w:t xml:space="preserve"> ci-dessus</w:t>
                            </w:r>
                            <w:r w:rsidRPr="006F4692">
                              <w:rPr>
                                <w:rFonts w:cstheme="minorHAnsi"/>
                              </w:rPr>
                              <w:t>.</w:t>
                            </w:r>
                          </w:p>
                          <w:p w14:paraId="6D4A895D" w14:textId="77777777" w:rsidR="00C636A4" w:rsidRPr="00A71EF9" w:rsidRDefault="00C636A4" w:rsidP="00B10A0F">
                            <w:pPr>
                              <w:pStyle w:val="Paragraphedeliste"/>
                              <w:numPr>
                                <w:ilvl w:val="0"/>
                                <w:numId w:val="9"/>
                              </w:num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  <w:r w:rsidRPr="00A71EF9">
                              <w:rPr>
                                <w:rFonts w:cstheme="minorHAnsi"/>
                              </w:rPr>
                              <w:t xml:space="preserve"> Déterminer la température du four, arrondie à l’unité, au bout de 4 heures de refroidissement.</w:t>
                            </w:r>
                          </w:p>
                          <w:p w14:paraId="312402D8" w14:textId="77777777" w:rsidR="00940C3D" w:rsidRPr="00940C3D" w:rsidRDefault="00C636A4" w:rsidP="006B37C4">
                            <w:pPr>
                              <w:pStyle w:val="Paragraphedeliste"/>
                              <w:numPr>
                                <w:ilvl w:val="0"/>
                                <w:numId w:val="11"/>
                              </w:num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Calibri" w:hAnsi="Calibri" w:cs="Calibr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940C3D">
                              <w:rPr>
                                <w:rFonts w:cstheme="minorHAnsi"/>
                              </w:rPr>
                              <w:t>Modifier le programme pour déterminer au bout de combien d’heures le four peut</w:t>
                            </w:r>
                            <w:r w:rsidR="009D4D86" w:rsidRPr="00940C3D">
                              <w:rPr>
                                <w:rFonts w:cstheme="minorHAnsi"/>
                              </w:rPr>
                              <w:t>-il</w:t>
                            </w:r>
                            <w:r w:rsidRPr="00940C3D">
                              <w:rPr>
                                <w:rFonts w:cstheme="minorHAnsi"/>
                              </w:rPr>
                              <w:t xml:space="preserve"> être ouvert sans risque pour les céramiques. Interpréter le résultat obtenu.</w:t>
                            </w:r>
                          </w:p>
                          <w:p w14:paraId="060B2121" w14:textId="3B87EE77" w:rsidR="00940C3D" w:rsidRPr="00940C3D" w:rsidRDefault="00940C3D" w:rsidP="00940C3D">
                            <w:pPr>
                              <w:pStyle w:val="Paragraphedeliste"/>
                              <w:numPr>
                                <w:ilvl w:val="0"/>
                                <w:numId w:val="10"/>
                              </w:num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left="426"/>
                              <w:rPr>
                                <w:rFonts w:ascii="Calibri" w:hAnsi="Calibri" w:cs="Calibr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940C3D">
                              <w:rPr>
                                <w:rFonts w:ascii="Calibri" w:hAnsi="Calibri" w:cs="Calibri"/>
                                <w:color w:val="000000"/>
                                <w:sz w:val="20"/>
                                <w:szCs w:val="20"/>
                              </w:rPr>
                              <w:t xml:space="preserve">Comparer </w:t>
                            </w:r>
                            <w:r w:rsidR="006A70B5">
                              <w:rPr>
                                <w:rFonts w:ascii="Calibri" w:hAnsi="Calibri" w:cs="Calibri"/>
                                <w:color w:val="000000"/>
                                <w:sz w:val="20"/>
                                <w:szCs w:val="20"/>
                              </w:rPr>
                              <w:t>l</w:t>
                            </w:r>
                            <w:bookmarkStart w:id="0" w:name="_GoBack"/>
                            <w:bookmarkEnd w:id="0"/>
                            <w:r w:rsidRPr="00940C3D">
                              <w:rPr>
                                <w:rFonts w:ascii="Calibri" w:hAnsi="Calibri" w:cs="Calibri"/>
                                <w:color w:val="000000"/>
                                <w:sz w:val="20"/>
                                <w:szCs w:val="20"/>
                              </w:rPr>
                              <w:t xml:space="preserve">es résultats des 2 modèles. </w:t>
                            </w:r>
                          </w:p>
                          <w:p w14:paraId="140538B6" w14:textId="01AF85DC" w:rsidR="00C636A4" w:rsidRDefault="002B3B49" w:rsidP="00940C3D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Calibri" w:hAnsi="Calibri" w:cs="Calibri"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color w:val="000000"/>
                                <w:sz w:val="20"/>
                                <w:szCs w:val="20"/>
                              </w:rPr>
                              <w:t xml:space="preserve">  </w:t>
                            </w:r>
                            <w:r w:rsidR="00940C3D" w:rsidRPr="00940C3D">
                              <w:rPr>
                                <w:rFonts w:ascii="Calibri" w:hAnsi="Calibri" w:cs="Calibri"/>
                                <w:color w:val="000000"/>
                                <w:sz w:val="20"/>
                                <w:szCs w:val="20"/>
                              </w:rPr>
                              <w:t>Envoyer votre réponse en utilisant la messagerie de votre ENT.</w:t>
                            </w:r>
                          </w:p>
                          <w:p w14:paraId="272AF266" w14:textId="77777777" w:rsidR="00940C3D" w:rsidRPr="009D4D86" w:rsidRDefault="00940C3D" w:rsidP="00940C3D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5D1C7480" w14:textId="214C652E" w:rsidR="00C636A4" w:rsidRPr="001776AA" w:rsidRDefault="00C636A4" w:rsidP="002B3B49">
                            <w:pPr>
                              <w:spacing w:after="0"/>
                              <w:rPr>
                                <w:b/>
                                <w:bCs/>
                                <w:u w:val="single"/>
                              </w:rPr>
                            </w:pPr>
                            <w:r w:rsidRPr="001776AA">
                              <w:rPr>
                                <w:b/>
                                <w:bCs/>
                                <w:u w:val="single"/>
                              </w:rPr>
                              <w:t xml:space="preserve">Partie </w:t>
                            </w:r>
                            <w:r>
                              <w:rPr>
                                <w:b/>
                                <w:bCs/>
                                <w:u w:val="single"/>
                              </w:rPr>
                              <w:t>D</w:t>
                            </w:r>
                            <w:r w:rsidRPr="001776AA">
                              <w:rPr>
                                <w:b/>
                                <w:bCs/>
                                <w:u w:val="single"/>
                              </w:rPr>
                              <w:t xml:space="preserve"> : </w:t>
                            </w:r>
                            <w:r>
                              <w:rPr>
                                <w:b/>
                                <w:bCs/>
                                <w:u w:val="single"/>
                              </w:rPr>
                              <w:t xml:space="preserve">Pour les plus rapides : d’autres </w:t>
                            </w:r>
                            <w:r w:rsidR="00A71EF9">
                              <w:rPr>
                                <w:b/>
                                <w:bCs/>
                                <w:u w:val="single"/>
                              </w:rPr>
                              <w:t>applications</w:t>
                            </w:r>
                            <w:r>
                              <w:rPr>
                                <w:b/>
                                <w:bCs/>
                                <w:u w:val="single"/>
                              </w:rPr>
                              <w:t xml:space="preserve"> de la fonction exponentielle</w:t>
                            </w:r>
                          </w:p>
                          <w:p w14:paraId="4A58C277" w14:textId="77777777" w:rsidR="00940C3D" w:rsidRDefault="00C636A4" w:rsidP="002B3B49">
                            <w:pPr>
                              <w:pStyle w:val="Paragraphedeliste"/>
                              <w:spacing w:after="0" w:line="276" w:lineRule="auto"/>
                              <w:ind w:left="284" w:firstLine="283"/>
                              <w:rPr>
                                <w:rStyle w:val="Lienhypertexte"/>
                              </w:rPr>
                            </w:pPr>
                            <w:r>
                              <w:t xml:space="preserve">Visualiser </w:t>
                            </w:r>
                            <w:hyperlink r:id="rId9" w:history="1">
                              <w:r w:rsidRPr="00B10A0F">
                                <w:rPr>
                                  <w:rStyle w:val="Lienhypertexte"/>
                                </w:rPr>
                                <w:t>la vidéo entre 0’11s et 2’48s.</w:t>
                              </w:r>
                            </w:hyperlink>
                            <w:r w:rsidR="00940C3D">
                              <w:rPr>
                                <w:rStyle w:val="Lienhypertexte"/>
                              </w:rPr>
                              <w:t xml:space="preserve"> </w:t>
                            </w:r>
                          </w:p>
                          <w:p w14:paraId="39E52E8C" w14:textId="0BA02C06" w:rsidR="00C636A4" w:rsidRDefault="00C636A4" w:rsidP="002B3B49">
                            <w:pPr>
                              <w:pStyle w:val="Paragraphedeliste"/>
                              <w:spacing w:after="0" w:line="276" w:lineRule="auto"/>
                              <w:ind w:left="284" w:firstLine="283"/>
                            </w:pPr>
                            <w:r>
                              <w:t>Donner un exemple de situation qui fait intervenir la fonction exponentielle</w:t>
                            </w:r>
                            <w:r w:rsidR="002B3B49">
                              <w:t>.</w:t>
                            </w:r>
                          </w:p>
                          <w:p w14:paraId="76CCB22A" w14:textId="77777777" w:rsidR="00C636A4" w:rsidRDefault="00C636A4" w:rsidP="001776AA"/>
                          <w:p w14:paraId="65840380" w14:textId="77777777" w:rsidR="00C636A4" w:rsidRPr="0005049D" w:rsidRDefault="00C636A4" w:rsidP="0005049D"/>
                        </w:txbxContent>
                      </wps:txbx>
                      <wps:bodyPr rot="0" vert="horz" wrap="square" lIns="91440" tIns="45720" rIns="9000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17342DF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left:0;text-align:left;margin-left:3.6pt;margin-top:121.8pt;width:400.4pt;height:562.2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" stroked="f">
                <v:textbox inset=",,2.5mm">
                  <w:txbxContent>
                    <w:p w14:paraId="50C72449" w14:textId="114A0579" w:rsidR="00C636A4" w:rsidRPr="001776AA" w:rsidRDefault="00C636A4" w:rsidP="00940C3D">
                      <w:pPr>
                        <w:spacing w:after="0"/>
                        <w:rPr>
                          <w:b/>
                          <w:bCs/>
                          <w:u w:val="single"/>
                        </w:rPr>
                      </w:pPr>
                      <w:r w:rsidRPr="001776AA">
                        <w:rPr>
                          <w:b/>
                          <w:bCs/>
                          <w:u w:val="single"/>
                        </w:rPr>
                        <w:t xml:space="preserve">Partie </w:t>
                      </w:r>
                      <w:r>
                        <w:rPr>
                          <w:b/>
                          <w:bCs/>
                          <w:u w:val="single"/>
                        </w:rPr>
                        <w:t>A</w:t>
                      </w:r>
                      <w:r w:rsidRPr="001776AA">
                        <w:rPr>
                          <w:b/>
                          <w:bCs/>
                          <w:u w:val="single"/>
                        </w:rPr>
                        <w:t xml:space="preserve"> : </w:t>
                      </w:r>
                      <w:r>
                        <w:rPr>
                          <w:b/>
                          <w:bCs/>
                          <w:u w:val="single"/>
                        </w:rPr>
                        <w:t xml:space="preserve">La </w:t>
                      </w:r>
                      <w:proofErr w:type="spellStart"/>
                      <w:r>
                        <w:rPr>
                          <w:b/>
                          <w:bCs/>
                          <w:u w:val="single"/>
                        </w:rPr>
                        <w:t>quizinière</w:t>
                      </w:r>
                      <w:proofErr w:type="spellEnd"/>
                    </w:p>
                    <w:p w14:paraId="29E6481E" w14:textId="79731BCA" w:rsidR="00C636A4" w:rsidRPr="00854EFC" w:rsidRDefault="00C636A4" w:rsidP="00C636A4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cstheme="minorHAnsi"/>
                          <w:sz w:val="24"/>
                          <w:szCs w:val="24"/>
                        </w:rPr>
                      </w:pPr>
                      <w:r w:rsidRPr="00854EFC">
                        <w:rPr>
                          <w:rFonts w:cstheme="minorHAnsi"/>
                          <w:sz w:val="24"/>
                          <w:szCs w:val="24"/>
                        </w:rPr>
                        <w:t>« </w:t>
                      </w:r>
                      <w:proofErr w:type="spellStart"/>
                      <w:r w:rsidRPr="00631FA8">
                        <w:rPr>
                          <w:rFonts w:cstheme="minorHAnsi"/>
                          <w:b/>
                          <w:i/>
                          <w:sz w:val="24"/>
                          <w:szCs w:val="24"/>
                        </w:rPr>
                        <w:t>Quizinière</w:t>
                      </w:r>
                      <w:proofErr w:type="spellEnd"/>
                      <w:r w:rsidRPr="00854EFC">
                        <w:rPr>
                          <w:rFonts w:cstheme="minorHAnsi"/>
                          <w:sz w:val="24"/>
                          <w:szCs w:val="24"/>
                        </w:rPr>
                        <w:t xml:space="preserve"> est un service CANOPE gratuit. Il vous permet de créer des quiz</w:t>
                      </w:r>
                      <w:r w:rsidR="00631FA8">
                        <w:rPr>
                          <w:rFonts w:cstheme="minorHAnsi"/>
                          <w:sz w:val="24"/>
                          <w:szCs w:val="24"/>
                        </w:rPr>
                        <w:t>z</w:t>
                      </w:r>
                      <w:r w:rsidRPr="00854EFC">
                        <w:rPr>
                          <w:rFonts w:cstheme="minorHAnsi"/>
                          <w:sz w:val="24"/>
                          <w:szCs w:val="24"/>
                        </w:rPr>
                        <w:t xml:space="preserve"> à partir de textes, d'images ou de vidéos. »</w:t>
                      </w:r>
                    </w:p>
                    <w:p w14:paraId="4661716A" w14:textId="1A909D96" w:rsidR="00C636A4" w:rsidRPr="00854EFC" w:rsidRDefault="00C636A4" w:rsidP="00631FA8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cstheme="minorHAnsi"/>
                          <w:sz w:val="24"/>
                          <w:szCs w:val="24"/>
                        </w:rPr>
                      </w:pPr>
                      <w:r w:rsidRPr="00A71EF9">
                        <w:rPr>
                          <w:rFonts w:cstheme="minorHAnsi"/>
                          <w:b/>
                          <w:sz w:val="24"/>
                          <w:szCs w:val="24"/>
                        </w:rPr>
                        <w:t>Vrai ou faux ?</w:t>
                      </w:r>
                    </w:p>
                    <w:p w14:paraId="123D3FEA" w14:textId="35F32660" w:rsidR="00C636A4" w:rsidRPr="00554659" w:rsidRDefault="00C636A4" w:rsidP="00554659">
                      <w:pPr>
                        <w:pStyle w:val="Paragraphedeliste"/>
                        <w:spacing w:after="0" w:line="276" w:lineRule="auto"/>
                        <w:rPr>
                          <w:b/>
                          <w:bCs/>
                          <w:u w:val="single"/>
                        </w:rPr>
                      </w:pPr>
                    </w:p>
                    <w:p w14:paraId="418D8596" w14:textId="5A3A87AB" w:rsidR="00C636A4" w:rsidRPr="001776AA" w:rsidRDefault="00C636A4" w:rsidP="001776AA">
                      <w:pPr>
                        <w:rPr>
                          <w:b/>
                          <w:bCs/>
                          <w:u w:val="single"/>
                        </w:rPr>
                      </w:pPr>
                      <w:r w:rsidRPr="001776AA">
                        <w:rPr>
                          <w:b/>
                          <w:bCs/>
                          <w:u w:val="single"/>
                        </w:rPr>
                        <w:t xml:space="preserve">Partie </w:t>
                      </w:r>
                      <w:r>
                        <w:rPr>
                          <w:b/>
                          <w:bCs/>
                          <w:u w:val="single"/>
                        </w:rPr>
                        <w:t>B</w:t>
                      </w:r>
                      <w:r w:rsidRPr="001776AA">
                        <w:rPr>
                          <w:b/>
                          <w:bCs/>
                          <w:u w:val="single"/>
                        </w:rPr>
                        <w:t xml:space="preserve"> : </w:t>
                      </w:r>
                      <w:proofErr w:type="gramStart"/>
                      <w:r>
                        <w:rPr>
                          <w:b/>
                          <w:bCs/>
                          <w:u w:val="single"/>
                        </w:rPr>
                        <w:t>Quizz</w:t>
                      </w:r>
                      <w:r w:rsidR="00A71EF9">
                        <w:rPr>
                          <w:b/>
                          <w:bCs/>
                          <w:u w:val="single"/>
                        </w:rPr>
                        <w:t>  fonction</w:t>
                      </w:r>
                      <w:proofErr w:type="gramEnd"/>
                      <w:r w:rsidR="00A71EF9">
                        <w:rPr>
                          <w:b/>
                          <w:bCs/>
                          <w:u w:val="single"/>
                        </w:rPr>
                        <w:t xml:space="preserve"> exponentielle, fonction ln, limites et continuité</w:t>
                      </w:r>
                    </w:p>
                    <w:p w14:paraId="6DD13B41" w14:textId="12CB0855" w:rsidR="00CD714C" w:rsidRDefault="00C636A4" w:rsidP="00CD714C">
                      <w:pPr>
                        <w:pStyle w:val="Paragraphedeliste"/>
                        <w:ind w:left="0"/>
                      </w:pPr>
                      <w:r>
                        <w:t xml:space="preserve">Répondre au questionnaire de la </w:t>
                      </w:r>
                      <w:proofErr w:type="spellStart"/>
                      <w:r w:rsidRPr="00631FA8">
                        <w:rPr>
                          <w:b/>
                          <w:i/>
                        </w:rPr>
                        <w:t>quizinière</w:t>
                      </w:r>
                      <w:proofErr w:type="spellEnd"/>
                      <w:r w:rsidR="00CD714C">
                        <w:t>,</w:t>
                      </w:r>
                    </w:p>
                    <w:p w14:paraId="120B707C" w14:textId="1ED86A1B" w:rsidR="00955D9D" w:rsidRDefault="00206061" w:rsidP="00CD714C">
                      <w:pPr>
                        <w:pStyle w:val="Paragraphedeliste"/>
                        <w:ind w:left="0"/>
                      </w:pPr>
                      <w:hyperlink r:id="rId10" w:history="1">
                        <w:r w:rsidR="00955D9D" w:rsidRPr="00955D9D">
                          <w:rPr>
                            <w:rStyle w:val="Lienhypertexte"/>
                          </w:rPr>
                          <w:t>https://www.quiziniere.com/</w:t>
                        </w:r>
                      </w:hyperlink>
                    </w:p>
                    <w:p w14:paraId="02FDB07A" w14:textId="0496F273" w:rsidR="00CD714C" w:rsidRDefault="00955D9D" w:rsidP="00CD714C">
                      <w:pPr>
                        <w:pStyle w:val="Paragraphedeliste"/>
                        <w:ind w:left="0"/>
                      </w:pPr>
                      <w:r>
                        <w:t>C</w:t>
                      </w:r>
                      <w:r w:rsidR="00CD714C">
                        <w:t>ode : BQX7WN (pas besoin de créer un compte).</w:t>
                      </w:r>
                    </w:p>
                    <w:p w14:paraId="57E3F6CF" w14:textId="60DB2E9E" w:rsidR="00C636A4" w:rsidRDefault="00C636A4" w:rsidP="00CD714C">
                      <w:pPr>
                        <w:pStyle w:val="Paragraphedeliste"/>
                        <w:ind w:left="0"/>
                        <w:rPr>
                          <w:noProof/>
                        </w:rPr>
                      </w:pPr>
                      <w:r>
                        <w:t>Vous pouvez écrire votre nom et envoyer les résultats.</w:t>
                      </w:r>
                      <w:r w:rsidRPr="00115E25">
                        <w:rPr>
                          <w:noProof/>
                        </w:rPr>
                        <w:t xml:space="preserve"> </w:t>
                      </w:r>
                    </w:p>
                    <w:p w14:paraId="4E2D7B54" w14:textId="4398C6C9" w:rsidR="00C636A4" w:rsidRPr="00B10A0F" w:rsidRDefault="00C636A4" w:rsidP="00940C3D">
                      <w:pPr>
                        <w:spacing w:after="0"/>
                        <w:rPr>
                          <w:b/>
                          <w:u w:val="single"/>
                        </w:rPr>
                      </w:pPr>
                      <w:r w:rsidRPr="00B10A0F">
                        <w:rPr>
                          <w:b/>
                          <w:u w:val="single"/>
                        </w:rPr>
                        <w:t>Partie C : Programmation Python</w:t>
                      </w:r>
                      <w:r>
                        <w:rPr>
                          <w:b/>
                          <w:u w:val="single"/>
                        </w:rPr>
                        <w:t xml:space="preserve"> </w:t>
                      </w:r>
                    </w:p>
                    <w:p w14:paraId="2D2FBC44" w14:textId="00F1CD83" w:rsidR="00A71EF9" w:rsidRDefault="00A71EF9" w:rsidP="00A71EF9">
                      <w:pPr>
                        <w:spacing w:after="0" w:line="240" w:lineRule="auto"/>
                        <w:rPr>
                          <w:rFonts w:eastAsia="Times New Roman" w:cstheme="minorHAnsi"/>
                          <w:lang w:eastAsia="fr-FR"/>
                        </w:rPr>
                      </w:pPr>
                      <w:r w:rsidRPr="00A71EF9">
                        <w:rPr>
                          <w:rFonts w:eastAsia="Times New Roman" w:cstheme="minorHAnsi"/>
                          <w:lang w:eastAsia="fr-FR"/>
                        </w:rPr>
                        <w:t>Dans une usine, un four cuit des céramiques à la température de 1 000°C. On s’intéresse à la phase de refroidissement du four, qui débute dès l’instant où il est éteint.</w:t>
                      </w:r>
                      <w:r>
                        <w:rPr>
                          <w:rFonts w:eastAsia="Times New Roman" w:cstheme="minorHAnsi"/>
                          <w:lang w:eastAsia="fr-FR"/>
                        </w:rPr>
                        <w:t xml:space="preserve"> </w:t>
                      </w:r>
                      <w:r w:rsidRPr="00A71EF9">
                        <w:rPr>
                          <w:rFonts w:eastAsia="Times New Roman" w:cstheme="minorHAnsi"/>
                          <w:b/>
                          <w:lang w:eastAsia="fr-FR"/>
                        </w:rPr>
                        <w:t>La porte du four peut être ouverte sans risque pour les céramiques dès que sa température est inférieure à 70°C</w:t>
                      </w:r>
                      <w:r w:rsidRPr="00A71EF9">
                        <w:rPr>
                          <w:rFonts w:eastAsia="Times New Roman" w:cstheme="minorHAnsi"/>
                          <w:lang w:eastAsia="fr-FR"/>
                        </w:rPr>
                        <w:t>.</w:t>
                      </w:r>
                      <w:r>
                        <w:rPr>
                          <w:rFonts w:eastAsia="Times New Roman" w:cstheme="minorHAnsi"/>
                          <w:lang w:eastAsia="fr-FR"/>
                        </w:rPr>
                        <w:t xml:space="preserve"> </w:t>
                      </w:r>
                      <w:r w:rsidRPr="00A71EF9">
                        <w:rPr>
                          <w:rFonts w:eastAsia="Times New Roman" w:cstheme="minorHAnsi"/>
                          <w:lang w:eastAsia="fr-FR"/>
                        </w:rPr>
                        <w:t>Sinon les céramiques peuvent se fissurer</w:t>
                      </w:r>
                      <w:r w:rsidR="00DB4AC0">
                        <w:rPr>
                          <w:rFonts w:eastAsia="Times New Roman" w:cstheme="minorHAnsi"/>
                          <w:lang w:eastAsia="fr-FR"/>
                        </w:rPr>
                        <w:t>.</w:t>
                      </w:r>
                    </w:p>
                    <w:p w14:paraId="00D4A629" w14:textId="63B7657B" w:rsidR="00631FA8" w:rsidRPr="00631FA8" w:rsidRDefault="009D4D86" w:rsidP="00631FA8">
                      <w:pPr>
                        <w:pStyle w:val="Paragraphedeliste"/>
                        <w:numPr>
                          <w:ilvl w:val="0"/>
                          <w:numId w:val="10"/>
                        </w:numPr>
                        <w:autoSpaceDE w:val="0"/>
                        <w:autoSpaceDN w:val="0"/>
                        <w:adjustRightInd w:val="0"/>
                        <w:spacing w:after="0" w:line="240" w:lineRule="auto"/>
                        <w:ind w:left="426"/>
                        <w:rPr>
                          <w:rFonts w:cstheme="minorHAnsi"/>
                        </w:rPr>
                      </w:pPr>
                      <w:r w:rsidRPr="009D4D86">
                        <w:rPr>
                          <w:b/>
                          <w:highlight w:val="cyan"/>
                        </w:rPr>
                        <w:t>Modèle 1 :</w:t>
                      </w:r>
                      <w:r>
                        <w:t xml:space="preserve"> </w:t>
                      </w:r>
                      <w:r w:rsidR="00A71EF9">
                        <w:t xml:space="preserve">On note </w:t>
                      </w:r>
                      <m:oMath>
                        <m:r>
                          <w:rPr>
                            <w:rFonts w:ascii="Cambria Math" w:hAnsi="Cambria Math"/>
                          </w:rPr>
                          <m:t>t</m:t>
                        </m:r>
                      </m:oMath>
                      <w:r w:rsidR="00A71EF9">
                        <w:t xml:space="preserve"> le temps (en heure) écoulé depuis l’instant où le four a été éteint. La température du four (en degré Celsius) à l’instant </w:t>
                      </w:r>
                      <m:oMath>
                        <m:r>
                          <w:rPr>
                            <w:rFonts w:ascii="Cambria Math" w:hAnsi="Cambria Math"/>
                          </w:rPr>
                          <m:t>t</m:t>
                        </m:r>
                      </m:oMath>
                      <w:r w:rsidR="00A71EF9">
                        <w:t xml:space="preserve"> est donnée par la fonction </w:t>
                      </w:r>
                      <m:oMath>
                        <m:r>
                          <w:rPr>
                            <w:rFonts w:ascii="Cambria Math" w:hAnsi="Cambria Math"/>
                          </w:rPr>
                          <m:t>f</m:t>
                        </m:r>
                      </m:oMath>
                      <w:r w:rsidR="00A71EF9">
                        <w:t xml:space="preserve"> définie, pour tout nombre réel t positif, par : </w:t>
                      </w:r>
                      <m:oMath>
                        <m:r>
                          <m:rPr>
                            <m:sty m:val="bi"/>
                          </m:rPr>
                          <w:rPr>
                            <w:rStyle w:val="katex-mathml"/>
                            <w:rFonts w:ascii="Cambria Math" w:hAnsi="Cambria Math"/>
                          </w:rPr>
                          <m:t>f</m:t>
                        </m:r>
                        <m:d>
                          <m:dPr>
                            <m:ctrlPr>
                              <w:rPr>
                                <w:rStyle w:val="katex-mathml"/>
                                <w:rFonts w:ascii="Cambria Math" w:hAnsi="Cambria Math"/>
                                <w:b/>
                                <w:i/>
                              </w:rPr>
                            </m:ctrlPr>
                          </m:dPr>
                          <m:e>
                            <m:r>
                              <m:rPr>
                                <m:sty m:val="bi"/>
                              </m:rPr>
                              <w:rPr>
                                <w:rStyle w:val="katex-mathml"/>
                                <w:rFonts w:ascii="Cambria Math" w:hAnsi="Cambria Math"/>
                              </w:rPr>
                              <m:t>t</m:t>
                            </m:r>
                          </m:e>
                        </m:d>
                        <m:r>
                          <m:rPr>
                            <m:sty m:val="bi"/>
                          </m:rPr>
                          <w:rPr>
                            <w:rStyle w:val="katex-mathml"/>
                            <w:rFonts w:ascii="Cambria Math" w:hAnsi="Cambria Math"/>
                          </w:rPr>
                          <m:t>=980</m:t>
                        </m:r>
                        <m:r>
                          <m:rPr>
                            <m:sty m:val="bi"/>
                          </m:rPr>
                          <w:rPr>
                            <w:rStyle w:val="katex-mathml"/>
                            <w:rFonts w:ascii="Cambria Math" w:hAnsi="Cambria Math" w:cs="Cambria Math"/>
                          </w:rPr>
                          <m:t>*</m:t>
                        </m:r>
                        <m:sSup>
                          <m:sSupPr>
                            <m:ctrlPr>
                              <w:rPr>
                                <w:rStyle w:val="katex-mathml"/>
                                <w:rFonts w:ascii="Cambria Math" w:hAnsi="Cambria Math"/>
                                <w:b/>
                                <w:i/>
                              </w:rPr>
                            </m:ctrlPr>
                          </m:sSupPr>
                          <m:e>
                            <m:r>
                              <m:rPr>
                                <m:sty m:val="bi"/>
                              </m:rPr>
                              <w:rPr>
                                <w:rStyle w:val="katex-mathml"/>
                                <w:rFonts w:ascii="Cambria Math" w:hAnsi="Cambria Math"/>
                              </w:rPr>
                              <m:t>e</m:t>
                            </m:r>
                          </m:e>
                          <m:sup>
                            <m:r>
                              <m:rPr>
                                <m:sty m:val="bi"/>
                              </m:rPr>
                              <w:rPr>
                                <w:rStyle w:val="katex-mathml"/>
                                <w:rFonts w:ascii="Cambria Math" w:hAnsi="Cambria Math"/>
                              </w:rPr>
                              <m:t>-</m:t>
                            </m:r>
                            <m:f>
                              <m:fPr>
                                <m:ctrlPr>
                                  <w:rPr>
                                    <w:rStyle w:val="katex-mathml"/>
                                    <w:rFonts w:ascii="Cambria Math" w:hAnsi="Cambria Math"/>
                                    <w:b/>
                                    <w:i/>
                                  </w:rPr>
                                </m:ctrlPr>
                              </m:fPr>
                              <m:num>
                                <m:r>
                                  <m:rPr>
                                    <m:sty m:val="bi"/>
                                  </m:rPr>
                                  <w:rPr>
                                    <w:rStyle w:val="katex-mathml"/>
                                    <w:rFonts w:ascii="Cambria Math" w:hAnsi="Cambria Math"/>
                                  </w:rPr>
                                  <m:t>t</m:t>
                                </m:r>
                              </m:num>
                              <m:den>
                                <m:r>
                                  <m:rPr>
                                    <m:sty m:val="bi"/>
                                  </m:rPr>
                                  <w:rPr>
                                    <w:rStyle w:val="katex-mathml"/>
                                    <w:rFonts w:ascii="Cambria Math" w:hAnsi="Cambria Math"/>
                                  </w:rPr>
                                  <m:t>5</m:t>
                                </m:r>
                              </m:den>
                            </m:f>
                          </m:sup>
                        </m:sSup>
                        <m:r>
                          <m:rPr>
                            <m:sty m:val="bi"/>
                          </m:rPr>
                          <w:rPr>
                            <w:rStyle w:val="katex-mathml"/>
                            <w:rFonts w:ascii="Cambria Math" w:hAnsi="Cambria Math"/>
                          </w:rPr>
                          <m:t>+20</m:t>
                        </m:r>
                      </m:oMath>
                      <w:r w:rsidR="00A71EF9" w:rsidRPr="00631FA8">
                        <w:rPr>
                          <w:rStyle w:val="katex-mathml"/>
                          <w:rFonts w:eastAsiaTheme="minorEastAsia"/>
                        </w:rPr>
                        <w:t>.</w:t>
                      </w:r>
                      <w:r w:rsidR="00A71EF9">
                        <w:t xml:space="preserve"> </w:t>
                      </w:r>
                      <w:r w:rsidR="00631FA8">
                        <w:t>Avec ce modèle, par le calcul, déterminer après combien de minutes le four peut-il être ouvert sans risque pour les céramiques ? Arrondir à l'heure près.</w:t>
                      </w:r>
                    </w:p>
                    <w:p w14:paraId="2F099674" w14:textId="179C71F7" w:rsidR="006F4692" w:rsidRDefault="009D4D86" w:rsidP="006F4692">
                      <w:pPr>
                        <w:pStyle w:val="Paragraphedeliste"/>
                        <w:numPr>
                          <w:ilvl w:val="0"/>
                          <w:numId w:val="10"/>
                        </w:numPr>
                        <w:autoSpaceDE w:val="0"/>
                        <w:autoSpaceDN w:val="0"/>
                        <w:adjustRightInd w:val="0"/>
                        <w:spacing w:after="0" w:line="240" w:lineRule="auto"/>
                        <w:ind w:left="426"/>
                        <w:rPr>
                          <w:rFonts w:cstheme="minorHAnsi"/>
                        </w:rPr>
                      </w:pPr>
                      <w:r w:rsidRPr="009D4D86">
                        <w:rPr>
                          <w:rFonts w:cstheme="minorHAnsi"/>
                          <w:b/>
                          <w:highlight w:val="cyan"/>
                        </w:rPr>
                        <w:t>Modèle 2 :</w:t>
                      </w:r>
                      <w:r w:rsidRPr="009D4D86">
                        <w:rPr>
                          <w:rFonts w:cstheme="minorHAnsi"/>
                          <w:b/>
                        </w:rPr>
                        <w:t xml:space="preserve"> </w:t>
                      </w:r>
                      <w:r w:rsidR="00C636A4" w:rsidRPr="00631FA8">
                        <w:rPr>
                          <w:rFonts w:cstheme="minorHAnsi"/>
                        </w:rPr>
                        <w:t xml:space="preserve">Pour un nombre entier naturel </w:t>
                      </w:r>
                      <m:oMath>
                        <m:r>
                          <w:rPr>
                            <w:rFonts w:ascii="Cambria Math" w:hAnsi="Cambria Math" w:cstheme="minorHAnsi"/>
                          </w:rPr>
                          <m:t>n</m:t>
                        </m:r>
                      </m:oMath>
                      <w:r w:rsidR="00C636A4" w:rsidRPr="00631FA8">
                        <w:rPr>
                          <w:rFonts w:cstheme="minorHAnsi"/>
                        </w:rPr>
                        <w:t xml:space="preserve">, on note </w:t>
                      </w:r>
                      <m:oMath>
                        <m:sSub>
                          <m:sSubPr>
                            <m:ctrlPr>
                              <w:rPr>
                                <w:rFonts w:ascii="Cambria Math" w:hAnsi="Cambria Math" w:cstheme="minorHAnsi"/>
                                <w:i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theme="minorHAnsi"/>
                              </w:rPr>
                              <m:t>T</m:t>
                            </m:r>
                          </m:e>
                          <m:sub>
                            <m:r>
                              <w:rPr>
                                <w:rFonts w:ascii="Cambria Math" w:hAnsi="Cambria Math" w:cstheme="minorHAnsi"/>
                              </w:rPr>
                              <m:t>n</m:t>
                            </m:r>
                          </m:sub>
                        </m:sSub>
                        <m:r>
                          <w:rPr>
                            <w:rFonts w:ascii="Cambria Math" w:hAnsi="Cambria Math" w:cstheme="minorHAnsi"/>
                          </w:rPr>
                          <m:t xml:space="preserve"> </m:t>
                        </m:r>
                      </m:oMath>
                      <w:r w:rsidR="00C636A4" w:rsidRPr="00631FA8">
                        <w:rPr>
                          <w:rFonts w:cstheme="minorHAnsi"/>
                        </w:rPr>
                        <w:t xml:space="preserve">la </w:t>
                      </w:r>
                    </w:p>
                    <w:p w14:paraId="5B072874" w14:textId="77777777" w:rsidR="006F4692" w:rsidRDefault="00C636A4" w:rsidP="006F4692">
                      <w:pPr>
                        <w:pStyle w:val="Paragraphedeliste"/>
                        <w:autoSpaceDE w:val="0"/>
                        <w:autoSpaceDN w:val="0"/>
                        <w:adjustRightInd w:val="0"/>
                        <w:spacing w:after="0" w:line="240" w:lineRule="auto"/>
                        <w:ind w:left="426"/>
                        <w:rPr>
                          <w:rFonts w:cstheme="minorHAnsi"/>
                        </w:rPr>
                      </w:pPr>
                      <w:proofErr w:type="gramStart"/>
                      <w:r w:rsidRPr="00631FA8">
                        <w:rPr>
                          <w:rFonts w:cstheme="minorHAnsi"/>
                        </w:rPr>
                        <w:t>t</w:t>
                      </w:r>
                      <w:r w:rsidRPr="006F4692">
                        <w:rPr>
                          <w:rFonts w:cstheme="minorHAnsi"/>
                        </w:rPr>
                        <w:t>empérature</w:t>
                      </w:r>
                      <w:proofErr w:type="gramEnd"/>
                      <w:r w:rsidRPr="006F4692">
                        <w:rPr>
                          <w:rFonts w:cstheme="minorHAnsi"/>
                        </w:rPr>
                        <w:t xml:space="preserve"> en degré Celsius du four au bout </w:t>
                      </w:r>
                    </w:p>
                    <w:p w14:paraId="0D524C1F" w14:textId="77777777" w:rsidR="006F4692" w:rsidRDefault="00C636A4" w:rsidP="006F4692">
                      <w:pPr>
                        <w:pStyle w:val="Paragraphedeliste"/>
                        <w:autoSpaceDE w:val="0"/>
                        <w:autoSpaceDN w:val="0"/>
                        <w:adjustRightInd w:val="0"/>
                        <w:spacing w:after="0" w:line="240" w:lineRule="auto"/>
                        <w:ind w:left="426"/>
                        <w:rPr>
                          <w:rFonts w:cstheme="minorHAnsi"/>
                        </w:rPr>
                      </w:pPr>
                      <w:proofErr w:type="gramStart"/>
                      <w:r w:rsidRPr="006F4692">
                        <w:rPr>
                          <w:rFonts w:cstheme="minorHAnsi"/>
                        </w:rPr>
                        <w:t>de</w:t>
                      </w:r>
                      <w:proofErr w:type="gramEnd"/>
                      <w:r w:rsidRPr="006F4692">
                        <w:rPr>
                          <w:rFonts w:cstheme="minorHAnsi"/>
                        </w:rPr>
                        <w:t xml:space="preserve"> </w:t>
                      </w:r>
                      <m:oMath>
                        <m:r>
                          <w:rPr>
                            <w:rFonts w:ascii="Cambria Math" w:hAnsi="Cambria Math" w:cstheme="minorHAnsi"/>
                          </w:rPr>
                          <m:t>n</m:t>
                        </m:r>
                      </m:oMath>
                      <w:r w:rsidRPr="006F4692">
                        <w:rPr>
                          <w:rFonts w:cstheme="minorHAnsi"/>
                          <w:i/>
                          <w:iCs/>
                        </w:rPr>
                        <w:t xml:space="preserve"> </w:t>
                      </w:r>
                      <w:r w:rsidRPr="006F4692">
                        <w:rPr>
                          <w:rFonts w:cstheme="minorHAnsi"/>
                        </w:rPr>
                        <w:t xml:space="preserve">heures écoulées à partir de l’instant où il a </w:t>
                      </w:r>
                    </w:p>
                    <w:p w14:paraId="69FF3A3C" w14:textId="51DFFEFC" w:rsidR="006F4692" w:rsidRDefault="00C636A4" w:rsidP="006F4692">
                      <w:pPr>
                        <w:pStyle w:val="Paragraphedeliste"/>
                        <w:autoSpaceDE w:val="0"/>
                        <w:autoSpaceDN w:val="0"/>
                        <w:adjustRightInd w:val="0"/>
                        <w:spacing w:after="0" w:line="240" w:lineRule="auto"/>
                        <w:ind w:left="426"/>
                        <w:rPr>
                          <w:rFonts w:eastAsiaTheme="minorEastAsia" w:cstheme="minorHAnsi"/>
                        </w:rPr>
                      </w:pPr>
                      <w:proofErr w:type="gramStart"/>
                      <w:r w:rsidRPr="006F4692">
                        <w:rPr>
                          <w:rFonts w:cstheme="minorHAnsi"/>
                        </w:rPr>
                        <w:t>été</w:t>
                      </w:r>
                      <w:proofErr w:type="gramEnd"/>
                      <w:r w:rsidRPr="006F4692">
                        <w:rPr>
                          <w:rFonts w:cstheme="minorHAnsi"/>
                        </w:rPr>
                        <w:t xml:space="preserve"> éteint. On a donc </w:t>
                      </w:r>
                      <m:oMath>
                        <m:sSub>
                          <m:sSubPr>
                            <m:ctrlPr>
                              <w:rPr>
                                <w:rFonts w:ascii="Cambria Math" w:hAnsi="Cambria Math" w:cstheme="minorHAnsi"/>
                                <w:b/>
                                <w:i/>
                              </w:rPr>
                            </m:ctrlPr>
                          </m:sSubPr>
                          <m:e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 w:cstheme="minorHAnsi"/>
                              </w:rPr>
                              <m:t>T</m:t>
                            </m:r>
                          </m:e>
                          <m:sub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 w:cstheme="minorHAnsi"/>
                              </w:rPr>
                              <m:t>0</m:t>
                            </m:r>
                          </m:sub>
                        </m:sSub>
                        <m:r>
                          <m:rPr>
                            <m:sty m:val="bi"/>
                          </m:rPr>
                          <w:rPr>
                            <w:rFonts w:ascii="Cambria Math" w:hAnsi="Cambria Math" w:cstheme="minorHAnsi"/>
                          </w:rPr>
                          <m:t>=1000</m:t>
                        </m:r>
                      </m:oMath>
                      <w:r w:rsidRPr="002B3B49">
                        <w:rPr>
                          <w:rFonts w:eastAsiaTheme="minorEastAsia" w:cstheme="minorHAnsi"/>
                          <w:b/>
                        </w:rPr>
                        <w:t>0</w:t>
                      </w:r>
                      <w:r w:rsidRPr="006F4692">
                        <w:rPr>
                          <w:rFonts w:eastAsiaTheme="minorEastAsia" w:cstheme="minorHAnsi"/>
                        </w:rPr>
                        <w:t>.</w:t>
                      </w:r>
                      <w:r w:rsidR="00A71EF9" w:rsidRPr="006F4692">
                        <w:rPr>
                          <w:rFonts w:eastAsiaTheme="minorEastAsia" w:cstheme="minorHAnsi"/>
                        </w:rPr>
                        <w:t xml:space="preserve"> </w:t>
                      </w:r>
                    </w:p>
                    <w:p w14:paraId="1F00CF32" w14:textId="77777777" w:rsidR="006F4692" w:rsidRDefault="00C636A4" w:rsidP="006F4692">
                      <w:pPr>
                        <w:pStyle w:val="Paragraphedeliste"/>
                        <w:autoSpaceDE w:val="0"/>
                        <w:autoSpaceDN w:val="0"/>
                        <w:adjustRightInd w:val="0"/>
                        <w:spacing w:after="0" w:line="240" w:lineRule="auto"/>
                        <w:ind w:left="426"/>
                        <w:rPr>
                          <w:rFonts w:cstheme="minorHAnsi"/>
                        </w:rPr>
                      </w:pPr>
                      <w:r w:rsidRPr="006F4692">
                        <w:rPr>
                          <w:rFonts w:cstheme="minorHAnsi"/>
                        </w:rPr>
                        <w:t xml:space="preserve">La température </w:t>
                      </w:r>
                      <m:oMath>
                        <m:sSub>
                          <m:sSubPr>
                            <m:ctrlPr>
                              <w:rPr>
                                <w:rFonts w:ascii="Cambria Math" w:hAnsi="Cambria Math" w:cstheme="minorHAnsi"/>
                                <w:i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theme="minorHAnsi"/>
                              </w:rPr>
                              <m:t>T</m:t>
                            </m:r>
                          </m:e>
                          <m:sub>
                            <m:r>
                              <w:rPr>
                                <w:rFonts w:ascii="Cambria Math" w:hAnsi="Cambria Math" w:cstheme="minorHAnsi"/>
                              </w:rPr>
                              <m:t>n</m:t>
                            </m:r>
                          </m:sub>
                        </m:sSub>
                        <m:r>
                          <w:rPr>
                            <w:rFonts w:ascii="Cambria Math" w:hAnsi="Cambria Math" w:cstheme="minorHAnsi"/>
                          </w:rPr>
                          <m:t xml:space="preserve"> </m:t>
                        </m:r>
                      </m:oMath>
                      <w:r w:rsidRPr="006F4692">
                        <w:rPr>
                          <w:rFonts w:cstheme="minorHAnsi"/>
                          <w:i/>
                          <w:iCs/>
                        </w:rPr>
                        <w:t xml:space="preserve"> </w:t>
                      </w:r>
                      <w:r w:rsidRPr="006F4692">
                        <w:rPr>
                          <w:rFonts w:cstheme="minorHAnsi"/>
                        </w:rPr>
                        <w:t xml:space="preserve">est calculée par la fonction </w:t>
                      </w:r>
                    </w:p>
                    <w:p w14:paraId="02955A88" w14:textId="6CDE847F" w:rsidR="00C636A4" w:rsidRPr="002B3B49" w:rsidRDefault="00C636A4" w:rsidP="006F4692">
                      <w:pPr>
                        <w:pStyle w:val="Paragraphedeliste"/>
                        <w:autoSpaceDE w:val="0"/>
                        <w:autoSpaceDN w:val="0"/>
                        <w:adjustRightInd w:val="0"/>
                        <w:spacing w:after="0" w:line="240" w:lineRule="auto"/>
                        <w:ind w:left="426"/>
                        <w:rPr>
                          <w:rFonts w:cstheme="minorHAnsi"/>
                          <w:b/>
                        </w:rPr>
                      </w:pPr>
                      <w:proofErr w:type="gramStart"/>
                      <w:r w:rsidRPr="002B3B49">
                        <w:rPr>
                          <w:rFonts w:cstheme="minorHAnsi"/>
                          <w:b/>
                        </w:rPr>
                        <w:t>suivante</w:t>
                      </w:r>
                      <w:proofErr w:type="gramEnd"/>
                      <w:r w:rsidRPr="002B3B49">
                        <w:rPr>
                          <w:rFonts w:cstheme="minorHAnsi"/>
                          <w:b/>
                        </w:rPr>
                        <w:t xml:space="preserve"> :</w:t>
                      </w:r>
                      <w:r w:rsidR="0062541D" w:rsidRPr="002B3B49">
                        <w:rPr>
                          <w:rFonts w:cstheme="minorHAnsi"/>
                          <w:b/>
                        </w:rPr>
                        <w:t xml:space="preserve"> </w:t>
                      </w:r>
                      <m:oMath>
                        <m:sSub>
                          <m:sSubPr>
                            <m:ctrlPr>
                              <w:rPr>
                                <w:rFonts w:ascii="Cambria Math" w:hAnsi="Cambria Math" w:cstheme="minorHAnsi"/>
                                <w:b/>
                                <w:i/>
                              </w:rPr>
                            </m:ctrlPr>
                          </m:sSubPr>
                          <m:e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 w:cstheme="minorHAnsi"/>
                              </w:rPr>
                              <m:t>T</m:t>
                            </m:r>
                          </m:e>
                          <m:sub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 w:cstheme="minorHAnsi"/>
                              </w:rPr>
                              <m:t>n+1</m:t>
                            </m:r>
                          </m:sub>
                        </m:sSub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 w:cstheme="minorHAnsi"/>
                          </w:rPr>
                          <m:t>=0.82×</m:t>
                        </m:r>
                        <m:r>
                          <m:rPr>
                            <m:sty m:val="b"/>
                          </m:rPr>
                          <w:rPr>
                            <w:rFonts w:ascii="Cambria Math" w:hAnsi="Cambria Math" w:cstheme="minorHAnsi"/>
                          </w:rPr>
                          <m:t xml:space="preserve"> </m:t>
                        </m:r>
                        <m:sSub>
                          <m:sSubPr>
                            <m:ctrlPr>
                              <w:rPr>
                                <w:rFonts w:ascii="Cambria Math" w:hAnsi="Cambria Math" w:cstheme="minorHAnsi"/>
                                <w:b/>
                                <w:i/>
                              </w:rPr>
                            </m:ctrlPr>
                          </m:sSubPr>
                          <m:e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 w:cstheme="minorHAnsi"/>
                              </w:rPr>
                              <m:t>T</m:t>
                            </m:r>
                          </m:e>
                          <m:sub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 w:cstheme="minorHAnsi"/>
                              </w:rPr>
                              <m:t>n</m:t>
                            </m:r>
                          </m:sub>
                        </m:sSub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 w:cstheme="minorHAnsi"/>
                          </w:rPr>
                          <m:t>+3.6</m:t>
                        </m:r>
                      </m:oMath>
                      <w:r w:rsidR="0062541D" w:rsidRPr="002B3B49">
                        <w:rPr>
                          <w:rFonts w:eastAsiaTheme="minorEastAsia" w:cstheme="minorHAnsi"/>
                          <w:b/>
                        </w:rPr>
                        <w:t>.</w:t>
                      </w:r>
                    </w:p>
                    <w:p w14:paraId="2DC0FA93" w14:textId="05DE9621" w:rsidR="00C636A4" w:rsidRPr="00CD714C" w:rsidRDefault="00C636A4" w:rsidP="00631FA8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ind w:left="426"/>
                        <w:jc w:val="center"/>
                        <w:rPr>
                          <w:rFonts w:cstheme="minorHAnsi"/>
                          <w:sz w:val="16"/>
                          <w:szCs w:val="16"/>
                        </w:rPr>
                      </w:pPr>
                    </w:p>
                    <w:p w14:paraId="0251BD35" w14:textId="5D01C6BE" w:rsidR="00C636A4" w:rsidRPr="006F4692" w:rsidRDefault="00C636A4" w:rsidP="006F4692">
                      <w:pPr>
                        <w:pStyle w:val="Paragraphedeliste"/>
                        <w:numPr>
                          <w:ilvl w:val="0"/>
                          <w:numId w:val="9"/>
                        </w:num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cstheme="minorHAnsi"/>
                        </w:rPr>
                      </w:pPr>
                      <w:r w:rsidRPr="006F4692">
                        <w:rPr>
                          <w:rFonts w:cstheme="minorHAnsi"/>
                        </w:rPr>
                        <w:t>Ecrire</w:t>
                      </w:r>
                      <w:r w:rsidR="00DB4AC0" w:rsidRPr="006F4692">
                        <w:rPr>
                          <w:rFonts w:cstheme="minorHAnsi"/>
                        </w:rPr>
                        <w:t xml:space="preserve">, compléter </w:t>
                      </w:r>
                      <w:r w:rsidRPr="006F4692">
                        <w:rPr>
                          <w:rFonts w:cstheme="minorHAnsi"/>
                        </w:rPr>
                        <w:t>et exécuter le programme en Python</w:t>
                      </w:r>
                      <w:r w:rsidR="00DB4AC0" w:rsidRPr="006F4692">
                        <w:rPr>
                          <w:rFonts w:cstheme="minorHAnsi"/>
                        </w:rPr>
                        <w:t xml:space="preserve"> ci-dessus</w:t>
                      </w:r>
                      <w:r w:rsidRPr="006F4692">
                        <w:rPr>
                          <w:rFonts w:cstheme="minorHAnsi"/>
                        </w:rPr>
                        <w:t>.</w:t>
                      </w:r>
                    </w:p>
                    <w:p w14:paraId="6D4A895D" w14:textId="77777777" w:rsidR="00C636A4" w:rsidRPr="00A71EF9" w:rsidRDefault="00C636A4" w:rsidP="00B10A0F">
                      <w:pPr>
                        <w:pStyle w:val="Paragraphedeliste"/>
                        <w:numPr>
                          <w:ilvl w:val="0"/>
                          <w:numId w:val="9"/>
                        </w:num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cstheme="minorHAnsi"/>
                        </w:rPr>
                      </w:pPr>
                      <w:r w:rsidRPr="00A71EF9">
                        <w:rPr>
                          <w:rFonts w:cstheme="minorHAnsi"/>
                        </w:rPr>
                        <w:t xml:space="preserve"> Déterminer la température du four, arrondie à l’unité, au bout de 4 heures de refroidissement.</w:t>
                      </w:r>
                    </w:p>
                    <w:p w14:paraId="312402D8" w14:textId="77777777" w:rsidR="00940C3D" w:rsidRPr="00940C3D" w:rsidRDefault="00C636A4" w:rsidP="006B37C4">
                      <w:pPr>
                        <w:pStyle w:val="Paragraphedeliste"/>
                        <w:numPr>
                          <w:ilvl w:val="0"/>
                          <w:numId w:val="11"/>
                        </w:num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Calibri" w:hAnsi="Calibri" w:cs="Calibri"/>
                          <w:color w:val="000000"/>
                          <w:sz w:val="20"/>
                          <w:szCs w:val="20"/>
                        </w:rPr>
                      </w:pPr>
                      <w:r w:rsidRPr="00940C3D">
                        <w:rPr>
                          <w:rFonts w:cstheme="minorHAnsi"/>
                        </w:rPr>
                        <w:t>Modifier le programme pour déterminer au bout de combien d’heures le four peut</w:t>
                      </w:r>
                      <w:r w:rsidR="009D4D86" w:rsidRPr="00940C3D">
                        <w:rPr>
                          <w:rFonts w:cstheme="minorHAnsi"/>
                        </w:rPr>
                        <w:t>-il</w:t>
                      </w:r>
                      <w:r w:rsidRPr="00940C3D">
                        <w:rPr>
                          <w:rFonts w:cstheme="minorHAnsi"/>
                        </w:rPr>
                        <w:t xml:space="preserve"> être ouvert sans risque pour les céramiques. Interpréter le résultat obtenu.</w:t>
                      </w:r>
                    </w:p>
                    <w:p w14:paraId="060B2121" w14:textId="3B87EE77" w:rsidR="00940C3D" w:rsidRPr="00940C3D" w:rsidRDefault="00940C3D" w:rsidP="00940C3D">
                      <w:pPr>
                        <w:pStyle w:val="Paragraphedeliste"/>
                        <w:numPr>
                          <w:ilvl w:val="0"/>
                          <w:numId w:val="10"/>
                        </w:numPr>
                        <w:autoSpaceDE w:val="0"/>
                        <w:autoSpaceDN w:val="0"/>
                        <w:adjustRightInd w:val="0"/>
                        <w:spacing w:after="0" w:line="240" w:lineRule="auto"/>
                        <w:ind w:left="426"/>
                        <w:rPr>
                          <w:rFonts w:ascii="Calibri" w:hAnsi="Calibri" w:cs="Calibri"/>
                          <w:color w:val="000000"/>
                          <w:sz w:val="20"/>
                          <w:szCs w:val="20"/>
                        </w:rPr>
                      </w:pPr>
                      <w:r w:rsidRPr="00940C3D">
                        <w:rPr>
                          <w:rFonts w:ascii="Calibri" w:hAnsi="Calibri" w:cs="Calibri"/>
                          <w:color w:val="000000"/>
                          <w:sz w:val="20"/>
                          <w:szCs w:val="20"/>
                        </w:rPr>
                        <w:t xml:space="preserve">Comparer </w:t>
                      </w:r>
                      <w:r w:rsidR="006A70B5">
                        <w:rPr>
                          <w:rFonts w:ascii="Calibri" w:hAnsi="Calibri" w:cs="Calibri"/>
                          <w:color w:val="000000"/>
                          <w:sz w:val="20"/>
                          <w:szCs w:val="20"/>
                        </w:rPr>
                        <w:t>l</w:t>
                      </w:r>
                      <w:bookmarkStart w:id="1" w:name="_GoBack"/>
                      <w:bookmarkEnd w:id="1"/>
                      <w:r w:rsidRPr="00940C3D">
                        <w:rPr>
                          <w:rFonts w:ascii="Calibri" w:hAnsi="Calibri" w:cs="Calibri"/>
                          <w:color w:val="000000"/>
                          <w:sz w:val="20"/>
                          <w:szCs w:val="20"/>
                        </w:rPr>
                        <w:t xml:space="preserve">es résultats des 2 modèles. </w:t>
                      </w:r>
                    </w:p>
                    <w:p w14:paraId="140538B6" w14:textId="01AF85DC" w:rsidR="00C636A4" w:rsidRDefault="002B3B49" w:rsidP="00940C3D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Calibri" w:hAnsi="Calibri" w:cs="Calibri"/>
                          <w:color w:val="000000"/>
                          <w:sz w:val="20"/>
                          <w:szCs w:val="20"/>
                        </w:rPr>
                      </w:pPr>
                      <w:r>
                        <w:rPr>
                          <w:rFonts w:ascii="Calibri" w:hAnsi="Calibri" w:cs="Calibri"/>
                          <w:color w:val="000000"/>
                          <w:sz w:val="20"/>
                          <w:szCs w:val="20"/>
                        </w:rPr>
                        <w:t xml:space="preserve">  </w:t>
                      </w:r>
                      <w:r w:rsidR="00940C3D" w:rsidRPr="00940C3D">
                        <w:rPr>
                          <w:rFonts w:ascii="Calibri" w:hAnsi="Calibri" w:cs="Calibri"/>
                          <w:color w:val="000000"/>
                          <w:sz w:val="20"/>
                          <w:szCs w:val="20"/>
                        </w:rPr>
                        <w:t>Envoyer votre réponse en utilisant la messagerie de votre ENT.</w:t>
                      </w:r>
                    </w:p>
                    <w:p w14:paraId="272AF266" w14:textId="77777777" w:rsidR="00940C3D" w:rsidRPr="009D4D86" w:rsidRDefault="00940C3D" w:rsidP="00940C3D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sz w:val="16"/>
                          <w:szCs w:val="16"/>
                        </w:rPr>
                      </w:pPr>
                    </w:p>
                    <w:p w14:paraId="5D1C7480" w14:textId="214C652E" w:rsidR="00C636A4" w:rsidRPr="001776AA" w:rsidRDefault="00C636A4" w:rsidP="002B3B49">
                      <w:pPr>
                        <w:spacing w:after="0"/>
                        <w:rPr>
                          <w:b/>
                          <w:bCs/>
                          <w:u w:val="single"/>
                        </w:rPr>
                      </w:pPr>
                      <w:r w:rsidRPr="001776AA">
                        <w:rPr>
                          <w:b/>
                          <w:bCs/>
                          <w:u w:val="single"/>
                        </w:rPr>
                        <w:t xml:space="preserve">Partie </w:t>
                      </w:r>
                      <w:r>
                        <w:rPr>
                          <w:b/>
                          <w:bCs/>
                          <w:u w:val="single"/>
                        </w:rPr>
                        <w:t>D</w:t>
                      </w:r>
                      <w:r w:rsidRPr="001776AA">
                        <w:rPr>
                          <w:b/>
                          <w:bCs/>
                          <w:u w:val="single"/>
                        </w:rPr>
                        <w:t xml:space="preserve"> : </w:t>
                      </w:r>
                      <w:r>
                        <w:rPr>
                          <w:b/>
                          <w:bCs/>
                          <w:u w:val="single"/>
                        </w:rPr>
                        <w:t xml:space="preserve">Pour les plus rapides : d’autres </w:t>
                      </w:r>
                      <w:r w:rsidR="00A71EF9">
                        <w:rPr>
                          <w:b/>
                          <w:bCs/>
                          <w:u w:val="single"/>
                        </w:rPr>
                        <w:t>applications</w:t>
                      </w:r>
                      <w:r>
                        <w:rPr>
                          <w:b/>
                          <w:bCs/>
                          <w:u w:val="single"/>
                        </w:rPr>
                        <w:t xml:space="preserve"> de la fonction exponentielle</w:t>
                      </w:r>
                    </w:p>
                    <w:p w14:paraId="4A58C277" w14:textId="77777777" w:rsidR="00940C3D" w:rsidRDefault="00C636A4" w:rsidP="002B3B49">
                      <w:pPr>
                        <w:pStyle w:val="Paragraphedeliste"/>
                        <w:spacing w:after="0" w:line="276" w:lineRule="auto"/>
                        <w:ind w:left="284" w:firstLine="283"/>
                        <w:rPr>
                          <w:rStyle w:val="Lienhypertexte"/>
                        </w:rPr>
                      </w:pPr>
                      <w:r>
                        <w:t xml:space="preserve">Visualiser </w:t>
                      </w:r>
                      <w:hyperlink r:id="rId11" w:history="1">
                        <w:r w:rsidRPr="00B10A0F">
                          <w:rPr>
                            <w:rStyle w:val="Lienhypertexte"/>
                          </w:rPr>
                          <w:t>la vidéo entre 0’11s et 2’48s.</w:t>
                        </w:r>
                      </w:hyperlink>
                      <w:r w:rsidR="00940C3D">
                        <w:rPr>
                          <w:rStyle w:val="Lienhypertexte"/>
                        </w:rPr>
                        <w:t xml:space="preserve"> </w:t>
                      </w:r>
                    </w:p>
                    <w:p w14:paraId="39E52E8C" w14:textId="0BA02C06" w:rsidR="00C636A4" w:rsidRDefault="00C636A4" w:rsidP="002B3B49">
                      <w:pPr>
                        <w:pStyle w:val="Paragraphedeliste"/>
                        <w:spacing w:after="0" w:line="276" w:lineRule="auto"/>
                        <w:ind w:left="284" w:firstLine="283"/>
                      </w:pPr>
                      <w:r>
                        <w:t>Donner un exemple de situation qui fait intervenir la fonction exponentielle</w:t>
                      </w:r>
                      <w:r w:rsidR="002B3B49">
                        <w:t>.</w:t>
                      </w:r>
                    </w:p>
                    <w:p w14:paraId="76CCB22A" w14:textId="77777777" w:rsidR="00C636A4" w:rsidRDefault="00C636A4" w:rsidP="001776AA"/>
                    <w:p w14:paraId="65840380" w14:textId="77777777" w:rsidR="00C636A4" w:rsidRPr="0005049D" w:rsidRDefault="00C636A4" w:rsidP="0005049D"/>
                  </w:txbxContent>
                </v:textbox>
                <w10:wrap type="square" anchory="page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0288" behindDoc="0" locked="0" layoutInCell="1" allowOverlap="1" wp14:anchorId="7B2E33F8" wp14:editId="67BAA974">
            <wp:simplePos x="0" y="0"/>
            <wp:positionH relativeFrom="column">
              <wp:posOffset>3956739</wp:posOffset>
            </wp:positionH>
            <wp:positionV relativeFrom="paragraph">
              <wp:posOffset>782320</wp:posOffset>
            </wp:positionV>
            <wp:extent cx="1031028" cy="367200"/>
            <wp:effectExtent l="0" t="0" r="0" b="0"/>
            <wp:wrapNone/>
            <wp:docPr id="8" name="Imag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31028" cy="367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55D9D">
        <w:rPr>
          <w:noProof/>
        </w:rPr>
        <w:drawing>
          <wp:anchor distT="0" distB="0" distL="114300" distR="114300" simplePos="0" relativeHeight="251663360" behindDoc="0" locked="0" layoutInCell="1" allowOverlap="1" wp14:anchorId="148E82D5" wp14:editId="3359F809">
            <wp:simplePos x="0" y="0"/>
            <wp:positionH relativeFrom="column">
              <wp:posOffset>3124200</wp:posOffset>
            </wp:positionH>
            <wp:positionV relativeFrom="paragraph">
              <wp:posOffset>1578610</wp:posOffset>
            </wp:positionV>
            <wp:extent cx="1981200" cy="548640"/>
            <wp:effectExtent l="0" t="0" r="0" b="3810"/>
            <wp:wrapSquare wrapText="bothSides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762" b="12284"/>
                    <a:stretch/>
                  </pic:blipFill>
                  <pic:spPr bwMode="auto">
                    <a:xfrm>
                      <a:off x="0" y="0"/>
                      <a:ext cx="1981200" cy="54864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70C82">
        <w:t>SCENARIO</w:t>
      </w:r>
    </w:p>
    <w:p w14:paraId="5556210B" w14:textId="77777777" w:rsidR="009A5425" w:rsidRDefault="009A5425" w:rsidP="009A5425">
      <w:pPr>
        <w:pStyle w:val="Titre2"/>
      </w:pPr>
      <w:r>
        <w:t>CYCLE</w:t>
      </w:r>
    </w:p>
    <w:p w14:paraId="643E9629" w14:textId="0296033C" w:rsidR="009A5425" w:rsidRDefault="00206061" w:rsidP="004B56B4">
      <w:pPr>
        <w:tabs>
          <w:tab w:val="left" w:pos="2268"/>
          <w:tab w:val="left" w:pos="3402"/>
          <w:tab w:val="left" w:pos="4536"/>
          <w:tab w:val="left" w:pos="5529"/>
        </w:tabs>
        <w:spacing w:before="120" w:after="120"/>
        <w:ind w:left="1134"/>
      </w:pPr>
      <w:sdt>
        <w:sdtPr>
          <w:id w:val="-1751569298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485CF2">
            <w:rPr>
              <w:rFonts w:ascii="MS Gothic" w:eastAsia="MS Gothic" w:hAnsi="MS Gothic" w:hint="eastAsia"/>
            </w:rPr>
            <w:t>☒</w:t>
          </w:r>
        </w:sdtContent>
      </w:sdt>
      <w:r w:rsidR="00886E9E">
        <w:t xml:space="preserve"> Lycée</w:t>
      </w:r>
    </w:p>
    <w:p w14:paraId="501383B4" w14:textId="77777777" w:rsidR="009A5425" w:rsidRDefault="009A5425" w:rsidP="009A5425">
      <w:pPr>
        <w:pStyle w:val="Titre2"/>
      </w:pPr>
      <w:r>
        <w:t>NIVEAU(X) DE CLASSE</w:t>
      </w:r>
    </w:p>
    <w:p w14:paraId="17B05DF2" w14:textId="1B8CF2BB" w:rsidR="00F21244" w:rsidRPr="00F21244" w:rsidRDefault="00206061" w:rsidP="004B56B4">
      <w:pPr>
        <w:tabs>
          <w:tab w:val="left" w:pos="1985"/>
          <w:tab w:val="left" w:pos="2835"/>
          <w:tab w:val="left" w:pos="3686"/>
          <w:tab w:val="left" w:pos="4536"/>
          <w:tab w:val="left" w:pos="5387"/>
          <w:tab w:val="left" w:pos="6237"/>
        </w:tabs>
        <w:spacing w:before="120"/>
        <w:ind w:left="1134"/>
        <w:rPr>
          <w:sz w:val="2"/>
          <w:szCs w:val="2"/>
        </w:rPr>
      </w:pPr>
      <w:sdt>
        <w:sdtPr>
          <w:id w:val="1972089659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1E3873">
            <w:rPr>
              <w:rFonts w:ascii="MS Gothic" w:eastAsia="MS Gothic" w:hAnsi="MS Gothic" w:hint="eastAsia"/>
            </w:rPr>
            <w:t>☒</w:t>
          </w:r>
        </w:sdtContent>
      </w:sdt>
      <w:proofErr w:type="spellStart"/>
      <w:r w:rsidR="00886E9E">
        <w:t>Tle</w:t>
      </w:r>
      <w:proofErr w:type="spellEnd"/>
      <w:r w:rsidR="00F21244">
        <w:t xml:space="preserve"> </w:t>
      </w:r>
      <w:r w:rsidR="00485CF2">
        <w:t>(spécialité Maths</w:t>
      </w:r>
      <w:r w:rsidR="00F517C0">
        <w:t xml:space="preserve"> - Maths complémentaire)</w:t>
      </w:r>
    </w:p>
    <w:p w14:paraId="28CFF097" w14:textId="77777777" w:rsidR="00C047F2" w:rsidRDefault="00C047F2" w:rsidP="00C047F2">
      <w:pPr>
        <w:pStyle w:val="Titre3"/>
      </w:pPr>
      <w:r>
        <w:t>CRCN</w:t>
      </w:r>
    </w:p>
    <w:p w14:paraId="4C4D921E" w14:textId="77777777" w:rsidR="00C047F2" w:rsidRDefault="00C047F2" w:rsidP="00C047F2">
      <w:pPr>
        <w:pStyle w:val="Titre4"/>
      </w:pPr>
      <w:r>
        <w:t>Domaines</w:t>
      </w:r>
    </w:p>
    <w:tbl>
      <w:tblPr>
        <w:tblStyle w:val="Grilledutableau"/>
        <w:tblW w:w="3828" w:type="dxa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3828"/>
      </w:tblGrid>
      <w:tr w:rsidR="00C047F2" w14:paraId="206B507F" w14:textId="77777777" w:rsidTr="006645CA">
        <w:tc>
          <w:tcPr>
            <w:tcW w:w="3828" w:type="dxa"/>
            <w:shd w:val="clear" w:color="auto" w:fill="F7CAAC" w:themeFill="accent2" w:themeFillTint="66"/>
          </w:tcPr>
          <w:p w14:paraId="56EB6AC1" w14:textId="77777777" w:rsidR="00C047F2" w:rsidRPr="004E2947" w:rsidRDefault="00C047F2" w:rsidP="006645CA">
            <w:pPr>
              <w:pStyle w:val="Domaines"/>
              <w:ind w:left="36" w:firstLine="0"/>
            </w:pPr>
            <w:r w:rsidRPr="004E2947">
              <w:t>2. Communication et collaboration</w:t>
            </w:r>
          </w:p>
        </w:tc>
      </w:tr>
      <w:tr w:rsidR="00C047F2" w14:paraId="0C9656FE" w14:textId="77777777" w:rsidTr="006645CA">
        <w:tc>
          <w:tcPr>
            <w:tcW w:w="3828" w:type="dxa"/>
            <w:shd w:val="clear" w:color="auto" w:fill="F7CAAC" w:themeFill="accent2" w:themeFillTint="66"/>
          </w:tcPr>
          <w:p w14:paraId="4FFBDE92" w14:textId="77777777" w:rsidR="00C047F2" w:rsidRPr="004E2947" w:rsidRDefault="00C047F2" w:rsidP="006645CA">
            <w:pPr>
              <w:pStyle w:val="Domaines"/>
              <w:ind w:left="36" w:firstLine="0"/>
            </w:pPr>
            <w:r w:rsidRPr="004E2947">
              <w:t>3. Cr</w:t>
            </w:r>
            <w:r>
              <w:t>é</w:t>
            </w:r>
            <w:r w:rsidRPr="004E2947">
              <w:t>ation de contenu</w:t>
            </w:r>
          </w:p>
        </w:tc>
      </w:tr>
      <w:tr w:rsidR="00C047F2" w14:paraId="0DFD20F8" w14:textId="77777777" w:rsidTr="006645CA">
        <w:tc>
          <w:tcPr>
            <w:tcW w:w="3828" w:type="dxa"/>
            <w:shd w:val="clear" w:color="auto" w:fill="F7CAAC" w:themeFill="accent2" w:themeFillTint="66"/>
          </w:tcPr>
          <w:p w14:paraId="7E93FA7A" w14:textId="77777777" w:rsidR="00C047F2" w:rsidRPr="004E2947" w:rsidRDefault="00C047F2" w:rsidP="006645CA">
            <w:pPr>
              <w:pStyle w:val="Domaines"/>
              <w:ind w:left="36" w:firstLine="0"/>
            </w:pPr>
            <w:r>
              <w:t>5</w:t>
            </w:r>
            <w:r w:rsidRPr="004E2947">
              <w:t>.</w:t>
            </w:r>
            <w:r>
              <w:t xml:space="preserve"> Environnement numérique</w:t>
            </w:r>
          </w:p>
        </w:tc>
      </w:tr>
    </w:tbl>
    <w:p w14:paraId="42E68D4E" w14:textId="77777777" w:rsidR="00C047F2" w:rsidRDefault="00C047F2" w:rsidP="00C047F2">
      <w:pPr>
        <w:pStyle w:val="Titre4"/>
      </w:pPr>
      <w:r>
        <w:t>Compétences travaillées</w:t>
      </w:r>
    </w:p>
    <w:tbl>
      <w:tblPr>
        <w:tblStyle w:val="Grilledutableau"/>
        <w:tblW w:w="3686" w:type="dxa"/>
        <w:tblBorders>
          <w:top w:val="single" w:sz="8" w:space="0" w:color="600000"/>
          <w:left w:val="none" w:sz="0" w:space="0" w:color="auto"/>
          <w:bottom w:val="single" w:sz="8" w:space="0" w:color="600000"/>
          <w:right w:val="none" w:sz="0" w:space="0" w:color="auto"/>
          <w:insideH w:val="single" w:sz="8" w:space="0" w:color="600000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3260"/>
      </w:tblGrid>
      <w:tr w:rsidR="00C047F2" w14:paraId="42B78A08" w14:textId="77777777" w:rsidTr="006645CA">
        <w:tc>
          <w:tcPr>
            <w:tcW w:w="426" w:type="dxa"/>
            <w:shd w:val="clear" w:color="auto" w:fill="FBE4D5" w:themeFill="accent2" w:themeFillTint="33"/>
          </w:tcPr>
          <w:p w14:paraId="21C7C08E" w14:textId="77777777" w:rsidR="00C047F2" w:rsidRDefault="00C047F2" w:rsidP="006645CA">
            <w:pPr>
              <w:pStyle w:val="Comptences"/>
              <w:keepLines/>
              <w:ind w:left="-107" w:right="-34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drawing>
                <wp:inline distT="0" distB="0" distL="0" distR="0" wp14:anchorId="0DC78D8A" wp14:editId="3B8DA014">
                  <wp:extent cx="180000" cy="180000"/>
                  <wp:effectExtent l="0" t="0" r="0" b="0"/>
                  <wp:docPr id="3" name="Graphique 3" descr="Loupe avec un remplissage un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Graphique 3" descr="Loupe avec un remplissage uni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5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000" cy="1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60" w:type="dxa"/>
            <w:shd w:val="clear" w:color="auto" w:fill="FBE4D5" w:themeFill="accent2" w:themeFillTint="33"/>
          </w:tcPr>
          <w:p w14:paraId="0732CB8D" w14:textId="77777777" w:rsidR="00C047F2" w:rsidRPr="000C6214" w:rsidRDefault="00C047F2" w:rsidP="006645CA">
            <w:pPr>
              <w:pStyle w:val="Comptences"/>
              <w:ind w:left="-109" w:right="317"/>
            </w:pPr>
            <w:r>
              <w:t>2.3</w:t>
            </w:r>
            <w:r w:rsidRPr="000C6214">
              <w:t xml:space="preserve"> </w:t>
            </w:r>
            <w:proofErr w:type="spellStart"/>
            <w:r>
              <w:t>Intéragir</w:t>
            </w:r>
            <w:proofErr w:type="spellEnd"/>
          </w:p>
        </w:tc>
      </w:tr>
      <w:tr w:rsidR="00C047F2" w14:paraId="063B8BF1" w14:textId="77777777" w:rsidTr="006645CA">
        <w:tc>
          <w:tcPr>
            <w:tcW w:w="426" w:type="dxa"/>
            <w:shd w:val="clear" w:color="auto" w:fill="FBE4D5" w:themeFill="accent2" w:themeFillTint="33"/>
          </w:tcPr>
          <w:p w14:paraId="16373C63" w14:textId="77777777" w:rsidR="00C047F2" w:rsidRDefault="00C047F2" w:rsidP="006645CA">
            <w:pPr>
              <w:pStyle w:val="Comptences"/>
              <w:keepLines/>
              <w:ind w:left="-107" w:right="-34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drawing>
                <wp:inline distT="0" distB="0" distL="0" distR="0" wp14:anchorId="4342FAE7" wp14:editId="7BA04F60">
                  <wp:extent cx="179705" cy="179705"/>
                  <wp:effectExtent l="0" t="0" r="0" b="0"/>
                  <wp:docPr id="4" name="Graphique 4" descr="Hiérarchie avec un remplissage un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Graphique 4" descr="Hiérarchie avec un remplissage uni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7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60" w:type="dxa"/>
            <w:shd w:val="clear" w:color="auto" w:fill="FBE4D5" w:themeFill="accent2" w:themeFillTint="33"/>
          </w:tcPr>
          <w:p w14:paraId="60144F85" w14:textId="77777777" w:rsidR="00C047F2" w:rsidRPr="000C6214" w:rsidRDefault="00C047F2" w:rsidP="006645CA">
            <w:pPr>
              <w:pStyle w:val="Comptences"/>
              <w:ind w:left="-109" w:right="317"/>
            </w:pPr>
            <w:r>
              <w:t>3.4</w:t>
            </w:r>
            <w:r w:rsidRPr="000C6214">
              <w:t xml:space="preserve"> </w:t>
            </w:r>
            <w:r>
              <w:t>Programmer</w:t>
            </w:r>
          </w:p>
        </w:tc>
      </w:tr>
      <w:tr w:rsidR="00C047F2" w14:paraId="324C10CD" w14:textId="77777777" w:rsidTr="006645CA">
        <w:tc>
          <w:tcPr>
            <w:tcW w:w="426" w:type="dxa"/>
            <w:shd w:val="clear" w:color="auto" w:fill="FBE4D5" w:themeFill="accent2" w:themeFillTint="33"/>
          </w:tcPr>
          <w:p w14:paraId="3574623C" w14:textId="77777777" w:rsidR="00C047F2" w:rsidRDefault="00C047F2" w:rsidP="006645CA">
            <w:pPr>
              <w:pStyle w:val="Comptences"/>
              <w:keepLines/>
              <w:ind w:left="-107" w:right="-34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drawing>
                <wp:inline distT="0" distB="0" distL="0" distR="0" wp14:anchorId="5011FF73" wp14:editId="5D81B611">
                  <wp:extent cx="179705" cy="179705"/>
                  <wp:effectExtent l="0" t="0" r="0" b="0"/>
                  <wp:docPr id="12" name="Graphique 12" descr="Pellicule contou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Graphique 12" descr="Pellicule contour"/>
                          <pic:cNvPicPr/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9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60" w:type="dxa"/>
            <w:shd w:val="clear" w:color="auto" w:fill="FBE4D5" w:themeFill="accent2" w:themeFillTint="33"/>
          </w:tcPr>
          <w:p w14:paraId="4CE96ECA" w14:textId="77777777" w:rsidR="00C047F2" w:rsidRPr="00022282" w:rsidRDefault="00C047F2" w:rsidP="006645CA">
            <w:pPr>
              <w:pStyle w:val="Comptences"/>
              <w:ind w:left="-109" w:right="317"/>
              <w:rPr>
                <w:i w:val="0"/>
                <w:szCs w:val="20"/>
              </w:rPr>
            </w:pPr>
            <w:r>
              <w:t>5</w:t>
            </w:r>
            <w:r w:rsidRPr="000C6214">
              <w:t>.</w:t>
            </w:r>
            <w:r>
              <w:t>2</w:t>
            </w:r>
            <w:r w:rsidRPr="000C6214">
              <w:t xml:space="preserve"> </w:t>
            </w:r>
            <w:r w:rsidRPr="00022282">
              <w:rPr>
                <w:bCs/>
                <w:i w:val="0"/>
                <w:szCs w:val="20"/>
              </w:rPr>
              <w:t xml:space="preserve">Évoluer dans un </w:t>
            </w:r>
            <w:r>
              <w:rPr>
                <w:bCs/>
                <w:i w:val="0"/>
                <w:szCs w:val="20"/>
              </w:rPr>
              <w:t>e</w:t>
            </w:r>
            <w:r w:rsidRPr="00022282">
              <w:rPr>
                <w:bCs/>
                <w:i w:val="0"/>
                <w:szCs w:val="20"/>
              </w:rPr>
              <w:t xml:space="preserve">nvironnement numérique </w:t>
            </w:r>
          </w:p>
        </w:tc>
      </w:tr>
    </w:tbl>
    <w:p w14:paraId="2B2D6503" w14:textId="77777777" w:rsidR="00C047F2" w:rsidRPr="00987CAB" w:rsidRDefault="00C047F2" w:rsidP="00C047F2">
      <w:pPr>
        <w:pStyle w:val="Titre4"/>
      </w:pPr>
      <w:r>
        <w:t>Niveau de maîtrise</w:t>
      </w:r>
    </w:p>
    <w:tbl>
      <w:tblPr>
        <w:tblStyle w:val="Grilledutableau"/>
        <w:tblW w:w="3686" w:type="dxa"/>
        <w:tblBorders>
          <w:top w:val="single" w:sz="8" w:space="0" w:color="600000"/>
          <w:left w:val="none" w:sz="0" w:space="0" w:color="auto"/>
          <w:bottom w:val="single" w:sz="8" w:space="0" w:color="600000"/>
          <w:right w:val="none" w:sz="0" w:space="0" w:color="auto"/>
          <w:insideH w:val="single" w:sz="8" w:space="0" w:color="600000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119"/>
      </w:tblGrid>
      <w:tr w:rsidR="00C047F2" w:rsidRPr="000C6214" w14:paraId="6189EE76" w14:textId="77777777" w:rsidTr="006645CA">
        <w:tc>
          <w:tcPr>
            <w:tcW w:w="567" w:type="dxa"/>
            <w:shd w:val="clear" w:color="auto" w:fill="FBE4D5" w:themeFill="accent2" w:themeFillTint="33"/>
          </w:tcPr>
          <w:p w14:paraId="0788E415" w14:textId="77777777" w:rsidR="00C047F2" w:rsidRDefault="00C047F2" w:rsidP="006645CA">
            <w:pPr>
              <w:pStyle w:val="Comptences"/>
              <w:keepLines/>
              <w:ind w:right="-34" w:hanging="107"/>
              <w:rPr>
                <w:sz w:val="18"/>
                <w:szCs w:val="18"/>
              </w:rPr>
            </w:pPr>
            <w:r>
              <w:tab/>
              <w:t>2.3</w:t>
            </w:r>
          </w:p>
        </w:tc>
        <w:tc>
          <w:tcPr>
            <w:tcW w:w="3119" w:type="dxa"/>
            <w:shd w:val="clear" w:color="auto" w:fill="FBE4D5" w:themeFill="accent2" w:themeFillTint="33"/>
          </w:tcPr>
          <w:p w14:paraId="29A2B1C0" w14:textId="77777777" w:rsidR="00C047F2" w:rsidRPr="000C6214" w:rsidRDefault="00C047F2" w:rsidP="006645CA">
            <w:pPr>
              <w:pStyle w:val="Comptences"/>
              <w:ind w:left="-109" w:right="317"/>
            </w:pPr>
            <w:sdt>
              <w:sdtPr>
                <w:rPr>
                  <w:i w:val="0"/>
                  <w:iCs/>
                </w:rPr>
                <w:id w:val="-200650307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i w:val="0"/>
                    <w:iCs/>
                  </w:rPr>
                  <w:t>☒</w:t>
                </w:r>
              </w:sdtContent>
            </w:sdt>
            <w:r>
              <w:t xml:space="preserve"> 3</w:t>
            </w:r>
          </w:p>
        </w:tc>
      </w:tr>
      <w:tr w:rsidR="00C047F2" w14:paraId="659DA79E" w14:textId="77777777" w:rsidTr="006645CA">
        <w:tc>
          <w:tcPr>
            <w:tcW w:w="567" w:type="dxa"/>
            <w:shd w:val="clear" w:color="auto" w:fill="FBE4D5" w:themeFill="accent2" w:themeFillTint="33"/>
          </w:tcPr>
          <w:p w14:paraId="038E0B4C" w14:textId="77777777" w:rsidR="00C047F2" w:rsidRDefault="00C047F2" w:rsidP="006645CA">
            <w:pPr>
              <w:pStyle w:val="Comptences"/>
              <w:keepLines/>
              <w:ind w:right="-34" w:hanging="107"/>
              <w:jc w:val="center"/>
            </w:pPr>
            <w:r>
              <w:t>3.4</w:t>
            </w:r>
          </w:p>
        </w:tc>
        <w:tc>
          <w:tcPr>
            <w:tcW w:w="3119" w:type="dxa"/>
            <w:shd w:val="clear" w:color="auto" w:fill="FBE4D5" w:themeFill="accent2" w:themeFillTint="33"/>
          </w:tcPr>
          <w:p w14:paraId="7B5421B2" w14:textId="77777777" w:rsidR="00C047F2" w:rsidRDefault="00C047F2" w:rsidP="006645CA">
            <w:pPr>
              <w:pStyle w:val="Comptences"/>
              <w:ind w:left="-109" w:right="317"/>
              <w:rPr>
                <w:i w:val="0"/>
                <w:iCs/>
              </w:rPr>
            </w:pPr>
            <w:sdt>
              <w:sdtPr>
                <w:rPr>
                  <w:i w:val="0"/>
                  <w:iCs/>
                </w:rPr>
                <w:id w:val="-78457640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i w:val="0"/>
                    <w:iCs/>
                  </w:rPr>
                  <w:t>☒</w:t>
                </w:r>
              </w:sdtContent>
            </w:sdt>
            <w:r>
              <w:rPr>
                <w:i w:val="0"/>
                <w:iCs/>
              </w:rPr>
              <w:t xml:space="preserve"> </w:t>
            </w:r>
            <w:r>
              <w:t>2</w:t>
            </w:r>
          </w:p>
        </w:tc>
      </w:tr>
      <w:tr w:rsidR="00C047F2" w:rsidRPr="000C6214" w14:paraId="744600BE" w14:textId="77777777" w:rsidTr="006645CA">
        <w:tc>
          <w:tcPr>
            <w:tcW w:w="567" w:type="dxa"/>
            <w:shd w:val="clear" w:color="auto" w:fill="FBE4D5" w:themeFill="accent2" w:themeFillTint="33"/>
          </w:tcPr>
          <w:p w14:paraId="6C343F46" w14:textId="77777777" w:rsidR="00C047F2" w:rsidRDefault="00C047F2" w:rsidP="006645CA">
            <w:pPr>
              <w:pStyle w:val="Comptences"/>
              <w:keepLines/>
              <w:ind w:right="-34" w:hanging="107"/>
              <w:rPr>
                <w:sz w:val="18"/>
                <w:szCs w:val="18"/>
              </w:rPr>
            </w:pPr>
            <w:r>
              <w:tab/>
              <w:t>5</w:t>
            </w:r>
            <w:r w:rsidRPr="000C6214">
              <w:t>.</w:t>
            </w:r>
            <w:r>
              <w:t>2</w:t>
            </w:r>
          </w:p>
        </w:tc>
        <w:tc>
          <w:tcPr>
            <w:tcW w:w="3119" w:type="dxa"/>
            <w:shd w:val="clear" w:color="auto" w:fill="FBE4D5" w:themeFill="accent2" w:themeFillTint="33"/>
          </w:tcPr>
          <w:p w14:paraId="2B6C4955" w14:textId="77777777" w:rsidR="00C047F2" w:rsidRPr="000C6214" w:rsidRDefault="00C047F2" w:rsidP="006645CA">
            <w:pPr>
              <w:pStyle w:val="Comptences"/>
              <w:ind w:left="-109" w:right="317"/>
            </w:pPr>
            <w:sdt>
              <w:sdtPr>
                <w:rPr>
                  <w:i w:val="0"/>
                  <w:iCs/>
                </w:rPr>
                <w:id w:val="-160811108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i w:val="0"/>
                    <w:iCs/>
                  </w:rPr>
                  <w:t>☒</w:t>
                </w:r>
              </w:sdtContent>
            </w:sdt>
            <w:r>
              <w:rPr>
                <w:i w:val="0"/>
                <w:iCs/>
              </w:rPr>
              <w:t xml:space="preserve"> </w:t>
            </w:r>
            <w:r>
              <w:t>1</w:t>
            </w:r>
            <w:r>
              <w:tab/>
            </w:r>
          </w:p>
        </w:tc>
      </w:tr>
    </w:tbl>
    <w:p w14:paraId="3C976213" w14:textId="77777777" w:rsidR="00C047F2" w:rsidRDefault="00C047F2" w:rsidP="00C047F2">
      <w:pPr>
        <w:tabs>
          <w:tab w:val="left" w:pos="851"/>
          <w:tab w:val="left" w:pos="1418"/>
          <w:tab w:val="left" w:pos="1985"/>
          <w:tab w:val="left" w:pos="2552"/>
        </w:tabs>
        <w:ind w:right="140"/>
      </w:pPr>
    </w:p>
    <w:p w14:paraId="169A3FDB" w14:textId="77777777" w:rsidR="00C047F2" w:rsidRPr="00F03213" w:rsidRDefault="00C047F2" w:rsidP="00C047F2"/>
    <w:p w14:paraId="36907CF1" w14:textId="11BD4844" w:rsidR="00C047F2" w:rsidRDefault="00C047F2" w:rsidP="00C047F2">
      <w:pPr>
        <w:pStyle w:val="Titre3"/>
      </w:pPr>
      <w:r>
        <w:t>Thèmes et contenus Mathématiques</w:t>
      </w:r>
    </w:p>
    <w:p w14:paraId="6015EEDC" w14:textId="258A02E4" w:rsidR="00C047F2" w:rsidRDefault="00F22BAC" w:rsidP="00C047F2">
      <w:pPr>
        <w:pStyle w:val="Titre4"/>
        <w:ind w:firstLine="0"/>
      </w:pPr>
      <w:r>
        <w:rPr>
          <w:noProof/>
        </w:rPr>
        <w:drawing>
          <wp:anchor distT="0" distB="0" distL="114300" distR="114300" simplePos="0" relativeHeight="251665408" behindDoc="1" locked="0" layoutInCell="1" allowOverlap="1" wp14:anchorId="54329B77" wp14:editId="25E73820">
            <wp:simplePos x="0" y="0"/>
            <wp:positionH relativeFrom="column">
              <wp:posOffset>-1960245</wp:posOffset>
            </wp:positionH>
            <wp:positionV relativeFrom="paragraph">
              <wp:posOffset>462915</wp:posOffset>
            </wp:positionV>
            <wp:extent cx="1691005" cy="843280"/>
            <wp:effectExtent l="76200" t="76200" r="137795" b="128270"/>
            <wp:wrapTight wrapText="bothSides">
              <wp:wrapPolygon edited="0">
                <wp:start x="-487" y="-1952"/>
                <wp:lineTo x="-973" y="-1464"/>
                <wp:lineTo x="-973" y="21958"/>
                <wp:lineTo x="-487" y="24398"/>
                <wp:lineTo x="22630" y="24398"/>
                <wp:lineTo x="23117" y="21958"/>
                <wp:lineTo x="23117" y="6343"/>
                <wp:lineTo x="22630" y="-976"/>
                <wp:lineTo x="22630" y="-1952"/>
                <wp:lineTo x="-487" y="-1952"/>
              </wp:wrapPolygon>
            </wp:wrapTight>
            <wp:docPr id="15" name="Imag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1005" cy="843280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047F2">
        <w:t>Analyse : Continuité des fonctions d’une variable réelle</w:t>
      </w:r>
    </w:p>
    <w:tbl>
      <w:tblPr>
        <w:tblStyle w:val="Grilledutableau"/>
        <w:tblW w:w="3686" w:type="dxa"/>
        <w:tblBorders>
          <w:top w:val="single" w:sz="8" w:space="0" w:color="600000"/>
          <w:left w:val="none" w:sz="0" w:space="0" w:color="auto"/>
          <w:bottom w:val="single" w:sz="8" w:space="0" w:color="600000"/>
          <w:right w:val="none" w:sz="0" w:space="0" w:color="auto"/>
          <w:insideH w:val="single" w:sz="8" w:space="0" w:color="600000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3260"/>
      </w:tblGrid>
      <w:tr w:rsidR="00C047F2" w:rsidRPr="000C6214" w14:paraId="5CFF94FE" w14:textId="77777777" w:rsidTr="006645CA">
        <w:tc>
          <w:tcPr>
            <w:tcW w:w="426" w:type="dxa"/>
            <w:shd w:val="clear" w:color="auto" w:fill="FBE4D5" w:themeFill="accent2" w:themeFillTint="33"/>
          </w:tcPr>
          <w:p w14:paraId="4479486F" w14:textId="77777777" w:rsidR="00C047F2" w:rsidRDefault="00C047F2" w:rsidP="006645CA">
            <w:pPr>
              <w:pStyle w:val="Comptences"/>
              <w:keepLines/>
              <w:ind w:left="-107" w:right="-34"/>
              <w:jc w:val="center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drawing>
                <wp:inline distT="0" distB="0" distL="0" distR="0" wp14:anchorId="24089FCB" wp14:editId="79E6FF24">
                  <wp:extent cx="133350" cy="133350"/>
                  <wp:effectExtent l="0" t="0" r="0" b="0"/>
                  <wp:docPr id="17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 10"/>
                          <pic:cNvPicPr/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60" w:type="dxa"/>
            <w:shd w:val="clear" w:color="auto" w:fill="FBE4D5" w:themeFill="accent2" w:themeFillTint="33"/>
          </w:tcPr>
          <w:p w14:paraId="7BDCB458" w14:textId="77777777" w:rsidR="00C047F2" w:rsidRPr="00A31797" w:rsidRDefault="00C047F2" w:rsidP="006645CA">
            <w:pPr>
              <w:autoSpaceDE w:val="0"/>
              <w:autoSpaceDN w:val="0"/>
              <w:adjustRightInd w:val="0"/>
              <w:rPr>
                <w:rFonts w:cstheme="minorHAnsi"/>
                <w:i/>
                <w:color w:val="000000"/>
                <w:sz w:val="20"/>
                <w:szCs w:val="20"/>
              </w:rPr>
            </w:pPr>
            <w:r w:rsidRPr="00A31797">
              <w:rPr>
                <w:rFonts w:cstheme="minorHAnsi"/>
                <w:i/>
                <w:color w:val="000000"/>
                <w:sz w:val="20"/>
                <w:szCs w:val="20"/>
              </w:rPr>
              <w:t>F</w:t>
            </w:r>
            <w:r w:rsidRPr="00A25FDF">
              <w:rPr>
                <w:rFonts w:cstheme="minorHAnsi"/>
                <w:i/>
                <w:color w:val="000000"/>
                <w:sz w:val="20"/>
                <w:szCs w:val="20"/>
              </w:rPr>
              <w:t>onction continue en un point</w:t>
            </w:r>
            <w:r w:rsidRPr="00A31797">
              <w:rPr>
                <w:rFonts w:cstheme="minorHAnsi"/>
                <w:i/>
                <w:color w:val="000000"/>
                <w:sz w:val="20"/>
                <w:szCs w:val="20"/>
              </w:rPr>
              <w:t>.</w:t>
            </w:r>
          </w:p>
        </w:tc>
      </w:tr>
    </w:tbl>
    <w:p w14:paraId="5403CC62" w14:textId="77777777" w:rsidR="00C047F2" w:rsidRDefault="00C047F2" w:rsidP="00C047F2">
      <w:pPr>
        <w:pStyle w:val="Titre4"/>
        <w:ind w:firstLine="0"/>
      </w:pPr>
      <w:r>
        <w:t>Analyse : Fonction logarithme</w:t>
      </w:r>
    </w:p>
    <w:tbl>
      <w:tblPr>
        <w:tblStyle w:val="Grilledutableau"/>
        <w:tblW w:w="3686" w:type="dxa"/>
        <w:tblBorders>
          <w:top w:val="single" w:sz="8" w:space="0" w:color="600000"/>
          <w:left w:val="none" w:sz="0" w:space="0" w:color="auto"/>
          <w:bottom w:val="single" w:sz="8" w:space="0" w:color="600000"/>
          <w:right w:val="none" w:sz="0" w:space="0" w:color="auto"/>
          <w:insideH w:val="single" w:sz="8" w:space="0" w:color="600000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3260"/>
      </w:tblGrid>
      <w:tr w:rsidR="00C047F2" w:rsidRPr="000C6214" w14:paraId="6C9BDC15" w14:textId="77777777" w:rsidTr="006645CA">
        <w:tc>
          <w:tcPr>
            <w:tcW w:w="426" w:type="dxa"/>
            <w:shd w:val="clear" w:color="auto" w:fill="FBE4D5" w:themeFill="accent2" w:themeFillTint="33"/>
          </w:tcPr>
          <w:p w14:paraId="30C4ABF6" w14:textId="77777777" w:rsidR="00C047F2" w:rsidRDefault="00C047F2" w:rsidP="006645CA">
            <w:pPr>
              <w:pStyle w:val="Comptences"/>
              <w:keepLines/>
              <w:ind w:left="-107" w:right="-34"/>
              <w:jc w:val="center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drawing>
                <wp:inline distT="0" distB="0" distL="0" distR="0" wp14:anchorId="2DD70476" wp14:editId="2CD2EA6D">
                  <wp:extent cx="133350" cy="133350"/>
                  <wp:effectExtent l="0" t="0" r="0" b="0"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 10"/>
                          <pic:cNvPicPr/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60" w:type="dxa"/>
            <w:shd w:val="clear" w:color="auto" w:fill="FBE4D5" w:themeFill="accent2" w:themeFillTint="33"/>
          </w:tcPr>
          <w:p w14:paraId="0405C67A" w14:textId="77777777" w:rsidR="00C047F2" w:rsidRPr="00A31797" w:rsidRDefault="00C047F2" w:rsidP="006645CA">
            <w:pPr>
              <w:autoSpaceDE w:val="0"/>
              <w:autoSpaceDN w:val="0"/>
              <w:adjustRightInd w:val="0"/>
              <w:rPr>
                <w:rFonts w:cstheme="minorHAnsi"/>
                <w:i/>
                <w:color w:val="000000"/>
                <w:sz w:val="20"/>
                <w:szCs w:val="20"/>
              </w:rPr>
            </w:pPr>
            <w:r w:rsidRPr="00A25FDF">
              <w:rPr>
                <w:rFonts w:cstheme="minorHAnsi"/>
                <w:i/>
                <w:color w:val="000000"/>
                <w:sz w:val="20"/>
                <w:szCs w:val="20"/>
              </w:rPr>
              <w:t xml:space="preserve">Propriétés algébriques du logarithme. </w:t>
            </w:r>
          </w:p>
        </w:tc>
      </w:tr>
    </w:tbl>
    <w:p w14:paraId="32570073" w14:textId="77777777" w:rsidR="00C047F2" w:rsidRDefault="00C047F2" w:rsidP="00C047F2">
      <w:pPr>
        <w:pStyle w:val="Titre4"/>
        <w:ind w:firstLine="0"/>
      </w:pPr>
      <w:r>
        <w:t>Analyse : Limite de fonctions</w:t>
      </w:r>
    </w:p>
    <w:tbl>
      <w:tblPr>
        <w:tblStyle w:val="Grilledutableau"/>
        <w:tblW w:w="3686" w:type="dxa"/>
        <w:tblBorders>
          <w:top w:val="single" w:sz="8" w:space="0" w:color="600000"/>
          <w:left w:val="none" w:sz="0" w:space="0" w:color="auto"/>
          <w:bottom w:val="single" w:sz="8" w:space="0" w:color="600000"/>
          <w:right w:val="none" w:sz="0" w:space="0" w:color="auto"/>
          <w:insideH w:val="single" w:sz="8" w:space="0" w:color="600000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3260"/>
      </w:tblGrid>
      <w:tr w:rsidR="00C047F2" w:rsidRPr="000C6214" w14:paraId="777BB79B" w14:textId="77777777" w:rsidTr="006645CA">
        <w:tc>
          <w:tcPr>
            <w:tcW w:w="426" w:type="dxa"/>
            <w:shd w:val="clear" w:color="auto" w:fill="FBE4D5" w:themeFill="accent2" w:themeFillTint="33"/>
          </w:tcPr>
          <w:p w14:paraId="4EB90821" w14:textId="77777777" w:rsidR="00C047F2" w:rsidRDefault="00C047F2" w:rsidP="006645CA">
            <w:pPr>
              <w:pStyle w:val="Comptences"/>
              <w:keepLines/>
              <w:ind w:left="-107" w:right="-34"/>
              <w:jc w:val="center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drawing>
                <wp:inline distT="0" distB="0" distL="0" distR="0" wp14:anchorId="32781CFB" wp14:editId="44FCAAAA">
                  <wp:extent cx="133350" cy="133350"/>
                  <wp:effectExtent l="0" t="0" r="0" b="0"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 10"/>
                          <pic:cNvPicPr/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60" w:type="dxa"/>
            <w:shd w:val="clear" w:color="auto" w:fill="FBE4D5" w:themeFill="accent2" w:themeFillTint="33"/>
          </w:tcPr>
          <w:p w14:paraId="2B79B75A" w14:textId="77777777" w:rsidR="00C047F2" w:rsidRPr="00A31797" w:rsidRDefault="00C047F2" w:rsidP="006645CA">
            <w:pPr>
              <w:autoSpaceDE w:val="0"/>
              <w:autoSpaceDN w:val="0"/>
              <w:adjustRightInd w:val="0"/>
              <w:rPr>
                <w:rFonts w:cstheme="minorHAnsi"/>
                <w:i/>
                <w:color w:val="000000"/>
                <w:sz w:val="20"/>
                <w:szCs w:val="20"/>
              </w:rPr>
            </w:pPr>
            <w:r w:rsidRPr="00A31797">
              <w:rPr>
                <w:rFonts w:cstheme="minorHAnsi"/>
                <w:i/>
                <w:color w:val="000000"/>
                <w:sz w:val="20"/>
                <w:szCs w:val="20"/>
              </w:rPr>
              <w:t xml:space="preserve">Limites faisant intervenir les fonctions de référence. </w:t>
            </w:r>
          </w:p>
        </w:tc>
      </w:tr>
      <w:tr w:rsidR="00C047F2" w:rsidRPr="000C6214" w14:paraId="1211F51F" w14:textId="77777777" w:rsidTr="006645CA">
        <w:tc>
          <w:tcPr>
            <w:tcW w:w="426" w:type="dxa"/>
            <w:shd w:val="clear" w:color="auto" w:fill="FBE4D5" w:themeFill="accent2" w:themeFillTint="33"/>
          </w:tcPr>
          <w:p w14:paraId="603FB330" w14:textId="77777777" w:rsidR="00C047F2" w:rsidRDefault="00C047F2" w:rsidP="006645CA">
            <w:pPr>
              <w:pStyle w:val="Comptences"/>
              <w:keepLines/>
              <w:ind w:left="-107" w:right="-34"/>
              <w:jc w:val="center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drawing>
                <wp:inline distT="0" distB="0" distL="0" distR="0" wp14:anchorId="2C2C21A9" wp14:editId="34142B6F">
                  <wp:extent cx="133350" cy="133350"/>
                  <wp:effectExtent l="0" t="0" r="0" b="0"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 10"/>
                          <pic:cNvPicPr/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60" w:type="dxa"/>
            <w:shd w:val="clear" w:color="auto" w:fill="FBE4D5" w:themeFill="accent2" w:themeFillTint="33"/>
          </w:tcPr>
          <w:p w14:paraId="06CA1846" w14:textId="77777777" w:rsidR="00C047F2" w:rsidRPr="00A31797" w:rsidRDefault="00C047F2" w:rsidP="006645CA">
            <w:pPr>
              <w:autoSpaceDE w:val="0"/>
              <w:autoSpaceDN w:val="0"/>
              <w:adjustRightInd w:val="0"/>
              <w:rPr>
                <w:rFonts w:cstheme="minorHAnsi"/>
                <w:i/>
                <w:color w:val="000000"/>
                <w:sz w:val="20"/>
                <w:szCs w:val="20"/>
              </w:rPr>
            </w:pPr>
            <w:r w:rsidRPr="00A31797">
              <w:rPr>
                <w:rFonts w:cstheme="minorHAnsi"/>
                <w:i/>
                <w:color w:val="000000"/>
                <w:sz w:val="20"/>
                <w:szCs w:val="20"/>
              </w:rPr>
              <w:t xml:space="preserve">Limites et comparaison. </w:t>
            </w:r>
          </w:p>
        </w:tc>
      </w:tr>
    </w:tbl>
    <w:p w14:paraId="55F568DF" w14:textId="77777777" w:rsidR="00C047F2" w:rsidRDefault="00C047F2" w:rsidP="00C047F2">
      <w:pPr>
        <w:pStyle w:val="Titre4"/>
        <w:ind w:firstLine="0"/>
      </w:pPr>
      <w:r>
        <w:t>Algo et programmation</w:t>
      </w:r>
    </w:p>
    <w:tbl>
      <w:tblPr>
        <w:tblStyle w:val="Grilledutableau"/>
        <w:tblW w:w="3686" w:type="dxa"/>
        <w:tblBorders>
          <w:top w:val="single" w:sz="8" w:space="0" w:color="600000"/>
          <w:left w:val="none" w:sz="0" w:space="0" w:color="auto"/>
          <w:bottom w:val="single" w:sz="8" w:space="0" w:color="600000"/>
          <w:right w:val="none" w:sz="0" w:space="0" w:color="auto"/>
          <w:insideH w:val="single" w:sz="8" w:space="0" w:color="600000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3260"/>
      </w:tblGrid>
      <w:tr w:rsidR="00C047F2" w:rsidRPr="000C6214" w14:paraId="1F11ED41" w14:textId="77777777" w:rsidTr="006645CA">
        <w:tc>
          <w:tcPr>
            <w:tcW w:w="426" w:type="dxa"/>
            <w:shd w:val="clear" w:color="auto" w:fill="FBE4D5" w:themeFill="accent2" w:themeFillTint="33"/>
          </w:tcPr>
          <w:p w14:paraId="42C51F35" w14:textId="77777777" w:rsidR="00C047F2" w:rsidRDefault="00C047F2" w:rsidP="006645CA">
            <w:pPr>
              <w:pStyle w:val="Comptences"/>
              <w:keepLines/>
              <w:ind w:left="-107" w:right="-34"/>
              <w:jc w:val="center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drawing>
                <wp:inline distT="0" distB="0" distL="0" distR="0" wp14:anchorId="04D30F67" wp14:editId="3002A03C">
                  <wp:extent cx="133350" cy="133350"/>
                  <wp:effectExtent l="0" t="0" r="0" b="0"/>
                  <wp:docPr id="21" name="Imag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 21"/>
                          <pic:cNvPicPr/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60" w:type="dxa"/>
            <w:shd w:val="clear" w:color="auto" w:fill="FBE4D5" w:themeFill="accent2" w:themeFillTint="33"/>
          </w:tcPr>
          <w:p w14:paraId="1F4B192F" w14:textId="77777777" w:rsidR="00C047F2" w:rsidRPr="00A31797" w:rsidRDefault="00C047F2" w:rsidP="006645CA">
            <w:pPr>
              <w:ind w:left="-107"/>
              <w:rPr>
                <w:i/>
                <w:iCs/>
                <w:sz w:val="20"/>
                <w:szCs w:val="20"/>
              </w:rPr>
            </w:pPr>
            <w:r w:rsidRPr="00A31797">
              <w:rPr>
                <w:i/>
                <w:sz w:val="20"/>
                <w:szCs w:val="20"/>
              </w:rPr>
              <w:t>Notion de fonction informatique, notion de variable, de boucle … en langage Python.</w:t>
            </w:r>
          </w:p>
        </w:tc>
      </w:tr>
    </w:tbl>
    <w:p w14:paraId="3706DBF7" w14:textId="2D7DA151" w:rsidR="00987CAB" w:rsidRDefault="00987CAB" w:rsidP="00E40EA9">
      <w:pPr>
        <w:tabs>
          <w:tab w:val="left" w:pos="851"/>
          <w:tab w:val="left" w:pos="1418"/>
          <w:tab w:val="left" w:pos="1985"/>
          <w:tab w:val="left" w:pos="2552"/>
        </w:tabs>
        <w:ind w:right="140"/>
      </w:pPr>
    </w:p>
    <w:p w14:paraId="0B0C85F9" w14:textId="14CC7BBE" w:rsidR="00370C82" w:rsidRPr="00F03213" w:rsidRDefault="00370C82" w:rsidP="00370C82"/>
    <w:p w14:paraId="0D02047F" w14:textId="2D341140" w:rsidR="00C578E1" w:rsidRPr="00C578E1" w:rsidRDefault="00C578E1" w:rsidP="00E03596"/>
    <w:sectPr w:rsidR="00C578E1" w:rsidRPr="00C578E1" w:rsidSect="00D7271C">
      <w:headerReference w:type="default" r:id="rId23"/>
      <w:footerReference w:type="default" r:id="rId24"/>
      <w:type w:val="continuous"/>
      <w:pgSz w:w="11906" w:h="16838"/>
      <w:pgMar w:top="1491" w:right="0" w:bottom="284" w:left="0" w:header="0" w:footer="709" w:gutter="0"/>
      <w:cols w:num="2" w:sep="1" w:space="57" w:equalWidth="0">
        <w:col w:w="8222" w:space="57"/>
        <w:col w:w="3627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D28BF92" w14:textId="77777777" w:rsidR="00206061" w:rsidRDefault="00206061" w:rsidP="003F20BE">
      <w:pPr>
        <w:spacing w:after="0" w:line="240" w:lineRule="auto"/>
      </w:pPr>
      <w:r>
        <w:separator/>
      </w:r>
    </w:p>
  </w:endnote>
  <w:endnote w:type="continuationSeparator" w:id="0">
    <w:p w14:paraId="011FD9B8" w14:textId="77777777" w:rsidR="00206061" w:rsidRDefault="00206061" w:rsidP="003F20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7F37F6" w14:textId="77777777" w:rsidR="00C636A4" w:rsidRDefault="00C636A4">
    <w:pPr>
      <w:pStyle w:val="Pieddepage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1EC847E" wp14:editId="09A3A1D4">
              <wp:simplePos x="0" y="0"/>
              <wp:positionH relativeFrom="margin">
                <wp:align>right</wp:align>
              </wp:positionH>
              <wp:positionV relativeFrom="paragraph">
                <wp:posOffset>395586</wp:posOffset>
              </wp:positionV>
              <wp:extent cx="7556500" cy="63500"/>
              <wp:effectExtent l="0" t="0" r="6350" b="0"/>
              <wp:wrapNone/>
              <wp:docPr id="18" name="Rectangle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6500" cy="63500"/>
                      </a:xfrm>
                      <a:prstGeom prst="rect">
                        <a:avLst/>
                      </a:prstGeom>
                      <a:solidFill>
                        <a:srgbClr val="00206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>
          <w:pict>
            <v:rect w14:anchorId="1DB440D6" id="Rectangle 18" o:spid="_x0000_s1026" style="position:absolute;margin-left:543.8pt;margin-top:31.15pt;width:595pt;height:5pt;z-index:25166131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" fillcolor="#002060" stroked="f" strokeweight="1pt">
              <w10:wrap anchorx="margin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3B6CFF6" w14:textId="77777777" w:rsidR="00206061" w:rsidRDefault="00206061" w:rsidP="003F20BE">
      <w:pPr>
        <w:spacing w:after="0" w:line="240" w:lineRule="auto"/>
      </w:pPr>
      <w:r>
        <w:separator/>
      </w:r>
    </w:p>
  </w:footnote>
  <w:footnote w:type="continuationSeparator" w:id="0">
    <w:p w14:paraId="710B5504" w14:textId="77777777" w:rsidR="00206061" w:rsidRDefault="00206061" w:rsidP="003F20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39AB38" w14:textId="78A16C69" w:rsidR="00C636A4" w:rsidRPr="00E40EA9" w:rsidRDefault="00C636A4" w:rsidP="00D7271C">
    <w:pPr>
      <w:pStyle w:val="En-tte"/>
      <w:tabs>
        <w:tab w:val="clear" w:pos="4536"/>
        <w:tab w:val="clear" w:pos="9072"/>
        <w:tab w:val="center" w:pos="7655"/>
      </w:tabs>
      <w:spacing w:before="80"/>
      <w:rPr>
        <w:rFonts w:ascii="Arial" w:hAnsi="Arial" w:cs="Arial"/>
        <w:color w:val="FFFFFF" w:themeColor="background1"/>
        <w:sz w:val="84"/>
        <w:szCs w:val="84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63360" behindDoc="0" locked="0" layoutInCell="1" allowOverlap="1" wp14:anchorId="50090883" wp14:editId="63C8E0E4">
              <wp:simplePos x="0" y="0"/>
              <wp:positionH relativeFrom="column">
                <wp:posOffset>28244</wp:posOffset>
              </wp:positionH>
              <wp:positionV relativeFrom="paragraph">
                <wp:posOffset>24714</wp:posOffset>
              </wp:positionV>
              <wp:extent cx="2100580" cy="736600"/>
              <wp:effectExtent l="0" t="0" r="0" b="6350"/>
              <wp:wrapNone/>
              <wp:docPr id="2" name="Groupe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2100580" cy="736600"/>
                        <a:chOff x="0" y="0"/>
                        <a:chExt cx="2100580" cy="736600"/>
                      </a:xfrm>
                    </wpg:grpSpPr>
                    <pic:pic xmlns:pic="http://schemas.openxmlformats.org/drawingml/2006/picture">
                      <pic:nvPicPr>
                        <pic:cNvPr id="16" name="Image 16" descr="Evaluation des compétences numériques avec Pix | Économie &amp; Gestion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100580" cy="736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5" name="Image 1" descr="Logo de l'organisation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158844" y="5934"/>
                          <a:ext cx="839420" cy="68737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>
          <w:pict>
            <v:group w14:anchorId="30F949E8" id="Groupe 2" o:spid="_x0000_s1026" style="position:absolute;margin-left:2.2pt;margin-top:1.95pt;width:165.4pt;height:58pt;z-index:251663360;mso-height-relative:margin" coordsize="21005,736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 16" o:spid="_x0000_s1027" type="#_x0000_t75" alt="Evaluation des compétences numériques avec Pix | Économie &amp; Gestion" style="position:absolute;width:21005;height:736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">
                <v:imagedata r:id="rId3" o:title="Evaluation des compétences numériques avec Pix | Économie &amp; Gestion"/>
              </v:shape>
              <v:shape id="Image 1" o:spid="_x0000_s1028" type="#_x0000_t75" alt="Logo de l'organisation" style="position:absolute;left:11588;top:59;width:8394;height:687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">
                <v:imagedata r:id="rId4" o:title="Logo de l'organisation"/>
              </v:shape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445EAB49" wp14:editId="7EDDE6CF">
              <wp:simplePos x="0" y="0"/>
              <wp:positionH relativeFrom="margin">
                <wp:align>left</wp:align>
              </wp:positionH>
              <wp:positionV relativeFrom="paragraph">
                <wp:posOffset>0</wp:posOffset>
              </wp:positionV>
              <wp:extent cx="7583166" cy="805625"/>
              <wp:effectExtent l="0" t="0" r="0" b="0"/>
              <wp:wrapNone/>
              <wp:docPr id="9" name="Rectangle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83166" cy="805625"/>
                      </a:xfrm>
                      <a:prstGeom prst="rect">
                        <a:avLst/>
                      </a:prstGeom>
                      <a:solidFill>
                        <a:schemeClr val="bg2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>
          <w:pict>
            <v:rect w14:anchorId="7E7E608C" id="Rectangle 9" o:spid="_x0000_s1026" style="position:absolute;margin-left:0;margin-top:0;width:597.1pt;height:63.45pt;z-index:-25165824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" fillcolor="#e7e6e6 [3214]" stroked="f" strokeweight="1pt">
              <w10:wrap anchorx="margin"/>
            </v:rect>
          </w:pict>
        </mc:Fallback>
      </mc:AlternateContent>
    </w:r>
    <w:r>
      <w:rPr>
        <w:b/>
        <w:color w:val="A5A5A5" w:themeColor="accent3"/>
        <w:sz w:val="96"/>
        <w:szCs w:val="96"/>
        <w14:textOutline w14:w="0" w14:cap="flat" w14:cmpd="sng" w14:algn="ctr">
          <w14:noFill/>
          <w14:prstDash w14:val="solid"/>
          <w14:round/>
        </w14:textOutline>
        <w14:props3d w14:extrusionH="57150" w14:contourW="0" w14:prstMaterial="matte">
          <w14:bevelT w14:w="63500" w14:h="12700" w14:prst="angle"/>
          <w14:contourClr>
            <w14:schemeClr w14:val="bg1">
              <w14:lumMod w14:val="65000"/>
            </w14:schemeClr>
          </w14:contourClr>
        </w14:props3d>
      </w:rPr>
      <w:t xml:space="preserve">  </w:t>
    </w:r>
    <w:r>
      <w:rPr>
        <w:b/>
        <w:color w:val="A5A5A5" w:themeColor="accent3"/>
        <w:sz w:val="96"/>
        <w:szCs w:val="96"/>
        <w14:textOutline w14:w="0" w14:cap="flat" w14:cmpd="sng" w14:algn="ctr">
          <w14:noFill/>
          <w14:prstDash w14:val="solid"/>
          <w14:round/>
        </w14:textOutline>
        <w14:props3d w14:extrusionH="57150" w14:contourW="0" w14:prstMaterial="matte">
          <w14:bevelT w14:w="63500" w14:h="12700" w14:prst="angle"/>
          <w14:contourClr>
            <w14:schemeClr w14:val="bg1">
              <w14:lumMod w14:val="65000"/>
            </w14:schemeClr>
          </w14:contourClr>
        </w14:props3d>
      </w:rPr>
      <w:tab/>
    </w:r>
    <w:r w:rsidRPr="00E40EA9">
      <w:rPr>
        <w:rFonts w:ascii="Arial" w:hAnsi="Arial" w:cs="Arial"/>
        <w:b/>
        <w:color w:val="FFFFFF" w:themeColor="background1"/>
        <w:spacing w:val="10"/>
        <w:sz w:val="84"/>
        <w:szCs w:val="84"/>
        <w14:glow w14:rad="38100">
          <w14:schemeClr w14:val="tx1">
            <w14:alpha w14:val="60000"/>
            <w14:lumMod w14:val="75000"/>
            <w14:lumOff w14:val="25000"/>
          </w14:schemeClr>
        </w14:glow>
        <w14:shadow w14:blurRad="50800" w14:dist="50800" w14:dir="5400000" w14:sx="0" w14:sy="0" w14:kx="0" w14:ky="0" w14:algn="ctr">
          <w14:schemeClr w14:val="tx1">
            <w14:lumMod w14:val="85000"/>
            <w14:lumOff w14:val="15000"/>
          </w14:schemeClr>
        </w14:shadow>
        <w14:textOutline w14:w="9525" w14:cap="flat" w14:cmpd="sng" w14:algn="ctr">
          <w14:solidFill>
            <w14:schemeClr w14:val="tx1">
              <w14:alpha w14:val="1000"/>
              <w14:lumMod w14:val="65000"/>
              <w14:lumOff w14:val="35000"/>
            </w14:schemeClr>
          </w14:solidFill>
          <w14:prstDash w14:val="solid"/>
          <w14:round/>
        </w14:textOutline>
      </w:rPr>
      <w:t>MATHÉMATIQUES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1712A9"/>
    <w:multiLevelType w:val="hybridMultilevel"/>
    <w:tmpl w:val="60B2F88E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E60E9A"/>
    <w:multiLevelType w:val="hybridMultilevel"/>
    <w:tmpl w:val="7B76FA3C"/>
    <w:lvl w:ilvl="0" w:tplc="B028A528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222" w:hanging="360"/>
      </w:pPr>
    </w:lvl>
    <w:lvl w:ilvl="2" w:tplc="040C001B" w:tentative="1">
      <w:start w:val="1"/>
      <w:numFmt w:val="lowerRoman"/>
      <w:lvlText w:val="%3."/>
      <w:lvlJc w:val="right"/>
      <w:pPr>
        <w:ind w:left="1942" w:hanging="180"/>
      </w:pPr>
    </w:lvl>
    <w:lvl w:ilvl="3" w:tplc="040C000F" w:tentative="1">
      <w:start w:val="1"/>
      <w:numFmt w:val="decimal"/>
      <w:lvlText w:val="%4."/>
      <w:lvlJc w:val="left"/>
      <w:pPr>
        <w:ind w:left="2662" w:hanging="360"/>
      </w:pPr>
    </w:lvl>
    <w:lvl w:ilvl="4" w:tplc="040C0019" w:tentative="1">
      <w:start w:val="1"/>
      <w:numFmt w:val="lowerLetter"/>
      <w:lvlText w:val="%5."/>
      <w:lvlJc w:val="left"/>
      <w:pPr>
        <w:ind w:left="3382" w:hanging="360"/>
      </w:pPr>
    </w:lvl>
    <w:lvl w:ilvl="5" w:tplc="040C001B" w:tentative="1">
      <w:start w:val="1"/>
      <w:numFmt w:val="lowerRoman"/>
      <w:lvlText w:val="%6."/>
      <w:lvlJc w:val="right"/>
      <w:pPr>
        <w:ind w:left="4102" w:hanging="180"/>
      </w:pPr>
    </w:lvl>
    <w:lvl w:ilvl="6" w:tplc="040C000F" w:tentative="1">
      <w:start w:val="1"/>
      <w:numFmt w:val="decimal"/>
      <w:lvlText w:val="%7."/>
      <w:lvlJc w:val="left"/>
      <w:pPr>
        <w:ind w:left="4822" w:hanging="360"/>
      </w:pPr>
    </w:lvl>
    <w:lvl w:ilvl="7" w:tplc="040C0019" w:tentative="1">
      <w:start w:val="1"/>
      <w:numFmt w:val="lowerLetter"/>
      <w:lvlText w:val="%8."/>
      <w:lvlJc w:val="left"/>
      <w:pPr>
        <w:ind w:left="5542" w:hanging="360"/>
      </w:pPr>
    </w:lvl>
    <w:lvl w:ilvl="8" w:tplc="040C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3179349C"/>
    <w:multiLevelType w:val="hybridMultilevel"/>
    <w:tmpl w:val="15888750"/>
    <w:lvl w:ilvl="0" w:tplc="85745436">
      <w:start w:val="1"/>
      <w:numFmt w:val="lowerLetter"/>
      <w:lvlText w:val="%1)"/>
      <w:lvlJc w:val="left"/>
      <w:pPr>
        <w:ind w:left="720" w:hanging="360"/>
      </w:pPr>
      <w:rPr>
        <w:rFonts w:asciiTheme="minorHAnsi" w:eastAsiaTheme="minorHAnsi" w:hAnsiTheme="minorHAnsi" w:cstheme="minorHAnsi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B44D44"/>
    <w:multiLevelType w:val="hybridMultilevel"/>
    <w:tmpl w:val="117AC1C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6E1DAA"/>
    <w:multiLevelType w:val="hybridMultilevel"/>
    <w:tmpl w:val="A51CD03E"/>
    <w:lvl w:ilvl="0" w:tplc="040C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A30C5C"/>
    <w:multiLevelType w:val="hybridMultilevel"/>
    <w:tmpl w:val="76A2A636"/>
    <w:lvl w:ilvl="0" w:tplc="14E274EA">
      <w:start w:val="1"/>
      <w:numFmt w:val="lowerLetter"/>
      <w:lvlText w:val="%1)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C512E4D"/>
    <w:multiLevelType w:val="hybridMultilevel"/>
    <w:tmpl w:val="FEB647D8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E542ACC"/>
    <w:multiLevelType w:val="multilevel"/>
    <w:tmpl w:val="21D8DBC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76" w:hanging="1440"/>
      </w:pPr>
      <w:rPr>
        <w:rFonts w:hint="default"/>
      </w:rPr>
    </w:lvl>
  </w:abstractNum>
  <w:abstractNum w:abstractNumId="8" w15:restartNumberingAfterBreak="0">
    <w:nsid w:val="59414BDD"/>
    <w:multiLevelType w:val="hybridMultilevel"/>
    <w:tmpl w:val="EF7E715E"/>
    <w:lvl w:ilvl="0" w:tplc="FCF25706">
      <w:start w:val="4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582" w:hanging="360"/>
      </w:pPr>
    </w:lvl>
    <w:lvl w:ilvl="2" w:tplc="040C001B" w:tentative="1">
      <w:start w:val="1"/>
      <w:numFmt w:val="lowerRoman"/>
      <w:lvlText w:val="%3."/>
      <w:lvlJc w:val="right"/>
      <w:pPr>
        <w:ind w:left="2302" w:hanging="180"/>
      </w:pPr>
    </w:lvl>
    <w:lvl w:ilvl="3" w:tplc="040C000F" w:tentative="1">
      <w:start w:val="1"/>
      <w:numFmt w:val="decimal"/>
      <w:lvlText w:val="%4."/>
      <w:lvlJc w:val="left"/>
      <w:pPr>
        <w:ind w:left="3022" w:hanging="360"/>
      </w:pPr>
    </w:lvl>
    <w:lvl w:ilvl="4" w:tplc="040C0019" w:tentative="1">
      <w:start w:val="1"/>
      <w:numFmt w:val="lowerLetter"/>
      <w:lvlText w:val="%5."/>
      <w:lvlJc w:val="left"/>
      <w:pPr>
        <w:ind w:left="3742" w:hanging="360"/>
      </w:pPr>
    </w:lvl>
    <w:lvl w:ilvl="5" w:tplc="040C001B" w:tentative="1">
      <w:start w:val="1"/>
      <w:numFmt w:val="lowerRoman"/>
      <w:lvlText w:val="%6."/>
      <w:lvlJc w:val="right"/>
      <w:pPr>
        <w:ind w:left="4462" w:hanging="180"/>
      </w:pPr>
    </w:lvl>
    <w:lvl w:ilvl="6" w:tplc="040C000F" w:tentative="1">
      <w:start w:val="1"/>
      <w:numFmt w:val="decimal"/>
      <w:lvlText w:val="%7."/>
      <w:lvlJc w:val="left"/>
      <w:pPr>
        <w:ind w:left="5182" w:hanging="360"/>
      </w:pPr>
    </w:lvl>
    <w:lvl w:ilvl="7" w:tplc="040C0019" w:tentative="1">
      <w:start w:val="1"/>
      <w:numFmt w:val="lowerLetter"/>
      <w:lvlText w:val="%8."/>
      <w:lvlJc w:val="left"/>
      <w:pPr>
        <w:ind w:left="5902" w:hanging="360"/>
      </w:pPr>
    </w:lvl>
    <w:lvl w:ilvl="8" w:tplc="040C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9" w15:restartNumberingAfterBreak="0">
    <w:nsid w:val="5F3F4FD9"/>
    <w:multiLevelType w:val="hybridMultilevel"/>
    <w:tmpl w:val="38FA17B8"/>
    <w:lvl w:ilvl="0" w:tplc="B9A8FBC4">
      <w:start w:val="1"/>
      <w:numFmt w:val="decimal"/>
      <w:lvlText w:val="%1)"/>
      <w:lvlJc w:val="left"/>
      <w:pPr>
        <w:ind w:left="720" w:hanging="360"/>
      </w:pPr>
      <w:rPr>
        <w:rFonts w:eastAsiaTheme="minorHAnsi" w:cstheme="minorBidi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62DE07B"/>
    <w:multiLevelType w:val="hybridMultilevel"/>
    <w:tmpl w:val="5F501501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1"/>
  </w:num>
  <w:num w:numId="2">
    <w:abstractNumId w:val="7"/>
  </w:num>
  <w:num w:numId="3">
    <w:abstractNumId w:val="8"/>
  </w:num>
  <w:num w:numId="4">
    <w:abstractNumId w:val="5"/>
  </w:num>
  <w:num w:numId="5">
    <w:abstractNumId w:val="6"/>
  </w:num>
  <w:num w:numId="6">
    <w:abstractNumId w:val="3"/>
  </w:num>
  <w:num w:numId="7">
    <w:abstractNumId w:val="4"/>
  </w:num>
  <w:num w:numId="8">
    <w:abstractNumId w:val="0"/>
  </w:num>
  <w:num w:numId="9">
    <w:abstractNumId w:val="2"/>
  </w:num>
  <w:num w:numId="10">
    <w:abstractNumId w:val="9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attachedTemplate r:id="rId1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2226"/>
    <w:rsid w:val="000161F6"/>
    <w:rsid w:val="000173CC"/>
    <w:rsid w:val="000347F7"/>
    <w:rsid w:val="00044207"/>
    <w:rsid w:val="0005049D"/>
    <w:rsid w:val="000533EF"/>
    <w:rsid w:val="00062226"/>
    <w:rsid w:val="000672FB"/>
    <w:rsid w:val="000C6214"/>
    <w:rsid w:val="00115E25"/>
    <w:rsid w:val="00117535"/>
    <w:rsid w:val="0015498D"/>
    <w:rsid w:val="00173240"/>
    <w:rsid w:val="001776AA"/>
    <w:rsid w:val="001A62CC"/>
    <w:rsid w:val="001C55AA"/>
    <w:rsid w:val="001C584B"/>
    <w:rsid w:val="001E3873"/>
    <w:rsid w:val="00206061"/>
    <w:rsid w:val="002533E9"/>
    <w:rsid w:val="002860A1"/>
    <w:rsid w:val="002B3B49"/>
    <w:rsid w:val="002D74A0"/>
    <w:rsid w:val="00350874"/>
    <w:rsid w:val="00370C82"/>
    <w:rsid w:val="00372E14"/>
    <w:rsid w:val="003C3DDB"/>
    <w:rsid w:val="003C70AF"/>
    <w:rsid w:val="003F20BE"/>
    <w:rsid w:val="003F7483"/>
    <w:rsid w:val="004046D3"/>
    <w:rsid w:val="004140B4"/>
    <w:rsid w:val="00441EFB"/>
    <w:rsid w:val="00443E27"/>
    <w:rsid w:val="00445C74"/>
    <w:rsid w:val="00485CF2"/>
    <w:rsid w:val="004B56B4"/>
    <w:rsid w:val="004E2947"/>
    <w:rsid w:val="00554659"/>
    <w:rsid w:val="00570EFF"/>
    <w:rsid w:val="00587B7F"/>
    <w:rsid w:val="00591C15"/>
    <w:rsid w:val="005D66D9"/>
    <w:rsid w:val="005F054E"/>
    <w:rsid w:val="0062541D"/>
    <w:rsid w:val="00631FA8"/>
    <w:rsid w:val="00661E6E"/>
    <w:rsid w:val="006777D5"/>
    <w:rsid w:val="0069531C"/>
    <w:rsid w:val="006A70B5"/>
    <w:rsid w:val="006B0A6D"/>
    <w:rsid w:val="006D45F6"/>
    <w:rsid w:val="006E2F91"/>
    <w:rsid w:val="006F4692"/>
    <w:rsid w:val="00731B7A"/>
    <w:rsid w:val="0074649F"/>
    <w:rsid w:val="00746A43"/>
    <w:rsid w:val="00774FEB"/>
    <w:rsid w:val="007876A8"/>
    <w:rsid w:val="007C6449"/>
    <w:rsid w:val="007C644B"/>
    <w:rsid w:val="007D4E05"/>
    <w:rsid w:val="007D642F"/>
    <w:rsid w:val="00843400"/>
    <w:rsid w:val="00854EFC"/>
    <w:rsid w:val="0085617D"/>
    <w:rsid w:val="00864DF2"/>
    <w:rsid w:val="00886E9E"/>
    <w:rsid w:val="008A230D"/>
    <w:rsid w:val="008C5F0F"/>
    <w:rsid w:val="009359BD"/>
    <w:rsid w:val="00940C3D"/>
    <w:rsid w:val="00946921"/>
    <w:rsid w:val="00955D9D"/>
    <w:rsid w:val="0096397D"/>
    <w:rsid w:val="0097157C"/>
    <w:rsid w:val="00987CAB"/>
    <w:rsid w:val="009A5425"/>
    <w:rsid w:val="009D1ED3"/>
    <w:rsid w:val="009D4D86"/>
    <w:rsid w:val="009E521E"/>
    <w:rsid w:val="009F0DC1"/>
    <w:rsid w:val="00A666BD"/>
    <w:rsid w:val="00A71EF9"/>
    <w:rsid w:val="00A96404"/>
    <w:rsid w:val="00AB599F"/>
    <w:rsid w:val="00AC6D64"/>
    <w:rsid w:val="00AD151E"/>
    <w:rsid w:val="00B10A0F"/>
    <w:rsid w:val="00B92A60"/>
    <w:rsid w:val="00BA5E2E"/>
    <w:rsid w:val="00BC4B7E"/>
    <w:rsid w:val="00BF5B4C"/>
    <w:rsid w:val="00C047F2"/>
    <w:rsid w:val="00C057B1"/>
    <w:rsid w:val="00C26814"/>
    <w:rsid w:val="00C578E1"/>
    <w:rsid w:val="00C636A4"/>
    <w:rsid w:val="00CD2D11"/>
    <w:rsid w:val="00CD714C"/>
    <w:rsid w:val="00D63F12"/>
    <w:rsid w:val="00D70AEE"/>
    <w:rsid w:val="00D7271C"/>
    <w:rsid w:val="00D73EA7"/>
    <w:rsid w:val="00D85F09"/>
    <w:rsid w:val="00DB4AC0"/>
    <w:rsid w:val="00DB6F1D"/>
    <w:rsid w:val="00DD14AE"/>
    <w:rsid w:val="00DF32D1"/>
    <w:rsid w:val="00E01CB5"/>
    <w:rsid w:val="00E03596"/>
    <w:rsid w:val="00E046A6"/>
    <w:rsid w:val="00E13F4A"/>
    <w:rsid w:val="00E206F3"/>
    <w:rsid w:val="00E40EA9"/>
    <w:rsid w:val="00E849EA"/>
    <w:rsid w:val="00E9184F"/>
    <w:rsid w:val="00EA4AC4"/>
    <w:rsid w:val="00F21244"/>
    <w:rsid w:val="00F22BAC"/>
    <w:rsid w:val="00F27314"/>
    <w:rsid w:val="00F517C0"/>
    <w:rsid w:val="00F711A8"/>
    <w:rsid w:val="00F9764D"/>
    <w:rsid w:val="00FE12FB"/>
    <w:rsid w:val="00FF3280"/>
    <w:rsid w:val="00FF72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F12BE92"/>
  <w15:chartTrackingRefBased/>
  <w15:docId w15:val="{16BAC11F-1158-4703-8651-651563A8A8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776AA"/>
  </w:style>
  <w:style w:type="paragraph" w:styleId="Titre1">
    <w:name w:val="heading 1"/>
    <w:next w:val="Normal"/>
    <w:link w:val="Titre1Car"/>
    <w:uiPriority w:val="9"/>
    <w:qFormat/>
    <w:rsid w:val="002860A1"/>
    <w:pPr>
      <w:keepNext/>
      <w:keepLines/>
      <w:shd w:val="clear" w:color="auto" w:fill="5B9BD5" w:themeFill="accent5"/>
      <w:spacing w:after="40"/>
      <w:ind w:firstLine="567"/>
      <w:outlineLvl w:val="0"/>
    </w:pPr>
    <w:rPr>
      <w:rFonts w:ascii="Arial" w:eastAsiaTheme="majorEastAsia" w:hAnsi="Arial" w:cstheme="majorBidi"/>
      <w:caps/>
      <w:color w:val="FFFFFF" w:themeColor="background1"/>
      <w:sz w:val="36"/>
      <w:szCs w:val="32"/>
    </w:rPr>
  </w:style>
  <w:style w:type="paragraph" w:styleId="Titre2">
    <w:name w:val="heading 2"/>
    <w:aliases w:val="Sous-titre colonne gauche"/>
    <w:next w:val="Normal"/>
    <w:link w:val="Titre2Car"/>
    <w:uiPriority w:val="9"/>
    <w:unhideWhenUsed/>
    <w:qFormat/>
    <w:rsid w:val="00C26814"/>
    <w:pPr>
      <w:keepNext/>
      <w:keepLines/>
      <w:shd w:val="clear" w:color="auto" w:fill="B4C6E7" w:themeFill="accent1" w:themeFillTint="66"/>
      <w:spacing w:after="0"/>
      <w:ind w:firstLine="709"/>
      <w:outlineLvl w:val="1"/>
    </w:pPr>
    <w:rPr>
      <w:rFonts w:ascii="Arial" w:eastAsiaTheme="majorEastAsia" w:hAnsi="Arial" w:cstheme="majorBidi"/>
      <w:color w:val="3B3838" w:themeColor="background2" w:themeShade="40"/>
      <w:sz w:val="32"/>
      <w:szCs w:val="26"/>
    </w:rPr>
  </w:style>
  <w:style w:type="paragraph" w:styleId="Titre3">
    <w:name w:val="heading 3"/>
    <w:aliases w:val="Titre colonne droite"/>
    <w:next w:val="Normal"/>
    <w:link w:val="Titre3Car"/>
    <w:uiPriority w:val="9"/>
    <w:unhideWhenUsed/>
    <w:qFormat/>
    <w:rsid w:val="00BA5E2E"/>
    <w:pPr>
      <w:keepNext/>
      <w:keepLines/>
      <w:pBdr>
        <w:bottom w:val="single" w:sz="36" w:space="1" w:color="auto"/>
      </w:pBdr>
      <w:shd w:val="clear" w:color="auto" w:fill="44546A" w:themeFill="text2"/>
      <w:suppressAutoHyphens/>
      <w:spacing w:after="0"/>
      <w:jc w:val="center"/>
      <w:outlineLvl w:val="2"/>
    </w:pPr>
    <w:rPr>
      <w:rFonts w:ascii="Arial" w:eastAsiaTheme="majorEastAsia" w:hAnsi="Arial" w:cstheme="majorBidi"/>
      <w:smallCaps/>
      <w:color w:val="FFFFFF" w:themeColor="background1"/>
      <w:sz w:val="31"/>
      <w:szCs w:val="24"/>
    </w:rPr>
  </w:style>
  <w:style w:type="paragraph" w:styleId="Titre4">
    <w:name w:val="heading 4"/>
    <w:aliases w:val="Sous-titre colonne droite"/>
    <w:next w:val="Normal"/>
    <w:link w:val="Titre4Car"/>
    <w:uiPriority w:val="9"/>
    <w:unhideWhenUsed/>
    <w:qFormat/>
    <w:rsid w:val="00443E27"/>
    <w:pPr>
      <w:keepNext/>
      <w:keepLines/>
      <w:pBdr>
        <w:bottom w:val="single" w:sz="18" w:space="1" w:color="600000"/>
      </w:pBdr>
      <w:shd w:val="clear" w:color="auto" w:fill="C45911" w:themeFill="accent2" w:themeFillShade="BF"/>
      <w:spacing w:after="0"/>
      <w:ind w:firstLine="113"/>
      <w:outlineLvl w:val="3"/>
    </w:pPr>
    <w:rPr>
      <w:rFonts w:ascii="Arial" w:eastAsiaTheme="majorEastAsia" w:hAnsi="Arial" w:cstheme="majorBidi"/>
      <w:iCs/>
      <w:color w:val="FFFFFF" w:themeColor="background1"/>
      <w:sz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2860A1"/>
    <w:rPr>
      <w:rFonts w:ascii="Arial" w:eastAsiaTheme="majorEastAsia" w:hAnsi="Arial" w:cstheme="majorBidi"/>
      <w:caps/>
      <w:color w:val="FFFFFF" w:themeColor="background1"/>
      <w:sz w:val="36"/>
      <w:szCs w:val="32"/>
      <w:shd w:val="clear" w:color="auto" w:fill="5B9BD5" w:themeFill="accent5"/>
    </w:rPr>
  </w:style>
  <w:style w:type="paragraph" w:styleId="En-tte">
    <w:name w:val="header"/>
    <w:basedOn w:val="Normal"/>
    <w:link w:val="En-tteCar"/>
    <w:uiPriority w:val="99"/>
    <w:unhideWhenUsed/>
    <w:rsid w:val="003F20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F20BE"/>
  </w:style>
  <w:style w:type="paragraph" w:styleId="Pieddepage">
    <w:name w:val="footer"/>
    <w:basedOn w:val="Normal"/>
    <w:link w:val="PieddepageCar"/>
    <w:uiPriority w:val="99"/>
    <w:unhideWhenUsed/>
    <w:rsid w:val="003F20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F20BE"/>
  </w:style>
  <w:style w:type="character" w:customStyle="1" w:styleId="Titre2Car">
    <w:name w:val="Titre 2 Car"/>
    <w:aliases w:val="Sous-titre colonne gauche Car"/>
    <w:basedOn w:val="Policepardfaut"/>
    <w:link w:val="Titre2"/>
    <w:uiPriority w:val="9"/>
    <w:rsid w:val="00C26814"/>
    <w:rPr>
      <w:rFonts w:ascii="Arial" w:eastAsiaTheme="majorEastAsia" w:hAnsi="Arial" w:cstheme="majorBidi"/>
      <w:color w:val="3B3838" w:themeColor="background2" w:themeShade="40"/>
      <w:sz w:val="32"/>
      <w:szCs w:val="26"/>
      <w:shd w:val="clear" w:color="auto" w:fill="B4C6E7" w:themeFill="accent1" w:themeFillTint="66"/>
    </w:rPr>
  </w:style>
  <w:style w:type="character" w:customStyle="1" w:styleId="Titre3Car">
    <w:name w:val="Titre 3 Car"/>
    <w:aliases w:val="Titre colonne droite Car"/>
    <w:basedOn w:val="Policepardfaut"/>
    <w:link w:val="Titre3"/>
    <w:uiPriority w:val="9"/>
    <w:rsid w:val="00BA5E2E"/>
    <w:rPr>
      <w:rFonts w:ascii="Arial" w:eastAsiaTheme="majorEastAsia" w:hAnsi="Arial" w:cstheme="majorBidi"/>
      <w:smallCaps/>
      <w:color w:val="FFFFFF" w:themeColor="background1"/>
      <w:sz w:val="31"/>
      <w:szCs w:val="24"/>
      <w:shd w:val="clear" w:color="auto" w:fill="44546A" w:themeFill="text2"/>
    </w:rPr>
  </w:style>
  <w:style w:type="character" w:customStyle="1" w:styleId="Titre4Car">
    <w:name w:val="Titre 4 Car"/>
    <w:aliases w:val="Sous-titre colonne droite Car"/>
    <w:basedOn w:val="Policepardfaut"/>
    <w:link w:val="Titre4"/>
    <w:uiPriority w:val="9"/>
    <w:rsid w:val="00443E27"/>
    <w:rPr>
      <w:rFonts w:ascii="Arial" w:eastAsiaTheme="majorEastAsia" w:hAnsi="Arial" w:cstheme="majorBidi"/>
      <w:iCs/>
      <w:color w:val="FFFFFF" w:themeColor="background1"/>
      <w:sz w:val="28"/>
      <w:shd w:val="clear" w:color="auto" w:fill="C45911" w:themeFill="accent2" w:themeFillShade="BF"/>
    </w:rPr>
  </w:style>
  <w:style w:type="paragraph" w:styleId="Paragraphedeliste">
    <w:name w:val="List Paragraph"/>
    <w:basedOn w:val="Normal"/>
    <w:uiPriority w:val="34"/>
    <w:qFormat/>
    <w:rsid w:val="006777D5"/>
    <w:pPr>
      <w:ind w:left="720"/>
      <w:contextualSpacing/>
    </w:pPr>
  </w:style>
  <w:style w:type="character" w:styleId="Textedelespacerserv">
    <w:name w:val="Placeholder Text"/>
    <w:basedOn w:val="Policepardfaut"/>
    <w:uiPriority w:val="99"/>
    <w:semiHidden/>
    <w:rsid w:val="00F27314"/>
    <w:rPr>
      <w:color w:val="808080"/>
    </w:rPr>
  </w:style>
  <w:style w:type="paragraph" w:customStyle="1" w:styleId="Domaines">
    <w:name w:val="Domaines"/>
    <w:link w:val="DomainesCar"/>
    <w:qFormat/>
    <w:rsid w:val="004E2947"/>
    <w:pPr>
      <w:spacing w:after="120" w:line="240" w:lineRule="auto"/>
      <w:ind w:firstLine="113"/>
    </w:pPr>
    <w:rPr>
      <w:smallCaps/>
    </w:rPr>
  </w:style>
  <w:style w:type="paragraph" w:customStyle="1" w:styleId="Comptences">
    <w:name w:val="Compétences"/>
    <w:link w:val="ComptencesCar"/>
    <w:qFormat/>
    <w:rsid w:val="004E2947"/>
    <w:pPr>
      <w:spacing w:after="0"/>
    </w:pPr>
    <w:rPr>
      <w:i/>
      <w:sz w:val="20"/>
    </w:rPr>
  </w:style>
  <w:style w:type="character" w:customStyle="1" w:styleId="DomainesCar">
    <w:name w:val="Domaines Car"/>
    <w:basedOn w:val="Titre1Car"/>
    <w:link w:val="Domaines"/>
    <w:rsid w:val="004E2947"/>
    <w:rPr>
      <w:rFonts w:ascii="Arial" w:eastAsiaTheme="majorEastAsia" w:hAnsi="Arial" w:cstheme="majorBidi"/>
      <w:caps/>
      <w:smallCaps/>
      <w:color w:val="FFFFFF" w:themeColor="background1"/>
      <w:sz w:val="36"/>
      <w:szCs w:val="32"/>
      <w:shd w:val="clear" w:color="auto" w:fill="5B9BD5" w:themeFill="accent5"/>
    </w:rPr>
  </w:style>
  <w:style w:type="paragraph" w:customStyle="1" w:styleId="Descriptif">
    <w:name w:val="Descriptif"/>
    <w:link w:val="DescriptifCar"/>
    <w:rsid w:val="004046D3"/>
  </w:style>
  <w:style w:type="character" w:customStyle="1" w:styleId="ComptencesCar">
    <w:name w:val="Compétences Car"/>
    <w:basedOn w:val="Policepardfaut"/>
    <w:link w:val="Comptences"/>
    <w:rsid w:val="004E2947"/>
    <w:rPr>
      <w:i/>
      <w:sz w:val="20"/>
    </w:rPr>
  </w:style>
  <w:style w:type="table" w:styleId="Grilledutableau">
    <w:name w:val="Table Grid"/>
    <w:basedOn w:val="TableauNormal"/>
    <w:uiPriority w:val="39"/>
    <w:rsid w:val="00FF32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escriptifCar">
    <w:name w:val="Descriptif Car"/>
    <w:basedOn w:val="Policepardfaut"/>
    <w:link w:val="Descriptif"/>
    <w:rsid w:val="004046D3"/>
  </w:style>
  <w:style w:type="character" w:styleId="Lienhypertexte">
    <w:name w:val="Hyperlink"/>
    <w:basedOn w:val="Policepardfaut"/>
    <w:uiPriority w:val="99"/>
    <w:unhideWhenUsed/>
    <w:rsid w:val="001776AA"/>
    <w:rPr>
      <w:color w:val="0563C1" w:themeColor="hyperlink"/>
      <w:u w:val="single"/>
    </w:rPr>
  </w:style>
  <w:style w:type="paragraph" w:customStyle="1" w:styleId="Default">
    <w:name w:val="Default"/>
    <w:rsid w:val="00FF722E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Mentionnonrsolue">
    <w:name w:val="Unresolved Mention"/>
    <w:basedOn w:val="Policepardfaut"/>
    <w:uiPriority w:val="99"/>
    <w:semiHidden/>
    <w:unhideWhenUsed/>
    <w:rsid w:val="00D73EA7"/>
    <w:rPr>
      <w:color w:val="605E5C"/>
      <w:shd w:val="clear" w:color="auto" w:fill="E1DFDD"/>
    </w:rPr>
  </w:style>
  <w:style w:type="character" w:customStyle="1" w:styleId="katex-mathml">
    <w:name w:val="katex-mathml"/>
    <w:basedOn w:val="Policepardfaut"/>
    <w:rsid w:val="00A71EF9"/>
  </w:style>
  <w:style w:type="character" w:customStyle="1" w:styleId="mord">
    <w:name w:val="mord"/>
    <w:basedOn w:val="Policepardfaut"/>
    <w:rsid w:val="00A71EF9"/>
  </w:style>
  <w:style w:type="character" w:customStyle="1" w:styleId="mopen">
    <w:name w:val="mopen"/>
    <w:basedOn w:val="Policepardfaut"/>
    <w:rsid w:val="00A71EF9"/>
  </w:style>
  <w:style w:type="character" w:customStyle="1" w:styleId="mclose">
    <w:name w:val="mclose"/>
    <w:basedOn w:val="Policepardfaut"/>
    <w:rsid w:val="00A71EF9"/>
  </w:style>
  <w:style w:type="character" w:customStyle="1" w:styleId="mrel">
    <w:name w:val="mrel"/>
    <w:basedOn w:val="Policepardfaut"/>
    <w:rsid w:val="00A71EF9"/>
  </w:style>
  <w:style w:type="character" w:customStyle="1" w:styleId="mbin">
    <w:name w:val="mbin"/>
    <w:basedOn w:val="Policepardfaut"/>
    <w:rsid w:val="00A71E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842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8045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476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quiziniere.com/" TargetMode="External"/><Relationship Id="rId13" Type="http://schemas.openxmlformats.org/officeDocument/2006/relationships/image" Target="media/image2.png"/><Relationship Id="rId18" Type="http://schemas.openxmlformats.org/officeDocument/2006/relationships/image" Target="media/image7.png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image" Target="media/image10.png"/><Relationship Id="rId7" Type="http://schemas.openxmlformats.org/officeDocument/2006/relationships/endnotes" Target="endnotes.xml"/><Relationship Id="rId12" Type="http://schemas.openxmlformats.org/officeDocument/2006/relationships/image" Target="media/image1.png"/><Relationship Id="rId17" Type="http://schemas.openxmlformats.org/officeDocument/2006/relationships/image" Target="media/image6.svg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5.png"/><Relationship Id="rId20" Type="http://schemas.openxmlformats.org/officeDocument/2006/relationships/image" Target="media/image9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youtube.com/watch?v=F5s6Jlo7FK4" TargetMode="External"/><Relationship Id="rId24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image" Target="media/image4.svg"/><Relationship Id="rId23" Type="http://schemas.openxmlformats.org/officeDocument/2006/relationships/header" Target="header1.xml"/><Relationship Id="rId10" Type="http://schemas.openxmlformats.org/officeDocument/2006/relationships/hyperlink" Target="https://www.quiziniere.com/" TargetMode="External"/><Relationship Id="rId19" Type="http://schemas.openxmlformats.org/officeDocument/2006/relationships/image" Target="media/image8.svg"/><Relationship Id="rId4" Type="http://schemas.openxmlformats.org/officeDocument/2006/relationships/settings" Target="settings.xml"/><Relationship Id="rId9" Type="http://schemas.openxmlformats.org/officeDocument/2006/relationships/hyperlink" Target="https://www.youtube.com/watch?v=F5s6Jlo7FK4" TargetMode="External"/><Relationship Id="rId14" Type="http://schemas.openxmlformats.org/officeDocument/2006/relationships/image" Target="media/image3.png"/><Relationship Id="rId22" Type="http://schemas.openxmlformats.org/officeDocument/2006/relationships/image" Target="media/image11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6.png"/><Relationship Id="rId2" Type="http://schemas.openxmlformats.org/officeDocument/2006/relationships/image" Target="media/image13.png"/><Relationship Id="rId1" Type="http://schemas.openxmlformats.org/officeDocument/2006/relationships/image" Target="media/image12.png"/><Relationship Id="rId4" Type="http://schemas.openxmlformats.org/officeDocument/2006/relationships/image" Target="media/image37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itha\AppData\Local\Temp\PIX_mod&#232;le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22424B-2ECC-429E-A43E-FD9170F4BF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PIX_modèle</Template>
  <TotalTime>2</TotalTime>
  <Pages>1</Pages>
  <Words>126</Words>
  <Characters>698</Characters>
  <Application>Microsoft Office Word</Application>
  <DocSecurity>0</DocSecurity>
  <Lines>5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Titres</vt:lpstr>
      </vt:variant>
      <vt:variant>
        <vt:i4>6</vt:i4>
      </vt:variant>
    </vt:vector>
  </HeadingPairs>
  <TitlesOfParts>
    <vt:vector size="7" baseType="lpstr">
      <vt:lpstr/>
      <vt:lpstr>fonction exponentielle, fonction ln</vt:lpstr>
      <vt:lpstr>    ///SCENARIO</vt:lpstr>
      <vt:lpstr>    CYCLE</vt:lpstr>
      <vt:lpstr>    NIVEAU(X) DE CLASSE</vt:lpstr>
      <vt:lpstr>        CRCN</vt:lpstr>
      <vt:lpstr>        Thèmes et contenus Mathématiques</vt:lpstr>
    </vt:vector>
  </TitlesOfParts>
  <Company/>
  <LinksUpToDate>false</LinksUpToDate>
  <CharactersWithSpaces>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virginie vallot</dc:creator>
  <cp:keywords/>
  <dc:description/>
  <cp:lastModifiedBy>virginie vallot</cp:lastModifiedBy>
  <cp:revision>3</cp:revision>
  <cp:lastPrinted>2022-04-08T16:02:00Z</cp:lastPrinted>
  <dcterms:created xsi:type="dcterms:W3CDTF">2022-04-08T16:00:00Z</dcterms:created>
  <dcterms:modified xsi:type="dcterms:W3CDTF">2022-04-08T16:02:00Z</dcterms:modified>
</cp:coreProperties>
</file>