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EC1906" w14:textId="38D20816" w:rsidR="009A5425" w:rsidRDefault="00F03213" w:rsidP="00C26814">
      <w:pPr>
        <w:pStyle w:val="Titre1"/>
      </w:pPr>
      <w:r>
        <w:t>Points alignés</w:t>
      </w:r>
    </w:p>
    <w:p w14:paraId="6188BA0B" w14:textId="5B94B5BA" w:rsidR="00BA5E2E" w:rsidRPr="00BA5E2E" w:rsidRDefault="002A3168" w:rsidP="00BA5E2E">
      <w:pPr>
        <w:pStyle w:val="Titre2"/>
      </w:pPr>
      <w:r>
        <w:rPr>
          <w:noProof/>
        </w:rPr>
        <mc:AlternateContent>
          <mc:Choice Requires="wps">
            <w:drawing>
              <wp:anchor distT="45720" distB="45720" distL="114300" distR="114300" simplePos="0" relativeHeight="251659264" behindDoc="0" locked="0" layoutInCell="1" allowOverlap="1" wp14:anchorId="217342DF" wp14:editId="29D1136E">
                <wp:simplePos x="0" y="0"/>
                <wp:positionH relativeFrom="column">
                  <wp:posOffset>38100</wp:posOffset>
                </wp:positionH>
                <wp:positionV relativeFrom="page">
                  <wp:posOffset>1543050</wp:posOffset>
                </wp:positionV>
                <wp:extent cx="5085080" cy="7366000"/>
                <wp:effectExtent l="0" t="0" r="1270" b="635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5080" cy="7366000"/>
                        </a:xfrm>
                        <a:prstGeom prst="rect">
                          <a:avLst/>
                        </a:prstGeom>
                        <a:solidFill>
                          <a:srgbClr val="FFFFFF"/>
                        </a:solidFill>
                        <a:ln w="9525">
                          <a:noFill/>
                          <a:miter lim="800000"/>
                          <a:headEnd/>
                          <a:tailEnd/>
                        </a:ln>
                      </wps:spPr>
                      <wps:txbx>
                        <w:txbxContent>
                          <w:p w14:paraId="772AFAA6" w14:textId="5DB17615" w:rsidR="001B5B10" w:rsidRDefault="001B5B10" w:rsidP="007C2F11">
                            <w:pPr>
                              <w:pStyle w:val="Paragraphedeliste"/>
                              <w:numPr>
                                <w:ilvl w:val="0"/>
                                <w:numId w:val="4"/>
                              </w:numPr>
                              <w:spacing w:after="0" w:line="276" w:lineRule="auto"/>
                              <w:ind w:left="567"/>
                            </w:pPr>
                            <w:r>
                              <w:t xml:space="preserve">Ecrire sur une feuille un algorithme qui détermine si 3 points </w:t>
                            </w:r>
                            <w:r w:rsidR="00214206">
                              <w:t xml:space="preserve">à coordonnées entières </w:t>
                            </w:r>
                            <w:r>
                              <w:t>sont alignés.</w:t>
                            </w:r>
                          </w:p>
                          <w:p w14:paraId="46DE9B21" w14:textId="18A05738" w:rsidR="001B5B10" w:rsidRDefault="001B5B10" w:rsidP="007C2F11">
                            <w:pPr>
                              <w:pStyle w:val="Paragraphedeliste"/>
                              <w:numPr>
                                <w:ilvl w:val="0"/>
                                <w:numId w:val="4"/>
                              </w:numPr>
                              <w:spacing w:line="360" w:lineRule="auto"/>
                              <w:ind w:left="567"/>
                            </w:pPr>
                            <w:r>
                              <w:t>a) Le programmer en langage Python.</w:t>
                            </w:r>
                          </w:p>
                          <w:p w14:paraId="5894465B" w14:textId="77777777" w:rsidR="0032529D" w:rsidRDefault="001B5B10" w:rsidP="007C2F11">
                            <w:pPr>
                              <w:pStyle w:val="Paragraphedeliste"/>
                              <w:spacing w:line="276" w:lineRule="auto"/>
                              <w:ind w:left="567"/>
                            </w:pPr>
                            <w:r>
                              <w:t xml:space="preserve">b) Ecrire une fonction qui détermine si </w:t>
                            </w:r>
                            <w:r w:rsidR="007C2F11">
                              <w:t xml:space="preserve">3 </w:t>
                            </w:r>
                          </w:p>
                          <w:p w14:paraId="64F21F52" w14:textId="212CA145" w:rsidR="001B5B10" w:rsidRDefault="007C2F11" w:rsidP="007C2F11">
                            <w:pPr>
                              <w:pStyle w:val="Paragraphedeliste"/>
                              <w:spacing w:line="276" w:lineRule="auto"/>
                              <w:ind w:left="567"/>
                            </w:pPr>
                            <w:proofErr w:type="gramStart"/>
                            <w:r>
                              <w:t>points</w:t>
                            </w:r>
                            <w:proofErr w:type="gramEnd"/>
                            <w:r w:rsidR="0032529D">
                              <w:t xml:space="preserve"> </w:t>
                            </w:r>
                            <w:r w:rsidR="00214206">
                              <w:t>à coordonnées entières</w:t>
                            </w:r>
                            <w:r w:rsidR="001B5B10">
                              <w:t xml:space="preserve"> sont alignés.</w:t>
                            </w:r>
                          </w:p>
                          <w:p w14:paraId="7A93E979" w14:textId="77777777" w:rsidR="0032529D" w:rsidRDefault="001B5B10" w:rsidP="00C8512B">
                            <w:pPr>
                              <w:pStyle w:val="Paragraphedeliste"/>
                              <w:spacing w:line="276" w:lineRule="auto"/>
                              <w:ind w:left="567"/>
                              <w:rPr>
                                <w:b/>
                                <w:bCs/>
                                <w:i/>
                                <w:iCs/>
                              </w:rPr>
                            </w:pPr>
                            <w:r w:rsidRPr="0032529D">
                              <w:rPr>
                                <w:b/>
                                <w:bCs/>
                                <w:i/>
                                <w:iCs/>
                              </w:rPr>
                              <w:t xml:space="preserve">Aide : </w:t>
                            </w:r>
                            <w:r w:rsidR="00C8512B" w:rsidRPr="0032529D">
                              <w:rPr>
                                <w:b/>
                                <w:bCs/>
                                <w:i/>
                                <w:iCs/>
                              </w:rPr>
                              <w:t>U</w:t>
                            </w:r>
                            <w:r w:rsidRPr="0032529D">
                              <w:rPr>
                                <w:b/>
                                <w:bCs/>
                                <w:i/>
                                <w:iCs/>
                              </w:rPr>
                              <w:t xml:space="preserve">tiliser </w:t>
                            </w:r>
                            <w:r w:rsidR="00EE4690" w:rsidRPr="0032529D">
                              <w:rPr>
                                <w:b/>
                                <w:bCs/>
                                <w:i/>
                                <w:iCs/>
                              </w:rPr>
                              <w:t>l</w:t>
                            </w:r>
                            <w:r w:rsidRPr="0032529D">
                              <w:rPr>
                                <w:b/>
                                <w:bCs/>
                                <w:i/>
                                <w:iCs/>
                              </w:rPr>
                              <w:t>e morceau de programme</w:t>
                            </w:r>
                            <w:r w:rsidR="00EE4690" w:rsidRPr="0032529D">
                              <w:rPr>
                                <w:b/>
                                <w:bCs/>
                                <w:i/>
                                <w:iCs/>
                              </w:rPr>
                              <w:t xml:space="preserve"> </w:t>
                            </w:r>
                          </w:p>
                          <w:p w14:paraId="37A880EE" w14:textId="56F470B0" w:rsidR="001B5B10" w:rsidRPr="0032529D" w:rsidRDefault="00EE4690" w:rsidP="00C8512B">
                            <w:pPr>
                              <w:pStyle w:val="Paragraphedeliste"/>
                              <w:spacing w:line="276" w:lineRule="auto"/>
                              <w:ind w:left="567"/>
                              <w:rPr>
                                <w:b/>
                                <w:bCs/>
                                <w:i/>
                                <w:iCs/>
                              </w:rPr>
                            </w:pPr>
                            <w:proofErr w:type="gramStart"/>
                            <w:r w:rsidRPr="0032529D">
                              <w:rPr>
                                <w:b/>
                                <w:bCs/>
                                <w:i/>
                                <w:iCs/>
                              </w:rPr>
                              <w:t>ci</w:t>
                            </w:r>
                            <w:proofErr w:type="gramEnd"/>
                            <w:r w:rsidRPr="0032529D">
                              <w:rPr>
                                <w:b/>
                                <w:bCs/>
                                <w:i/>
                                <w:iCs/>
                              </w:rPr>
                              <w:t>-contre.</w:t>
                            </w:r>
                            <w:r w:rsidR="001B5B10" w:rsidRPr="0032529D">
                              <w:rPr>
                                <w:b/>
                                <w:bCs/>
                                <w:i/>
                                <w:iCs/>
                              </w:rPr>
                              <w:t xml:space="preserve"> </w:t>
                            </w:r>
                          </w:p>
                          <w:p w14:paraId="780803D7" w14:textId="77777777" w:rsidR="00C8512B" w:rsidRPr="00C8512B" w:rsidRDefault="00C8512B" w:rsidP="00C8512B">
                            <w:pPr>
                              <w:pStyle w:val="Paragraphedeliste"/>
                              <w:spacing w:after="0" w:line="276" w:lineRule="auto"/>
                              <w:ind w:left="567"/>
                              <w:rPr>
                                <w:sz w:val="18"/>
                                <w:szCs w:val="18"/>
                              </w:rPr>
                            </w:pPr>
                          </w:p>
                          <w:p w14:paraId="1F4410EE" w14:textId="77777777" w:rsidR="00EE4690" w:rsidRDefault="001B5B10" w:rsidP="007C2F11">
                            <w:pPr>
                              <w:pStyle w:val="Paragraphedeliste"/>
                              <w:spacing w:line="276" w:lineRule="auto"/>
                              <w:ind w:left="567"/>
                            </w:pPr>
                            <w:r>
                              <w:t xml:space="preserve">c) Enregistrer le fichier dans votre espace </w:t>
                            </w:r>
                          </w:p>
                          <w:p w14:paraId="5666F2C4" w14:textId="341185BA" w:rsidR="001B5B10" w:rsidRDefault="001B5B10" w:rsidP="007C2F11">
                            <w:pPr>
                              <w:pStyle w:val="Paragraphedeliste"/>
                              <w:spacing w:line="360" w:lineRule="auto"/>
                              <w:ind w:left="567"/>
                            </w:pPr>
                            <w:proofErr w:type="gramStart"/>
                            <w:r>
                              <w:t>personnel</w:t>
                            </w:r>
                            <w:proofErr w:type="gramEnd"/>
                            <w:r>
                              <w:t>. Le Nommer « points_alignes_Python.py ».</w:t>
                            </w:r>
                          </w:p>
                          <w:p w14:paraId="467C2DE8" w14:textId="130D6421" w:rsidR="001B5B10" w:rsidRDefault="001B5B10" w:rsidP="007C2F11">
                            <w:pPr>
                              <w:pStyle w:val="Paragraphedeliste"/>
                              <w:spacing w:line="276" w:lineRule="auto"/>
                              <w:ind w:left="567"/>
                            </w:pPr>
                            <w:r>
                              <w:t>d) Tester le programme avec 3 points alignés et 3 points non alignés.</w:t>
                            </w:r>
                          </w:p>
                          <w:p w14:paraId="03C7121F" w14:textId="070ED15C" w:rsidR="00C8512B" w:rsidRDefault="00C8512B" w:rsidP="007C2F11">
                            <w:pPr>
                              <w:pStyle w:val="Paragraphedeliste"/>
                              <w:spacing w:line="276" w:lineRule="auto"/>
                              <w:ind w:left="567"/>
                            </w:pPr>
                          </w:p>
                          <w:p w14:paraId="5E825C56" w14:textId="77777777" w:rsidR="00C8512B" w:rsidRDefault="00C8512B" w:rsidP="007C2F11">
                            <w:pPr>
                              <w:pStyle w:val="Paragraphedeliste"/>
                              <w:spacing w:line="276" w:lineRule="auto"/>
                              <w:ind w:left="567"/>
                            </w:pPr>
                          </w:p>
                          <w:p w14:paraId="24F9FBEB" w14:textId="1DB2602C" w:rsidR="001B5B10" w:rsidRDefault="001B5B10" w:rsidP="007C2F11">
                            <w:pPr>
                              <w:pStyle w:val="Paragraphedeliste"/>
                              <w:ind w:left="567"/>
                            </w:pPr>
                          </w:p>
                          <w:p w14:paraId="5F202A56" w14:textId="7C8B9203" w:rsidR="00C8512B" w:rsidRDefault="00C8512B" w:rsidP="007C2F11">
                            <w:pPr>
                              <w:pStyle w:val="Paragraphedeliste"/>
                              <w:ind w:left="567"/>
                            </w:pPr>
                          </w:p>
                          <w:p w14:paraId="116D653E" w14:textId="2CD1C195" w:rsidR="00C8512B" w:rsidRDefault="00C8512B" w:rsidP="007C2F11">
                            <w:pPr>
                              <w:pStyle w:val="Paragraphedeliste"/>
                              <w:ind w:left="567"/>
                            </w:pPr>
                          </w:p>
                          <w:p w14:paraId="05FC449A" w14:textId="39E088C2" w:rsidR="00C8512B" w:rsidRDefault="00C8512B" w:rsidP="007C2F11">
                            <w:pPr>
                              <w:pStyle w:val="Paragraphedeliste"/>
                              <w:ind w:left="567"/>
                            </w:pPr>
                          </w:p>
                          <w:p w14:paraId="75EB58E2" w14:textId="294AAF1C" w:rsidR="00C8512B" w:rsidRDefault="00C8512B" w:rsidP="007C2F11">
                            <w:pPr>
                              <w:pStyle w:val="Paragraphedeliste"/>
                              <w:ind w:left="567"/>
                            </w:pPr>
                          </w:p>
                          <w:p w14:paraId="312CA0E3" w14:textId="1824E488" w:rsidR="00C8512B" w:rsidRDefault="00C8512B" w:rsidP="007C2F11">
                            <w:pPr>
                              <w:pStyle w:val="Paragraphedeliste"/>
                              <w:ind w:left="567"/>
                            </w:pPr>
                          </w:p>
                          <w:p w14:paraId="5A5FF47F" w14:textId="4C22222F" w:rsidR="00C8512B" w:rsidRDefault="00C8512B" w:rsidP="007C2F11">
                            <w:pPr>
                              <w:pStyle w:val="Paragraphedeliste"/>
                              <w:ind w:left="567"/>
                            </w:pPr>
                          </w:p>
                          <w:p w14:paraId="54864DE6" w14:textId="77777777" w:rsidR="00C8512B" w:rsidRDefault="00C8512B" w:rsidP="007C2F11">
                            <w:pPr>
                              <w:pStyle w:val="Paragraphedeliste"/>
                              <w:ind w:left="567"/>
                            </w:pPr>
                          </w:p>
                          <w:p w14:paraId="3BCE4EA6" w14:textId="77777777" w:rsidR="007C2F11" w:rsidRPr="0032529D" w:rsidRDefault="007C2F11" w:rsidP="0032529D">
                            <w:pPr>
                              <w:pStyle w:val="Paragraphedeliste"/>
                              <w:spacing w:after="0"/>
                              <w:ind w:left="567"/>
                              <w:rPr>
                                <w:sz w:val="16"/>
                                <w:szCs w:val="16"/>
                              </w:rPr>
                            </w:pPr>
                          </w:p>
                          <w:p w14:paraId="254229A9" w14:textId="77777777" w:rsidR="001B5B10" w:rsidRDefault="001B5B10" w:rsidP="007C2F11">
                            <w:pPr>
                              <w:pStyle w:val="Paragraphedeliste"/>
                              <w:numPr>
                                <w:ilvl w:val="0"/>
                                <w:numId w:val="4"/>
                              </w:numPr>
                              <w:ind w:left="567"/>
                            </w:pPr>
                            <w:r>
                              <w:t>a) Ouvrir le lien pour créer un projet Scratch :</w:t>
                            </w:r>
                          </w:p>
                          <w:p w14:paraId="7644F037" w14:textId="77777777" w:rsidR="001B5B10" w:rsidRDefault="001437BA" w:rsidP="0032529D">
                            <w:pPr>
                              <w:pStyle w:val="Paragraphedeliste"/>
                              <w:spacing w:line="360" w:lineRule="auto"/>
                              <w:ind w:left="567"/>
                            </w:pPr>
                            <w:hyperlink r:id="rId8" w:history="1">
                              <w:r w:rsidR="001B5B10" w:rsidRPr="00435307">
                                <w:rPr>
                                  <w:rStyle w:val="Lienhypertexte"/>
                                </w:rPr>
                                <w:t>https://scratch.mit.edu/projects/editor/?tutorial=getStarted</w:t>
                              </w:r>
                            </w:hyperlink>
                          </w:p>
                          <w:p w14:paraId="666A5F9F" w14:textId="2F3B3F55" w:rsidR="001B5B10" w:rsidRDefault="001B5B10" w:rsidP="007C2F11">
                            <w:pPr>
                              <w:pStyle w:val="Paragraphedeliste"/>
                              <w:ind w:left="567"/>
                            </w:pPr>
                            <w:r>
                              <w:t xml:space="preserve">b) Ecrire un programme qui détermine si 3 points </w:t>
                            </w:r>
                            <w:r w:rsidR="00EE4690">
                              <w:t xml:space="preserve">à coordonnées entières </w:t>
                            </w:r>
                            <w:r>
                              <w:t>sont alignés.</w:t>
                            </w:r>
                          </w:p>
                          <w:p w14:paraId="19E33AB8" w14:textId="77777777" w:rsidR="001B5B10" w:rsidRDefault="001B5B10" w:rsidP="007C2F11">
                            <w:pPr>
                              <w:pStyle w:val="Paragraphedeliste"/>
                              <w:ind w:left="567"/>
                            </w:pPr>
                            <w:r w:rsidRPr="00FB286E">
                              <w:rPr>
                                <w:noProof/>
                              </w:rPr>
                              <w:drawing>
                                <wp:inline distT="0" distB="0" distL="0" distR="0" wp14:anchorId="49657F67" wp14:editId="7A8D6958">
                                  <wp:extent cx="3923933" cy="1267137"/>
                                  <wp:effectExtent l="0" t="0" r="0" b="635"/>
                                  <wp:docPr id="193" name="Imag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923933" cy="1267137"/>
                                          </a:xfrm>
                                          <a:prstGeom prst="rect">
                                            <a:avLst/>
                                          </a:prstGeom>
                                        </pic:spPr>
                                      </pic:pic>
                                    </a:graphicData>
                                  </a:graphic>
                                </wp:inline>
                              </w:drawing>
                            </w:r>
                          </w:p>
                          <w:p w14:paraId="501F3F07" w14:textId="77777777" w:rsidR="001B5B10" w:rsidRDefault="001B5B10" w:rsidP="0032529D">
                            <w:pPr>
                              <w:pStyle w:val="Paragraphedeliste"/>
                              <w:spacing w:before="240" w:line="360" w:lineRule="auto"/>
                              <w:ind w:left="567"/>
                            </w:pPr>
                            <w:r>
                              <w:t>c) Enregistrer le fichier dans votre espace personnel. Le Nommer « points_alignes.sb3 ».</w:t>
                            </w:r>
                          </w:p>
                          <w:p w14:paraId="2A733C37" w14:textId="69DFFF90" w:rsidR="001B5B10" w:rsidRDefault="001B5B10" w:rsidP="007C2F11">
                            <w:pPr>
                              <w:pStyle w:val="Paragraphedeliste"/>
                              <w:spacing w:before="240" w:line="360" w:lineRule="auto"/>
                              <w:ind w:left="567"/>
                            </w:pPr>
                            <w:r>
                              <w:t>d) Tester le programme avec 3 points alignés et 3 points non alignés.</w:t>
                            </w:r>
                          </w:p>
                          <w:p w14:paraId="44EA2A15" w14:textId="1061DFF1" w:rsidR="00D55155" w:rsidRDefault="001B5B10" w:rsidP="007C2F11">
                            <w:pPr>
                              <w:pStyle w:val="Paragraphedeliste"/>
                              <w:numPr>
                                <w:ilvl w:val="0"/>
                                <w:numId w:val="4"/>
                              </w:numPr>
                              <w:ind w:left="567"/>
                            </w:pPr>
                            <w:r>
                              <w:t>Préciser la taille de ces 2 fichiers.  Lequel est le plus lourd ?</w:t>
                            </w:r>
                          </w:p>
                        </w:txbxContent>
                      </wps:txbx>
                      <wps:bodyPr rot="0" vert="horz" wrap="square" lIns="91440" tIns="45720" rIns="9000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17342DF" id="_x0000_t202" coordsize="21600,21600" o:spt="202" path="m,l,21600r21600,l21600,xe">
                <v:stroke joinstyle="miter"/>
                <v:path gradientshapeok="t" o:connecttype="rect"/>
              </v:shapetype>
              <v:shape id="Zone de texte 2" o:spid="_x0000_s1026" type="#_x0000_t202" style="position:absolute;left:0;text-align:left;margin-left:3pt;margin-top:121.5pt;width:400.4pt;height:580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" stroked="f">
                <v:textbox inset=",,2.5mm">
                  <w:txbxContent>
                    <w:p w14:paraId="772AFAA6" w14:textId="5DB17615" w:rsidR="001B5B10" w:rsidRDefault="001B5B10" w:rsidP="007C2F11">
                      <w:pPr>
                        <w:pStyle w:val="Paragraphedeliste"/>
                        <w:numPr>
                          <w:ilvl w:val="0"/>
                          <w:numId w:val="4"/>
                        </w:numPr>
                        <w:spacing w:after="0" w:line="276" w:lineRule="auto"/>
                        <w:ind w:left="567"/>
                      </w:pPr>
                      <w:r>
                        <w:t xml:space="preserve">Ecrire sur une feuille un algorithme qui détermine si 3 points </w:t>
                      </w:r>
                      <w:r w:rsidR="00214206">
                        <w:t xml:space="preserve">à coordonnées entières </w:t>
                      </w:r>
                      <w:r>
                        <w:t>sont alignés.</w:t>
                      </w:r>
                    </w:p>
                    <w:p w14:paraId="46DE9B21" w14:textId="18A05738" w:rsidR="001B5B10" w:rsidRDefault="001B5B10" w:rsidP="007C2F11">
                      <w:pPr>
                        <w:pStyle w:val="Paragraphedeliste"/>
                        <w:numPr>
                          <w:ilvl w:val="0"/>
                          <w:numId w:val="4"/>
                        </w:numPr>
                        <w:spacing w:line="360" w:lineRule="auto"/>
                        <w:ind w:left="567"/>
                      </w:pPr>
                      <w:r>
                        <w:t>a) Le programmer en langage Python.</w:t>
                      </w:r>
                    </w:p>
                    <w:p w14:paraId="5894465B" w14:textId="77777777" w:rsidR="0032529D" w:rsidRDefault="001B5B10" w:rsidP="007C2F11">
                      <w:pPr>
                        <w:pStyle w:val="Paragraphedeliste"/>
                        <w:spacing w:line="276" w:lineRule="auto"/>
                        <w:ind w:left="567"/>
                      </w:pPr>
                      <w:r>
                        <w:t xml:space="preserve">b) Ecrire une fonction qui détermine si </w:t>
                      </w:r>
                      <w:r w:rsidR="007C2F11">
                        <w:t xml:space="preserve">3 </w:t>
                      </w:r>
                    </w:p>
                    <w:p w14:paraId="64F21F52" w14:textId="212CA145" w:rsidR="001B5B10" w:rsidRDefault="007C2F11" w:rsidP="007C2F11">
                      <w:pPr>
                        <w:pStyle w:val="Paragraphedeliste"/>
                        <w:spacing w:line="276" w:lineRule="auto"/>
                        <w:ind w:left="567"/>
                      </w:pPr>
                      <w:proofErr w:type="gramStart"/>
                      <w:r>
                        <w:t>points</w:t>
                      </w:r>
                      <w:proofErr w:type="gramEnd"/>
                      <w:r w:rsidR="0032529D">
                        <w:t xml:space="preserve"> </w:t>
                      </w:r>
                      <w:r w:rsidR="00214206">
                        <w:t>à coordonnées entières</w:t>
                      </w:r>
                      <w:r w:rsidR="001B5B10">
                        <w:t xml:space="preserve"> sont alignés.</w:t>
                      </w:r>
                    </w:p>
                    <w:p w14:paraId="7A93E979" w14:textId="77777777" w:rsidR="0032529D" w:rsidRDefault="001B5B10" w:rsidP="00C8512B">
                      <w:pPr>
                        <w:pStyle w:val="Paragraphedeliste"/>
                        <w:spacing w:line="276" w:lineRule="auto"/>
                        <w:ind w:left="567"/>
                        <w:rPr>
                          <w:b/>
                          <w:bCs/>
                          <w:i/>
                          <w:iCs/>
                        </w:rPr>
                      </w:pPr>
                      <w:r w:rsidRPr="0032529D">
                        <w:rPr>
                          <w:b/>
                          <w:bCs/>
                          <w:i/>
                          <w:iCs/>
                        </w:rPr>
                        <w:t xml:space="preserve">Aide : </w:t>
                      </w:r>
                      <w:r w:rsidR="00C8512B" w:rsidRPr="0032529D">
                        <w:rPr>
                          <w:b/>
                          <w:bCs/>
                          <w:i/>
                          <w:iCs/>
                        </w:rPr>
                        <w:t>U</w:t>
                      </w:r>
                      <w:r w:rsidRPr="0032529D">
                        <w:rPr>
                          <w:b/>
                          <w:bCs/>
                          <w:i/>
                          <w:iCs/>
                        </w:rPr>
                        <w:t xml:space="preserve">tiliser </w:t>
                      </w:r>
                      <w:r w:rsidR="00EE4690" w:rsidRPr="0032529D">
                        <w:rPr>
                          <w:b/>
                          <w:bCs/>
                          <w:i/>
                          <w:iCs/>
                        </w:rPr>
                        <w:t>l</w:t>
                      </w:r>
                      <w:r w:rsidRPr="0032529D">
                        <w:rPr>
                          <w:b/>
                          <w:bCs/>
                          <w:i/>
                          <w:iCs/>
                        </w:rPr>
                        <w:t>e morceau de programme</w:t>
                      </w:r>
                      <w:r w:rsidR="00EE4690" w:rsidRPr="0032529D">
                        <w:rPr>
                          <w:b/>
                          <w:bCs/>
                          <w:i/>
                          <w:iCs/>
                        </w:rPr>
                        <w:t xml:space="preserve"> </w:t>
                      </w:r>
                    </w:p>
                    <w:p w14:paraId="37A880EE" w14:textId="56F470B0" w:rsidR="001B5B10" w:rsidRPr="0032529D" w:rsidRDefault="00EE4690" w:rsidP="00C8512B">
                      <w:pPr>
                        <w:pStyle w:val="Paragraphedeliste"/>
                        <w:spacing w:line="276" w:lineRule="auto"/>
                        <w:ind w:left="567"/>
                        <w:rPr>
                          <w:b/>
                          <w:bCs/>
                          <w:i/>
                          <w:iCs/>
                        </w:rPr>
                      </w:pPr>
                      <w:proofErr w:type="gramStart"/>
                      <w:r w:rsidRPr="0032529D">
                        <w:rPr>
                          <w:b/>
                          <w:bCs/>
                          <w:i/>
                          <w:iCs/>
                        </w:rPr>
                        <w:t>ci</w:t>
                      </w:r>
                      <w:proofErr w:type="gramEnd"/>
                      <w:r w:rsidRPr="0032529D">
                        <w:rPr>
                          <w:b/>
                          <w:bCs/>
                          <w:i/>
                          <w:iCs/>
                        </w:rPr>
                        <w:t>-contre.</w:t>
                      </w:r>
                      <w:r w:rsidR="001B5B10" w:rsidRPr="0032529D">
                        <w:rPr>
                          <w:b/>
                          <w:bCs/>
                          <w:i/>
                          <w:iCs/>
                        </w:rPr>
                        <w:t xml:space="preserve"> </w:t>
                      </w:r>
                    </w:p>
                    <w:p w14:paraId="780803D7" w14:textId="77777777" w:rsidR="00C8512B" w:rsidRPr="00C8512B" w:rsidRDefault="00C8512B" w:rsidP="00C8512B">
                      <w:pPr>
                        <w:pStyle w:val="Paragraphedeliste"/>
                        <w:spacing w:after="0" w:line="276" w:lineRule="auto"/>
                        <w:ind w:left="567"/>
                        <w:rPr>
                          <w:sz w:val="18"/>
                          <w:szCs w:val="18"/>
                        </w:rPr>
                      </w:pPr>
                    </w:p>
                    <w:p w14:paraId="1F4410EE" w14:textId="77777777" w:rsidR="00EE4690" w:rsidRDefault="001B5B10" w:rsidP="007C2F11">
                      <w:pPr>
                        <w:pStyle w:val="Paragraphedeliste"/>
                        <w:spacing w:line="276" w:lineRule="auto"/>
                        <w:ind w:left="567"/>
                      </w:pPr>
                      <w:r>
                        <w:t xml:space="preserve">c) Enregistrer le fichier dans votre espace </w:t>
                      </w:r>
                    </w:p>
                    <w:p w14:paraId="5666F2C4" w14:textId="341185BA" w:rsidR="001B5B10" w:rsidRDefault="001B5B10" w:rsidP="007C2F11">
                      <w:pPr>
                        <w:pStyle w:val="Paragraphedeliste"/>
                        <w:spacing w:line="360" w:lineRule="auto"/>
                        <w:ind w:left="567"/>
                      </w:pPr>
                      <w:proofErr w:type="gramStart"/>
                      <w:r>
                        <w:t>personnel</w:t>
                      </w:r>
                      <w:proofErr w:type="gramEnd"/>
                      <w:r>
                        <w:t>. Le Nommer « points_alignes_Python.py ».</w:t>
                      </w:r>
                    </w:p>
                    <w:p w14:paraId="467C2DE8" w14:textId="130D6421" w:rsidR="001B5B10" w:rsidRDefault="001B5B10" w:rsidP="007C2F11">
                      <w:pPr>
                        <w:pStyle w:val="Paragraphedeliste"/>
                        <w:spacing w:line="276" w:lineRule="auto"/>
                        <w:ind w:left="567"/>
                      </w:pPr>
                      <w:r>
                        <w:t>d) Tester le programme avec 3 points alignés et 3 points non alignés.</w:t>
                      </w:r>
                    </w:p>
                    <w:p w14:paraId="03C7121F" w14:textId="070ED15C" w:rsidR="00C8512B" w:rsidRDefault="00C8512B" w:rsidP="007C2F11">
                      <w:pPr>
                        <w:pStyle w:val="Paragraphedeliste"/>
                        <w:spacing w:line="276" w:lineRule="auto"/>
                        <w:ind w:left="567"/>
                      </w:pPr>
                    </w:p>
                    <w:p w14:paraId="5E825C56" w14:textId="77777777" w:rsidR="00C8512B" w:rsidRDefault="00C8512B" w:rsidP="007C2F11">
                      <w:pPr>
                        <w:pStyle w:val="Paragraphedeliste"/>
                        <w:spacing w:line="276" w:lineRule="auto"/>
                        <w:ind w:left="567"/>
                      </w:pPr>
                    </w:p>
                    <w:p w14:paraId="24F9FBEB" w14:textId="1DB2602C" w:rsidR="001B5B10" w:rsidRDefault="001B5B10" w:rsidP="007C2F11">
                      <w:pPr>
                        <w:pStyle w:val="Paragraphedeliste"/>
                        <w:ind w:left="567"/>
                      </w:pPr>
                    </w:p>
                    <w:p w14:paraId="5F202A56" w14:textId="7C8B9203" w:rsidR="00C8512B" w:rsidRDefault="00C8512B" w:rsidP="007C2F11">
                      <w:pPr>
                        <w:pStyle w:val="Paragraphedeliste"/>
                        <w:ind w:left="567"/>
                      </w:pPr>
                    </w:p>
                    <w:p w14:paraId="116D653E" w14:textId="2CD1C195" w:rsidR="00C8512B" w:rsidRDefault="00C8512B" w:rsidP="007C2F11">
                      <w:pPr>
                        <w:pStyle w:val="Paragraphedeliste"/>
                        <w:ind w:left="567"/>
                      </w:pPr>
                    </w:p>
                    <w:p w14:paraId="05FC449A" w14:textId="39E088C2" w:rsidR="00C8512B" w:rsidRDefault="00C8512B" w:rsidP="007C2F11">
                      <w:pPr>
                        <w:pStyle w:val="Paragraphedeliste"/>
                        <w:ind w:left="567"/>
                      </w:pPr>
                    </w:p>
                    <w:p w14:paraId="75EB58E2" w14:textId="294AAF1C" w:rsidR="00C8512B" w:rsidRDefault="00C8512B" w:rsidP="007C2F11">
                      <w:pPr>
                        <w:pStyle w:val="Paragraphedeliste"/>
                        <w:ind w:left="567"/>
                      </w:pPr>
                    </w:p>
                    <w:p w14:paraId="312CA0E3" w14:textId="1824E488" w:rsidR="00C8512B" w:rsidRDefault="00C8512B" w:rsidP="007C2F11">
                      <w:pPr>
                        <w:pStyle w:val="Paragraphedeliste"/>
                        <w:ind w:left="567"/>
                      </w:pPr>
                    </w:p>
                    <w:p w14:paraId="5A5FF47F" w14:textId="4C22222F" w:rsidR="00C8512B" w:rsidRDefault="00C8512B" w:rsidP="007C2F11">
                      <w:pPr>
                        <w:pStyle w:val="Paragraphedeliste"/>
                        <w:ind w:left="567"/>
                      </w:pPr>
                    </w:p>
                    <w:p w14:paraId="54864DE6" w14:textId="77777777" w:rsidR="00C8512B" w:rsidRDefault="00C8512B" w:rsidP="007C2F11">
                      <w:pPr>
                        <w:pStyle w:val="Paragraphedeliste"/>
                        <w:ind w:left="567"/>
                      </w:pPr>
                    </w:p>
                    <w:p w14:paraId="3BCE4EA6" w14:textId="77777777" w:rsidR="007C2F11" w:rsidRPr="0032529D" w:rsidRDefault="007C2F11" w:rsidP="0032529D">
                      <w:pPr>
                        <w:pStyle w:val="Paragraphedeliste"/>
                        <w:spacing w:after="0"/>
                        <w:ind w:left="567"/>
                        <w:rPr>
                          <w:sz w:val="16"/>
                          <w:szCs w:val="16"/>
                        </w:rPr>
                      </w:pPr>
                    </w:p>
                    <w:p w14:paraId="254229A9" w14:textId="77777777" w:rsidR="001B5B10" w:rsidRDefault="001B5B10" w:rsidP="007C2F11">
                      <w:pPr>
                        <w:pStyle w:val="Paragraphedeliste"/>
                        <w:numPr>
                          <w:ilvl w:val="0"/>
                          <w:numId w:val="4"/>
                        </w:numPr>
                        <w:ind w:left="567"/>
                      </w:pPr>
                      <w:r>
                        <w:t>a) Ouvrir le lien pour créer un projet Scratch :</w:t>
                      </w:r>
                    </w:p>
                    <w:p w14:paraId="7644F037" w14:textId="77777777" w:rsidR="001B5B10" w:rsidRDefault="001437BA" w:rsidP="0032529D">
                      <w:pPr>
                        <w:pStyle w:val="Paragraphedeliste"/>
                        <w:spacing w:line="360" w:lineRule="auto"/>
                        <w:ind w:left="567"/>
                      </w:pPr>
                      <w:hyperlink r:id="rId10" w:history="1">
                        <w:r w:rsidR="001B5B10" w:rsidRPr="00435307">
                          <w:rPr>
                            <w:rStyle w:val="Lienhypertexte"/>
                          </w:rPr>
                          <w:t>https://scratch.mit.edu/projects/editor/?tutorial=getStarted</w:t>
                        </w:r>
                      </w:hyperlink>
                    </w:p>
                    <w:p w14:paraId="666A5F9F" w14:textId="2F3B3F55" w:rsidR="001B5B10" w:rsidRDefault="001B5B10" w:rsidP="007C2F11">
                      <w:pPr>
                        <w:pStyle w:val="Paragraphedeliste"/>
                        <w:ind w:left="567"/>
                      </w:pPr>
                      <w:r>
                        <w:t xml:space="preserve">b) Ecrire un programme qui détermine si 3 points </w:t>
                      </w:r>
                      <w:r w:rsidR="00EE4690">
                        <w:t xml:space="preserve">à coordonnées entières </w:t>
                      </w:r>
                      <w:r>
                        <w:t>sont alignés.</w:t>
                      </w:r>
                    </w:p>
                    <w:p w14:paraId="19E33AB8" w14:textId="77777777" w:rsidR="001B5B10" w:rsidRDefault="001B5B10" w:rsidP="007C2F11">
                      <w:pPr>
                        <w:pStyle w:val="Paragraphedeliste"/>
                        <w:ind w:left="567"/>
                      </w:pPr>
                      <w:r w:rsidRPr="00FB286E">
                        <w:rPr>
                          <w:noProof/>
                        </w:rPr>
                        <w:drawing>
                          <wp:inline distT="0" distB="0" distL="0" distR="0" wp14:anchorId="49657F67" wp14:editId="7A8D6958">
                            <wp:extent cx="3923933" cy="1267137"/>
                            <wp:effectExtent l="0" t="0" r="0" b="635"/>
                            <wp:docPr id="193" name="Imag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923933" cy="1267137"/>
                                    </a:xfrm>
                                    <a:prstGeom prst="rect">
                                      <a:avLst/>
                                    </a:prstGeom>
                                  </pic:spPr>
                                </pic:pic>
                              </a:graphicData>
                            </a:graphic>
                          </wp:inline>
                        </w:drawing>
                      </w:r>
                    </w:p>
                    <w:p w14:paraId="501F3F07" w14:textId="77777777" w:rsidR="001B5B10" w:rsidRDefault="001B5B10" w:rsidP="0032529D">
                      <w:pPr>
                        <w:pStyle w:val="Paragraphedeliste"/>
                        <w:spacing w:before="240" w:line="360" w:lineRule="auto"/>
                        <w:ind w:left="567"/>
                      </w:pPr>
                      <w:r>
                        <w:t>c) Enregistrer le fichier dans votre espace personnel. Le Nommer « points_alignes.sb3 ».</w:t>
                      </w:r>
                    </w:p>
                    <w:p w14:paraId="2A733C37" w14:textId="69DFFF90" w:rsidR="001B5B10" w:rsidRDefault="001B5B10" w:rsidP="007C2F11">
                      <w:pPr>
                        <w:pStyle w:val="Paragraphedeliste"/>
                        <w:spacing w:before="240" w:line="360" w:lineRule="auto"/>
                        <w:ind w:left="567"/>
                      </w:pPr>
                      <w:r>
                        <w:t>d) Tester le programme avec 3 points alignés et 3 points non alignés.</w:t>
                      </w:r>
                    </w:p>
                    <w:p w14:paraId="44EA2A15" w14:textId="1061DFF1" w:rsidR="00D55155" w:rsidRDefault="001B5B10" w:rsidP="007C2F11">
                      <w:pPr>
                        <w:pStyle w:val="Paragraphedeliste"/>
                        <w:numPr>
                          <w:ilvl w:val="0"/>
                          <w:numId w:val="4"/>
                        </w:numPr>
                        <w:ind w:left="567"/>
                      </w:pPr>
                      <w:r>
                        <w:t>Préciser la taille de ces 2 fichiers.  Lequel est le plus lourd ?</w:t>
                      </w:r>
                    </w:p>
                  </w:txbxContent>
                </v:textbox>
                <w10:wrap type="square" anchory="page"/>
              </v:shape>
            </w:pict>
          </mc:Fallback>
        </mc:AlternateContent>
      </w:r>
      <w:r w:rsidRPr="00436CBB">
        <w:rPr>
          <w:noProof/>
        </w:rPr>
        <w:drawing>
          <wp:anchor distT="0" distB="0" distL="114300" distR="114300" simplePos="0" relativeHeight="251660288" behindDoc="0" locked="0" layoutInCell="1" allowOverlap="1" wp14:anchorId="319853B9" wp14:editId="637D209A">
            <wp:simplePos x="0" y="0"/>
            <wp:positionH relativeFrom="column">
              <wp:posOffset>3219450</wp:posOffset>
            </wp:positionH>
            <wp:positionV relativeFrom="paragraph">
              <wp:posOffset>579120</wp:posOffset>
            </wp:positionV>
            <wp:extent cx="1865630" cy="1438637"/>
            <wp:effectExtent l="76200" t="76200" r="134620" b="14287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866330" cy="1439177"/>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r w:rsidR="0032529D">
        <w:rPr>
          <w:noProof/>
        </w:rPr>
        <mc:AlternateContent>
          <mc:Choice Requires="wps">
            <w:drawing>
              <wp:anchor distT="0" distB="0" distL="114300" distR="114300" simplePos="0" relativeHeight="251661312" behindDoc="0" locked="0" layoutInCell="1" allowOverlap="1" wp14:anchorId="119A256D" wp14:editId="3F5CE890">
                <wp:simplePos x="0" y="0"/>
                <wp:positionH relativeFrom="column">
                  <wp:posOffset>290351</wp:posOffset>
                </wp:positionH>
                <wp:positionV relativeFrom="paragraph">
                  <wp:posOffset>2692342</wp:posOffset>
                </wp:positionV>
                <wp:extent cx="4799965" cy="1715985"/>
                <wp:effectExtent l="0" t="0" r="19685" b="17780"/>
                <wp:wrapNone/>
                <wp:docPr id="15" name="Zone de texte 15"/>
                <wp:cNvGraphicFramePr/>
                <a:graphic xmlns:a="http://schemas.openxmlformats.org/drawingml/2006/main">
                  <a:graphicData uri="http://schemas.microsoft.com/office/word/2010/wordprocessingShape">
                    <wps:wsp>
                      <wps:cNvSpPr txBox="1"/>
                      <wps:spPr>
                        <a:xfrm>
                          <a:off x="0" y="0"/>
                          <a:ext cx="4799965" cy="1715985"/>
                        </a:xfrm>
                        <a:prstGeom prst="rect">
                          <a:avLst/>
                        </a:prstGeom>
                        <a:solidFill>
                          <a:schemeClr val="accent2">
                            <a:lumMod val="40000"/>
                            <a:lumOff val="60000"/>
                          </a:schemeClr>
                        </a:solidFill>
                        <a:ln/>
                      </wps:spPr>
                      <wps:style>
                        <a:lnRef idx="2">
                          <a:schemeClr val="accent2"/>
                        </a:lnRef>
                        <a:fillRef idx="1">
                          <a:schemeClr val="lt1"/>
                        </a:fillRef>
                        <a:effectRef idx="0">
                          <a:schemeClr val="accent2"/>
                        </a:effectRef>
                        <a:fontRef idx="minor">
                          <a:schemeClr val="dk1"/>
                        </a:fontRef>
                      </wps:style>
                      <wps:txbx>
                        <w:txbxContent>
                          <w:p w14:paraId="2ED095BE" w14:textId="28436A48" w:rsidR="00C8512B" w:rsidRDefault="00C8512B" w:rsidP="00C8512B">
                            <w:pPr>
                              <w:pStyle w:val="Paragraphedeliste"/>
                              <w:spacing w:line="276" w:lineRule="auto"/>
                              <w:ind w:left="0"/>
                              <w:rPr>
                                <w:noProof/>
                                <w:sz w:val="16"/>
                                <w:szCs w:val="16"/>
                              </w:rPr>
                            </w:pPr>
                            <w:r w:rsidRPr="00C8512B">
                              <w:rPr>
                                <w:b/>
                                <w:bCs/>
                                <w:sz w:val="18"/>
                                <w:szCs w:val="18"/>
                              </w:rPr>
                              <w:t>Pour aller plus loin :</w:t>
                            </w:r>
                            <w:r w:rsidRPr="00C8512B">
                              <w:rPr>
                                <w:sz w:val="18"/>
                                <w:szCs w:val="18"/>
                              </w:rPr>
                              <w:t xml:space="preserve"> Un ordinateur est très fort pour calculer avec des nombres entiers. Par exemple, aucun problème pour afficher 2**10000. Même si ce nombre comporte 3011 chiffres… En revanche, un ordinateur a quelques soucis avec les nombres décimaux : les </w:t>
                            </w:r>
                            <w:r w:rsidRPr="00C8512B">
                              <w:rPr>
                                <w:b/>
                                <w:bCs/>
                                <w:sz w:val="18"/>
                                <w:szCs w:val="18"/>
                              </w:rPr>
                              <w:t>flottants</w:t>
                            </w:r>
                            <w:r w:rsidRPr="00C8512B">
                              <w:rPr>
                                <w:sz w:val="18"/>
                                <w:szCs w:val="18"/>
                              </w:rPr>
                              <w:t>.</w:t>
                            </w:r>
                            <w:r>
                              <w:rPr>
                                <w:sz w:val="18"/>
                                <w:szCs w:val="18"/>
                              </w:rPr>
                              <w:t xml:space="preserve"> D’où l’utilisation des </w:t>
                            </w:r>
                            <w:r w:rsidRPr="00C8512B">
                              <w:rPr>
                                <w:b/>
                                <w:bCs/>
                                <w:sz w:val="18"/>
                                <w:szCs w:val="18"/>
                              </w:rPr>
                              <w:t>nombres entiers</w:t>
                            </w:r>
                            <w:r>
                              <w:rPr>
                                <w:sz w:val="18"/>
                                <w:szCs w:val="18"/>
                              </w:rPr>
                              <w:t xml:space="preserve"> dans ce TP. </w:t>
                            </w:r>
                            <w:r w:rsidRPr="00C8512B">
                              <w:rPr>
                                <w:sz w:val="18"/>
                                <w:szCs w:val="18"/>
                              </w:rPr>
                              <w:t xml:space="preserve"> La représentation n’est exacte que lorsque le nombre réel est décomposable en une somme de puissances de 2. Sinon, la représentation est approchée Le résultat de la somme de nombres réels dont la représentation est approchée, est lui-même une valeur approchée. En conséquence, avec Python par exemple, un test d’égalité naïf échoue :</w:t>
                            </w:r>
                            <w:r w:rsidRPr="00C8512B">
                              <w:rPr>
                                <w:noProof/>
                                <w:sz w:val="16"/>
                                <w:szCs w:val="16"/>
                              </w:rPr>
                              <w:t xml:space="preserve"> </w:t>
                            </w:r>
                          </w:p>
                          <w:p w14:paraId="7A70EA88" w14:textId="6BDA3FDB" w:rsidR="00C8512B" w:rsidRPr="00C8512B" w:rsidRDefault="00C8512B" w:rsidP="00C8512B">
                            <w:pPr>
                              <w:pStyle w:val="Paragraphedeliste"/>
                              <w:spacing w:after="0" w:line="276" w:lineRule="auto"/>
                              <w:ind w:left="0"/>
                              <w:jc w:val="center"/>
                              <w:rPr>
                                <w:sz w:val="18"/>
                                <w:szCs w:val="18"/>
                              </w:rPr>
                            </w:pPr>
                            <w:r w:rsidRPr="00C8512B">
                              <w:rPr>
                                <w:noProof/>
                                <w:sz w:val="16"/>
                                <w:szCs w:val="16"/>
                              </w:rPr>
                              <w:drawing>
                                <wp:inline distT="0" distB="0" distL="0" distR="0" wp14:anchorId="7357E8FB" wp14:editId="349E25DF">
                                  <wp:extent cx="1701800" cy="296887"/>
                                  <wp:effectExtent l="0" t="0" r="0" b="8255"/>
                                  <wp:docPr id="192" name="Imag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708181" cy="298000"/>
                                          </a:xfrm>
                                          <a:prstGeom prst="rect">
                                            <a:avLst/>
                                          </a:prstGeom>
                                        </pic:spPr>
                                      </pic:pic>
                                    </a:graphicData>
                                  </a:graphic>
                                </wp:inline>
                              </w:drawing>
                            </w:r>
                          </w:p>
                          <w:p w14:paraId="758488BA" w14:textId="73A5D689" w:rsidR="00C8512B" w:rsidRDefault="00C8512B">
                            <w:r>
                              <w:rPr>
                                <w:sz w:val="18"/>
                                <w:szCs w:val="18"/>
                              </w:rPr>
                              <w:t>Testez, vous verrez par vous-même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9A256D" id="Zone de texte 15" o:spid="_x0000_s1027" type="#_x0000_t202" style="position:absolute;left:0;text-align:left;margin-left:22.85pt;margin-top:212pt;width:377.95pt;height:135.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" fillcolor="#f7caac [1301]" strokecolor="#ed7d31 [3205]" strokeweight="1pt">
                <v:textbox>
                  <w:txbxContent>
                    <w:p w14:paraId="2ED095BE" w14:textId="28436A48" w:rsidR="00C8512B" w:rsidRDefault="00C8512B" w:rsidP="00C8512B">
                      <w:pPr>
                        <w:pStyle w:val="Paragraphedeliste"/>
                        <w:spacing w:line="276" w:lineRule="auto"/>
                        <w:ind w:left="0"/>
                        <w:rPr>
                          <w:noProof/>
                          <w:sz w:val="16"/>
                          <w:szCs w:val="16"/>
                        </w:rPr>
                      </w:pPr>
                      <w:r w:rsidRPr="00C8512B">
                        <w:rPr>
                          <w:b/>
                          <w:bCs/>
                          <w:sz w:val="18"/>
                          <w:szCs w:val="18"/>
                        </w:rPr>
                        <w:t>Pour aller plus loin :</w:t>
                      </w:r>
                      <w:r w:rsidRPr="00C8512B">
                        <w:rPr>
                          <w:sz w:val="18"/>
                          <w:szCs w:val="18"/>
                        </w:rPr>
                        <w:t xml:space="preserve"> Un ordinateur est très fort pour calculer avec des nombres entiers. Par exemple, aucun problème pour afficher 2**10000. Même si ce nombre comporte 3011 chiffres… En revanche, un ordinateur a quelques soucis avec les nombres décimaux : les </w:t>
                      </w:r>
                      <w:r w:rsidRPr="00C8512B">
                        <w:rPr>
                          <w:b/>
                          <w:bCs/>
                          <w:sz w:val="18"/>
                          <w:szCs w:val="18"/>
                        </w:rPr>
                        <w:t>flottants</w:t>
                      </w:r>
                      <w:r w:rsidRPr="00C8512B">
                        <w:rPr>
                          <w:sz w:val="18"/>
                          <w:szCs w:val="18"/>
                        </w:rPr>
                        <w:t>.</w:t>
                      </w:r>
                      <w:r>
                        <w:rPr>
                          <w:sz w:val="18"/>
                          <w:szCs w:val="18"/>
                        </w:rPr>
                        <w:t xml:space="preserve"> D’où l’utilisation des </w:t>
                      </w:r>
                      <w:r w:rsidRPr="00C8512B">
                        <w:rPr>
                          <w:b/>
                          <w:bCs/>
                          <w:sz w:val="18"/>
                          <w:szCs w:val="18"/>
                        </w:rPr>
                        <w:t>nombres entiers</w:t>
                      </w:r>
                      <w:r>
                        <w:rPr>
                          <w:sz w:val="18"/>
                          <w:szCs w:val="18"/>
                        </w:rPr>
                        <w:t xml:space="preserve"> dans ce TP. </w:t>
                      </w:r>
                      <w:r w:rsidRPr="00C8512B">
                        <w:rPr>
                          <w:sz w:val="18"/>
                          <w:szCs w:val="18"/>
                        </w:rPr>
                        <w:t xml:space="preserve"> La représentation n’est exacte que lorsque le nombre réel est décomposable en une somme de puissances de 2. Sinon, la représentation est approchée Le résultat de la somme de nombres réels dont la représentation est approchée, est lui-même une valeur approchée. En conséquence, avec Python par exemple, un test d’égalité naïf échoue :</w:t>
                      </w:r>
                      <w:r w:rsidRPr="00C8512B">
                        <w:rPr>
                          <w:noProof/>
                          <w:sz w:val="16"/>
                          <w:szCs w:val="16"/>
                        </w:rPr>
                        <w:t xml:space="preserve"> </w:t>
                      </w:r>
                    </w:p>
                    <w:p w14:paraId="7A70EA88" w14:textId="6BDA3FDB" w:rsidR="00C8512B" w:rsidRPr="00C8512B" w:rsidRDefault="00C8512B" w:rsidP="00C8512B">
                      <w:pPr>
                        <w:pStyle w:val="Paragraphedeliste"/>
                        <w:spacing w:after="0" w:line="276" w:lineRule="auto"/>
                        <w:ind w:left="0"/>
                        <w:jc w:val="center"/>
                        <w:rPr>
                          <w:sz w:val="18"/>
                          <w:szCs w:val="18"/>
                        </w:rPr>
                      </w:pPr>
                      <w:r w:rsidRPr="00C8512B">
                        <w:rPr>
                          <w:noProof/>
                          <w:sz w:val="16"/>
                          <w:szCs w:val="16"/>
                        </w:rPr>
                        <w:drawing>
                          <wp:inline distT="0" distB="0" distL="0" distR="0" wp14:anchorId="7357E8FB" wp14:editId="349E25DF">
                            <wp:extent cx="1701800" cy="296887"/>
                            <wp:effectExtent l="0" t="0" r="0" b="8255"/>
                            <wp:docPr id="192" name="Imag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708181" cy="298000"/>
                                    </a:xfrm>
                                    <a:prstGeom prst="rect">
                                      <a:avLst/>
                                    </a:prstGeom>
                                  </pic:spPr>
                                </pic:pic>
                              </a:graphicData>
                            </a:graphic>
                          </wp:inline>
                        </w:drawing>
                      </w:r>
                    </w:p>
                    <w:p w14:paraId="758488BA" w14:textId="73A5D689" w:rsidR="00C8512B" w:rsidRDefault="00C8512B">
                      <w:r>
                        <w:rPr>
                          <w:sz w:val="18"/>
                          <w:szCs w:val="18"/>
                        </w:rPr>
                        <w:t>Testez, vous verrez par vous-même !</w:t>
                      </w:r>
                    </w:p>
                  </w:txbxContent>
                </v:textbox>
              </v:shape>
            </w:pict>
          </mc:Fallback>
        </mc:AlternateContent>
      </w:r>
      <w:r w:rsidR="001B5B10">
        <w:t>SCENARIO</w:t>
      </w:r>
    </w:p>
    <w:p w14:paraId="5556210B" w14:textId="77777777" w:rsidR="009A5425" w:rsidRDefault="009A5425" w:rsidP="009A5425">
      <w:pPr>
        <w:pStyle w:val="Titre2"/>
      </w:pPr>
      <w:r>
        <w:t>CYCLE</w:t>
      </w:r>
    </w:p>
    <w:p w14:paraId="643E9629" w14:textId="0B491C2C" w:rsidR="009A5425" w:rsidRDefault="001437BA" w:rsidP="004B56B4">
      <w:pPr>
        <w:tabs>
          <w:tab w:val="left" w:pos="2268"/>
          <w:tab w:val="left" w:pos="3402"/>
          <w:tab w:val="left" w:pos="4536"/>
          <w:tab w:val="left" w:pos="5529"/>
        </w:tabs>
        <w:spacing w:before="120" w:after="120"/>
        <w:ind w:left="1134"/>
      </w:pPr>
      <w:sdt>
        <w:sdtPr>
          <w:id w:val="-1751569298"/>
          <w14:checkbox>
            <w14:checked w14:val="1"/>
            <w14:checkedState w14:val="2612" w14:font="MS Gothic"/>
            <w14:uncheckedState w14:val="2610" w14:font="MS Gothic"/>
          </w14:checkbox>
        </w:sdtPr>
        <w:sdtEndPr/>
        <w:sdtContent>
          <w:r w:rsidR="00CB2366">
            <w:rPr>
              <w:rFonts w:ascii="MS Gothic" w:eastAsia="MS Gothic" w:hAnsi="MS Gothic" w:hint="eastAsia"/>
            </w:rPr>
            <w:t>☒</w:t>
          </w:r>
        </w:sdtContent>
      </w:sdt>
      <w:r w:rsidR="00886E9E">
        <w:t xml:space="preserve"> Lycée</w:t>
      </w:r>
    </w:p>
    <w:p w14:paraId="501383B4" w14:textId="77777777" w:rsidR="009A5425" w:rsidRDefault="009A5425" w:rsidP="009A5425">
      <w:pPr>
        <w:pStyle w:val="Titre2"/>
      </w:pPr>
      <w:r>
        <w:t>NIVEAU(X) DE CLASSE</w:t>
      </w:r>
    </w:p>
    <w:p w14:paraId="17B05DF2" w14:textId="7E224B49" w:rsidR="00F21244" w:rsidRPr="00F21244" w:rsidRDefault="001437BA" w:rsidP="004B56B4">
      <w:pPr>
        <w:tabs>
          <w:tab w:val="left" w:pos="1985"/>
          <w:tab w:val="left" w:pos="2835"/>
          <w:tab w:val="left" w:pos="3686"/>
          <w:tab w:val="left" w:pos="4536"/>
          <w:tab w:val="left" w:pos="5387"/>
          <w:tab w:val="left" w:pos="6237"/>
        </w:tabs>
        <w:spacing w:before="120"/>
        <w:ind w:left="1134"/>
        <w:rPr>
          <w:sz w:val="2"/>
          <w:szCs w:val="2"/>
        </w:rPr>
      </w:pPr>
      <w:sdt>
        <w:sdtPr>
          <w:id w:val="1008947521"/>
          <w14:checkbox>
            <w14:checked w14:val="1"/>
            <w14:checkedState w14:val="2612" w14:font="MS Gothic"/>
            <w14:uncheckedState w14:val="2610" w14:font="MS Gothic"/>
          </w14:checkbox>
        </w:sdtPr>
        <w:sdtEndPr/>
        <w:sdtContent>
          <w:r w:rsidR="00F03213">
            <w:rPr>
              <w:rFonts w:ascii="MS Gothic" w:eastAsia="MS Gothic" w:hAnsi="MS Gothic" w:hint="eastAsia"/>
            </w:rPr>
            <w:t>☒</w:t>
          </w:r>
        </w:sdtContent>
      </w:sdt>
      <w:r w:rsidR="00886E9E">
        <w:t>2</w:t>
      </w:r>
      <w:r w:rsidR="00886E9E" w:rsidRPr="00886E9E">
        <w:rPr>
          <w:vertAlign w:val="superscript"/>
        </w:rPr>
        <w:t>e</w:t>
      </w:r>
    </w:p>
    <w:p w14:paraId="6410C050" w14:textId="77777777" w:rsidR="00DF32D1" w:rsidRDefault="00DF32D1" w:rsidP="00F21244">
      <w:pPr>
        <w:pStyle w:val="Titre3"/>
      </w:pPr>
      <w:r>
        <w:t>CRCN</w:t>
      </w:r>
    </w:p>
    <w:p w14:paraId="71AEAE20" w14:textId="77777777" w:rsidR="00987CAB" w:rsidRDefault="00987CAB" w:rsidP="00987CAB">
      <w:pPr>
        <w:pStyle w:val="Titre4"/>
      </w:pPr>
      <w:r>
        <w:t>Domaines</w:t>
      </w:r>
    </w:p>
    <w:tbl>
      <w:tblPr>
        <w:tblStyle w:val="Grilledutableau"/>
        <w:tblW w:w="3828" w:type="dxa"/>
        <w:tblBorders>
          <w:left w:val="none" w:sz="0" w:space="0" w:color="auto"/>
          <w:right w:val="none" w:sz="0" w:space="0" w:color="auto"/>
        </w:tblBorders>
        <w:tblLook w:val="04A0" w:firstRow="1" w:lastRow="0" w:firstColumn="1" w:lastColumn="0" w:noHBand="0" w:noVBand="1"/>
      </w:tblPr>
      <w:tblGrid>
        <w:gridCol w:w="3828"/>
      </w:tblGrid>
      <w:tr w:rsidR="000C6214" w14:paraId="1FEECD5A" w14:textId="77777777" w:rsidTr="0097157C">
        <w:tc>
          <w:tcPr>
            <w:tcW w:w="3828" w:type="dxa"/>
            <w:shd w:val="clear" w:color="auto" w:fill="F7CAAC" w:themeFill="accent2" w:themeFillTint="66"/>
          </w:tcPr>
          <w:p w14:paraId="555B057F" w14:textId="77777777" w:rsidR="000C6214" w:rsidRPr="004E2947" w:rsidRDefault="000C6214" w:rsidP="0097157C">
            <w:pPr>
              <w:pStyle w:val="Domaines"/>
              <w:ind w:left="36" w:firstLine="0"/>
            </w:pPr>
            <w:r w:rsidRPr="004E2947">
              <w:t>1. Informations et donn</w:t>
            </w:r>
            <w:r w:rsidR="004E2947" w:rsidRPr="004E2947">
              <w:t>é</w:t>
            </w:r>
            <w:r w:rsidRPr="004E2947">
              <w:t>es</w:t>
            </w:r>
          </w:p>
        </w:tc>
      </w:tr>
      <w:tr w:rsidR="000C6214" w14:paraId="259F24B0" w14:textId="77777777" w:rsidTr="0097157C">
        <w:tc>
          <w:tcPr>
            <w:tcW w:w="3828" w:type="dxa"/>
            <w:shd w:val="clear" w:color="auto" w:fill="F7CAAC" w:themeFill="accent2" w:themeFillTint="66"/>
          </w:tcPr>
          <w:p w14:paraId="36A651DC" w14:textId="77777777" w:rsidR="000C6214" w:rsidRPr="004E2947" w:rsidRDefault="000C6214" w:rsidP="0097157C">
            <w:pPr>
              <w:pStyle w:val="Domaines"/>
              <w:ind w:left="36" w:firstLine="0"/>
            </w:pPr>
            <w:r w:rsidRPr="004E2947">
              <w:t>3. Cr</w:t>
            </w:r>
            <w:r w:rsidR="004E2947">
              <w:t>é</w:t>
            </w:r>
            <w:r w:rsidRPr="004E2947">
              <w:t>ation de contenu</w:t>
            </w:r>
          </w:p>
        </w:tc>
      </w:tr>
    </w:tbl>
    <w:p w14:paraId="64675017" w14:textId="77777777" w:rsidR="00987CAB" w:rsidRDefault="00987CAB" w:rsidP="00987CAB">
      <w:pPr>
        <w:pStyle w:val="Titre4"/>
      </w:pPr>
      <w:r>
        <w:t>Compétences travaillées</w:t>
      </w:r>
    </w:p>
    <w:tbl>
      <w:tblPr>
        <w:tblStyle w:val="Grilledutableau"/>
        <w:tblW w:w="3686" w:type="dxa"/>
        <w:tblBorders>
          <w:top w:val="single" w:sz="8" w:space="0" w:color="600000"/>
          <w:left w:val="none" w:sz="0" w:space="0" w:color="auto"/>
          <w:bottom w:val="single" w:sz="8" w:space="0" w:color="600000"/>
          <w:right w:val="none" w:sz="0" w:space="0" w:color="auto"/>
          <w:insideH w:val="single" w:sz="8" w:space="0" w:color="600000"/>
          <w:insideV w:val="none" w:sz="0" w:space="0" w:color="auto"/>
        </w:tblBorders>
        <w:tblLayout w:type="fixed"/>
        <w:tblLook w:val="04A0" w:firstRow="1" w:lastRow="0" w:firstColumn="1" w:lastColumn="0" w:noHBand="0" w:noVBand="1"/>
      </w:tblPr>
      <w:tblGrid>
        <w:gridCol w:w="426"/>
        <w:gridCol w:w="3260"/>
      </w:tblGrid>
      <w:tr w:rsidR="00FF3280" w14:paraId="659FA41F" w14:textId="77777777" w:rsidTr="00D55155">
        <w:tc>
          <w:tcPr>
            <w:tcW w:w="426" w:type="dxa"/>
            <w:shd w:val="clear" w:color="auto" w:fill="FBE4D5" w:themeFill="accent2" w:themeFillTint="33"/>
          </w:tcPr>
          <w:p w14:paraId="0AFACC74" w14:textId="77777777" w:rsidR="00FF3280" w:rsidRDefault="00FF3280" w:rsidP="0097157C">
            <w:pPr>
              <w:pStyle w:val="Comptences"/>
              <w:keepLines/>
              <w:ind w:left="-107" w:right="-34"/>
              <w:rPr>
                <w:sz w:val="18"/>
                <w:szCs w:val="18"/>
              </w:rPr>
            </w:pPr>
            <w:r>
              <w:rPr>
                <w:noProof/>
                <w:sz w:val="18"/>
                <w:szCs w:val="18"/>
              </w:rPr>
              <w:drawing>
                <wp:inline distT="0" distB="0" distL="0" distR="0" wp14:anchorId="691E8EC7" wp14:editId="5458602D">
                  <wp:extent cx="179705" cy="179705"/>
                  <wp:effectExtent l="0" t="0" r="0" b="0"/>
                  <wp:docPr id="4" name="Graphique 4" descr="Hiérarchi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phique 4" descr="Hiérarchie avec un remplissage uni"/>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179705" cy="179705"/>
                          </a:xfrm>
                          <a:prstGeom prst="rect">
                            <a:avLst/>
                          </a:prstGeom>
                        </pic:spPr>
                      </pic:pic>
                    </a:graphicData>
                  </a:graphic>
                </wp:inline>
              </w:drawing>
            </w:r>
          </w:p>
        </w:tc>
        <w:tc>
          <w:tcPr>
            <w:tcW w:w="3260" w:type="dxa"/>
            <w:shd w:val="clear" w:color="auto" w:fill="FBE4D5" w:themeFill="accent2" w:themeFillTint="33"/>
          </w:tcPr>
          <w:p w14:paraId="528223AE" w14:textId="77777777" w:rsidR="00FF3280" w:rsidRPr="000C6214" w:rsidRDefault="00FF3280" w:rsidP="00E13F4A">
            <w:pPr>
              <w:pStyle w:val="Comptences"/>
              <w:ind w:left="-109" w:right="317"/>
            </w:pPr>
            <w:r w:rsidRPr="000C6214">
              <w:t>1.2 Gérer des données</w:t>
            </w:r>
          </w:p>
        </w:tc>
      </w:tr>
      <w:tr w:rsidR="00FF3280" w14:paraId="6078E80E" w14:textId="77777777" w:rsidTr="00D55155">
        <w:tc>
          <w:tcPr>
            <w:tcW w:w="426" w:type="dxa"/>
            <w:shd w:val="clear" w:color="auto" w:fill="FBE4D5" w:themeFill="accent2" w:themeFillTint="33"/>
          </w:tcPr>
          <w:p w14:paraId="38683844" w14:textId="77777777" w:rsidR="00FF3280" w:rsidRDefault="00FF3280" w:rsidP="0097157C">
            <w:pPr>
              <w:pStyle w:val="Comptences"/>
              <w:keepLines/>
              <w:ind w:left="-107" w:right="-34"/>
              <w:rPr>
                <w:sz w:val="18"/>
                <w:szCs w:val="18"/>
              </w:rPr>
            </w:pPr>
            <w:r>
              <w:rPr>
                <w:noProof/>
                <w:sz w:val="18"/>
                <w:szCs w:val="18"/>
              </w:rPr>
              <w:drawing>
                <wp:inline distT="0" distB="0" distL="0" distR="0" wp14:anchorId="5D6E902A" wp14:editId="759D71B9">
                  <wp:extent cx="179705" cy="179705"/>
                  <wp:effectExtent l="0" t="0" r="0" b="0"/>
                  <wp:docPr id="5" name="Graphique 5" descr="Graphique à barres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phique 5" descr="Graphique à barres avec un remplissage uni"/>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179705" cy="179705"/>
                          </a:xfrm>
                          <a:prstGeom prst="rect">
                            <a:avLst/>
                          </a:prstGeom>
                        </pic:spPr>
                      </pic:pic>
                    </a:graphicData>
                  </a:graphic>
                </wp:inline>
              </w:drawing>
            </w:r>
          </w:p>
        </w:tc>
        <w:tc>
          <w:tcPr>
            <w:tcW w:w="3260" w:type="dxa"/>
            <w:shd w:val="clear" w:color="auto" w:fill="FBE4D5" w:themeFill="accent2" w:themeFillTint="33"/>
          </w:tcPr>
          <w:p w14:paraId="11435DFA" w14:textId="77777777" w:rsidR="00FF3280" w:rsidRPr="000C6214" w:rsidRDefault="00FF3280" w:rsidP="00E13F4A">
            <w:pPr>
              <w:pStyle w:val="Comptences"/>
              <w:ind w:left="-109" w:right="317"/>
            </w:pPr>
            <w:r w:rsidRPr="000C6214">
              <w:t>1.3 Traiter des données</w:t>
            </w:r>
          </w:p>
        </w:tc>
      </w:tr>
      <w:tr w:rsidR="00FF3280" w14:paraId="7C752376" w14:textId="77777777" w:rsidTr="00D55155">
        <w:tc>
          <w:tcPr>
            <w:tcW w:w="426" w:type="dxa"/>
            <w:shd w:val="clear" w:color="auto" w:fill="FBE4D5" w:themeFill="accent2" w:themeFillTint="33"/>
          </w:tcPr>
          <w:p w14:paraId="7557DAC8" w14:textId="77777777" w:rsidR="00FF3280" w:rsidRDefault="00FF3280" w:rsidP="0097157C">
            <w:pPr>
              <w:pStyle w:val="Comptences"/>
              <w:keepLines/>
              <w:ind w:left="-107" w:right="-34"/>
              <w:rPr>
                <w:sz w:val="18"/>
                <w:szCs w:val="18"/>
              </w:rPr>
            </w:pPr>
            <w:r>
              <w:rPr>
                <w:noProof/>
                <w:sz w:val="18"/>
                <w:szCs w:val="18"/>
              </w:rPr>
              <w:drawing>
                <wp:inline distT="0" distB="0" distL="0" distR="0" wp14:anchorId="2EE8084C" wp14:editId="16931BC9">
                  <wp:extent cx="179705" cy="179705"/>
                  <wp:effectExtent l="0" t="0" r="0" b="0"/>
                  <wp:docPr id="13" name="Graphique 13" descr="Conception web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phique 13" descr="Conception web avec un remplissage uni"/>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179705" cy="179705"/>
                          </a:xfrm>
                          <a:prstGeom prst="rect">
                            <a:avLst/>
                          </a:prstGeom>
                        </pic:spPr>
                      </pic:pic>
                    </a:graphicData>
                  </a:graphic>
                </wp:inline>
              </w:drawing>
            </w:r>
          </w:p>
        </w:tc>
        <w:tc>
          <w:tcPr>
            <w:tcW w:w="3260" w:type="dxa"/>
            <w:shd w:val="clear" w:color="auto" w:fill="FBE4D5" w:themeFill="accent2" w:themeFillTint="33"/>
          </w:tcPr>
          <w:p w14:paraId="46711D12" w14:textId="77777777" w:rsidR="00FF3280" w:rsidRPr="000C6214" w:rsidRDefault="000C6214" w:rsidP="00E13F4A">
            <w:pPr>
              <w:pStyle w:val="Comptences"/>
              <w:ind w:left="-109" w:right="317"/>
            </w:pPr>
            <w:r w:rsidRPr="000C6214">
              <w:t>3.4 Programmer</w:t>
            </w:r>
          </w:p>
        </w:tc>
      </w:tr>
    </w:tbl>
    <w:p w14:paraId="2B069820" w14:textId="581CAC82" w:rsidR="00987CAB" w:rsidRPr="00987CAB" w:rsidRDefault="00987CAB" w:rsidP="00987CAB">
      <w:pPr>
        <w:pStyle w:val="Titre4"/>
      </w:pPr>
      <w:r>
        <w:t>Niveau de maîtrise</w:t>
      </w:r>
    </w:p>
    <w:tbl>
      <w:tblPr>
        <w:tblStyle w:val="Grilledutableau"/>
        <w:tblW w:w="3686" w:type="dxa"/>
        <w:tblBorders>
          <w:top w:val="single" w:sz="8" w:space="0" w:color="600000"/>
          <w:left w:val="none" w:sz="0" w:space="0" w:color="auto"/>
          <w:bottom w:val="single" w:sz="8" w:space="0" w:color="600000"/>
          <w:right w:val="none" w:sz="0" w:space="0" w:color="auto"/>
          <w:insideH w:val="single" w:sz="8" w:space="0" w:color="600000"/>
          <w:insideV w:val="none" w:sz="0" w:space="0" w:color="auto"/>
        </w:tblBorders>
        <w:tblLayout w:type="fixed"/>
        <w:tblLook w:val="04A0" w:firstRow="1" w:lastRow="0" w:firstColumn="1" w:lastColumn="0" w:noHBand="0" w:noVBand="1"/>
      </w:tblPr>
      <w:tblGrid>
        <w:gridCol w:w="567"/>
        <w:gridCol w:w="3119"/>
      </w:tblGrid>
      <w:tr w:rsidR="00D55155" w:rsidRPr="000C6214" w14:paraId="28CE8CD9" w14:textId="77777777" w:rsidTr="0025706F">
        <w:tc>
          <w:tcPr>
            <w:tcW w:w="567" w:type="dxa"/>
            <w:shd w:val="clear" w:color="auto" w:fill="FBE4D5" w:themeFill="accent2" w:themeFillTint="33"/>
          </w:tcPr>
          <w:p w14:paraId="05C38B64" w14:textId="77777777" w:rsidR="00D55155" w:rsidRDefault="00D55155" w:rsidP="0025706F">
            <w:pPr>
              <w:pStyle w:val="Comptences"/>
              <w:keepLines/>
              <w:ind w:right="-34" w:hanging="107"/>
              <w:rPr>
                <w:sz w:val="18"/>
                <w:szCs w:val="18"/>
              </w:rPr>
            </w:pPr>
            <w:r>
              <w:tab/>
            </w:r>
            <w:r w:rsidRPr="000C6214">
              <w:t>1.</w:t>
            </w:r>
            <w:r>
              <w:t>2</w:t>
            </w:r>
          </w:p>
        </w:tc>
        <w:tc>
          <w:tcPr>
            <w:tcW w:w="3119" w:type="dxa"/>
            <w:shd w:val="clear" w:color="auto" w:fill="FBE4D5" w:themeFill="accent2" w:themeFillTint="33"/>
          </w:tcPr>
          <w:p w14:paraId="39C72B22" w14:textId="61A307E2" w:rsidR="00D55155" w:rsidRPr="000C6214" w:rsidRDefault="001437BA" w:rsidP="0025706F">
            <w:pPr>
              <w:pStyle w:val="Comptences"/>
              <w:ind w:left="-109" w:right="317"/>
            </w:pPr>
            <w:sdt>
              <w:sdtPr>
                <w:rPr>
                  <w:i w:val="0"/>
                  <w:iCs/>
                </w:rPr>
                <w:id w:val="585585065"/>
                <w14:checkbox>
                  <w14:checked w14:val="1"/>
                  <w14:checkedState w14:val="2612" w14:font="MS Gothic"/>
                  <w14:uncheckedState w14:val="2610" w14:font="MS Gothic"/>
                </w14:checkbox>
              </w:sdtPr>
              <w:sdtEndPr/>
              <w:sdtContent>
                <w:r w:rsidR="00D55155">
                  <w:rPr>
                    <w:rFonts w:ascii="MS Gothic" w:eastAsia="MS Gothic" w:hAnsi="MS Gothic" w:hint="eastAsia"/>
                    <w:i w:val="0"/>
                    <w:iCs/>
                  </w:rPr>
                  <w:t>☒</w:t>
                </w:r>
              </w:sdtContent>
            </w:sdt>
            <w:r w:rsidR="00D55155">
              <w:t>2</w:t>
            </w:r>
            <w:r w:rsidR="00D55155">
              <w:tab/>
            </w:r>
          </w:p>
        </w:tc>
      </w:tr>
      <w:tr w:rsidR="00D55155" w14:paraId="3BBD2DCC" w14:textId="77777777" w:rsidTr="0025706F">
        <w:tc>
          <w:tcPr>
            <w:tcW w:w="567" w:type="dxa"/>
            <w:shd w:val="clear" w:color="auto" w:fill="FBE4D5" w:themeFill="accent2" w:themeFillTint="33"/>
          </w:tcPr>
          <w:p w14:paraId="16FE1DFA" w14:textId="77777777" w:rsidR="00D55155" w:rsidRDefault="00D55155" w:rsidP="0025706F">
            <w:pPr>
              <w:pStyle w:val="Comptences"/>
              <w:keepLines/>
              <w:ind w:right="-34" w:hanging="107"/>
              <w:jc w:val="center"/>
            </w:pPr>
            <w:r w:rsidRPr="000C6214">
              <w:t>1.3</w:t>
            </w:r>
          </w:p>
        </w:tc>
        <w:tc>
          <w:tcPr>
            <w:tcW w:w="3119" w:type="dxa"/>
            <w:shd w:val="clear" w:color="auto" w:fill="FBE4D5" w:themeFill="accent2" w:themeFillTint="33"/>
          </w:tcPr>
          <w:p w14:paraId="2DD0BBB1" w14:textId="77777777" w:rsidR="00D55155" w:rsidRDefault="001437BA" w:rsidP="0025706F">
            <w:pPr>
              <w:pStyle w:val="Comptences"/>
              <w:ind w:left="-109" w:right="317"/>
              <w:rPr>
                <w:i w:val="0"/>
                <w:iCs/>
              </w:rPr>
            </w:pPr>
            <w:sdt>
              <w:sdtPr>
                <w:rPr>
                  <w:i w:val="0"/>
                  <w:iCs/>
                </w:rPr>
                <w:id w:val="-1107734586"/>
                <w14:checkbox>
                  <w14:checked w14:val="1"/>
                  <w14:checkedState w14:val="2612" w14:font="MS Gothic"/>
                  <w14:uncheckedState w14:val="2610" w14:font="MS Gothic"/>
                </w14:checkbox>
              </w:sdtPr>
              <w:sdtEndPr/>
              <w:sdtContent>
                <w:r w:rsidR="00D55155">
                  <w:rPr>
                    <w:rFonts w:ascii="MS Gothic" w:eastAsia="MS Gothic" w:hAnsi="MS Gothic" w:hint="eastAsia"/>
                    <w:i w:val="0"/>
                    <w:iCs/>
                  </w:rPr>
                  <w:t>☒</w:t>
                </w:r>
              </w:sdtContent>
            </w:sdt>
            <w:r w:rsidR="00D55155">
              <w:t>2</w:t>
            </w:r>
          </w:p>
        </w:tc>
      </w:tr>
      <w:tr w:rsidR="00D55155" w:rsidRPr="000C6214" w14:paraId="4BA7155E" w14:textId="77777777" w:rsidTr="00CB23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shd w:val="clear" w:color="auto" w:fill="FBE4D5" w:themeFill="accent2" w:themeFillTint="33"/>
          </w:tcPr>
          <w:p w14:paraId="3104E9B3" w14:textId="51C25265" w:rsidR="00D55155" w:rsidRDefault="00D55155" w:rsidP="0025706F">
            <w:pPr>
              <w:pStyle w:val="Comptences"/>
              <w:keepLines/>
              <w:ind w:right="-34" w:hanging="107"/>
              <w:rPr>
                <w:sz w:val="18"/>
                <w:szCs w:val="18"/>
              </w:rPr>
            </w:pPr>
            <w:r>
              <w:tab/>
              <w:t>3.4</w:t>
            </w:r>
          </w:p>
        </w:tc>
        <w:tc>
          <w:tcPr>
            <w:tcW w:w="3119" w:type="dxa"/>
            <w:shd w:val="clear" w:color="auto" w:fill="FBE4D5" w:themeFill="accent2" w:themeFillTint="33"/>
          </w:tcPr>
          <w:p w14:paraId="248634DF" w14:textId="70CD6CB7" w:rsidR="00D55155" w:rsidRPr="000C6214" w:rsidRDefault="001437BA" w:rsidP="0025706F">
            <w:pPr>
              <w:pStyle w:val="Comptences"/>
              <w:ind w:left="-109" w:right="317"/>
            </w:pPr>
            <w:sdt>
              <w:sdtPr>
                <w:rPr>
                  <w:i w:val="0"/>
                  <w:iCs/>
                </w:rPr>
                <w:id w:val="-1931192195"/>
                <w14:checkbox>
                  <w14:checked w14:val="1"/>
                  <w14:checkedState w14:val="2612" w14:font="MS Gothic"/>
                  <w14:uncheckedState w14:val="2610" w14:font="MS Gothic"/>
                </w14:checkbox>
              </w:sdtPr>
              <w:sdtEndPr/>
              <w:sdtContent>
                <w:r w:rsidR="00D55155">
                  <w:rPr>
                    <w:rFonts w:ascii="MS Gothic" w:eastAsia="MS Gothic" w:hAnsi="MS Gothic" w:hint="eastAsia"/>
                    <w:i w:val="0"/>
                    <w:iCs/>
                  </w:rPr>
                  <w:t>☒</w:t>
                </w:r>
              </w:sdtContent>
            </w:sdt>
            <w:r w:rsidR="00D55155">
              <w:t>2</w:t>
            </w:r>
            <w:r w:rsidR="00D55155">
              <w:tab/>
            </w:r>
          </w:p>
        </w:tc>
      </w:tr>
    </w:tbl>
    <w:p w14:paraId="54B5EE36" w14:textId="24F7B364" w:rsidR="00AF6905" w:rsidRPr="00214206" w:rsidRDefault="00AF6905" w:rsidP="001B5B10">
      <w:pPr>
        <w:tabs>
          <w:tab w:val="left" w:pos="426"/>
          <w:tab w:val="left" w:pos="851"/>
          <w:tab w:val="left" w:pos="1985"/>
          <w:tab w:val="left" w:pos="2552"/>
        </w:tabs>
        <w:ind w:right="140" w:firstLine="426"/>
        <w:rPr>
          <w:i/>
          <w:iCs/>
        </w:rPr>
      </w:pPr>
    </w:p>
    <w:p w14:paraId="68EDA957" w14:textId="77777777" w:rsidR="00F03213" w:rsidRPr="00F03213" w:rsidRDefault="00F03213" w:rsidP="00F03213"/>
    <w:p w14:paraId="1FE317C7" w14:textId="18464600" w:rsidR="00F03213" w:rsidRDefault="00F03213" w:rsidP="00F03213">
      <w:pPr>
        <w:pStyle w:val="Titre3"/>
      </w:pPr>
      <w:r>
        <w:t>Thèmes</w:t>
      </w:r>
      <w:r w:rsidR="00AF4465">
        <w:t xml:space="preserve"> et </w:t>
      </w:r>
      <w:r w:rsidR="00061711">
        <w:t>attendus</w:t>
      </w:r>
      <w:r>
        <w:t xml:space="preserve"> Mathématiques</w:t>
      </w:r>
    </w:p>
    <w:p w14:paraId="6613F8E5" w14:textId="72F5E73F" w:rsidR="00F03213" w:rsidRDefault="00C36003" w:rsidP="00AF4465">
      <w:pPr>
        <w:pStyle w:val="Titre4"/>
        <w:ind w:firstLine="0"/>
      </w:pPr>
      <w:r>
        <w:t>Géométrie</w:t>
      </w:r>
    </w:p>
    <w:tbl>
      <w:tblPr>
        <w:tblStyle w:val="Grilledutableau"/>
        <w:tblW w:w="3686" w:type="dxa"/>
        <w:tblBorders>
          <w:top w:val="single" w:sz="8" w:space="0" w:color="600000"/>
          <w:left w:val="none" w:sz="0" w:space="0" w:color="auto"/>
          <w:bottom w:val="single" w:sz="8" w:space="0" w:color="600000"/>
          <w:right w:val="none" w:sz="0" w:space="0" w:color="auto"/>
          <w:insideH w:val="single" w:sz="8" w:space="0" w:color="600000"/>
          <w:insideV w:val="none" w:sz="0" w:space="0" w:color="auto"/>
        </w:tblBorders>
        <w:tblLayout w:type="fixed"/>
        <w:tblLook w:val="04A0" w:firstRow="1" w:lastRow="0" w:firstColumn="1" w:lastColumn="0" w:noHBand="0" w:noVBand="1"/>
      </w:tblPr>
      <w:tblGrid>
        <w:gridCol w:w="426"/>
        <w:gridCol w:w="3260"/>
      </w:tblGrid>
      <w:tr w:rsidR="00DD3D47" w:rsidRPr="000C6214" w14:paraId="2C10A4B4" w14:textId="77777777" w:rsidTr="007E5D6C">
        <w:tc>
          <w:tcPr>
            <w:tcW w:w="426" w:type="dxa"/>
            <w:shd w:val="clear" w:color="auto" w:fill="FBE4D5" w:themeFill="accent2" w:themeFillTint="33"/>
          </w:tcPr>
          <w:p w14:paraId="163C3AB9" w14:textId="1A21174A" w:rsidR="00DD3D47" w:rsidRDefault="00DD3D47" w:rsidP="00DD3D47">
            <w:pPr>
              <w:pStyle w:val="Comptences"/>
              <w:keepLines/>
              <w:ind w:left="-107" w:right="-34"/>
              <w:jc w:val="center"/>
              <w:rPr>
                <w:sz w:val="18"/>
                <w:szCs w:val="18"/>
              </w:rPr>
            </w:pPr>
            <w:r>
              <w:rPr>
                <w:noProof/>
                <w:sz w:val="18"/>
                <w:szCs w:val="18"/>
              </w:rPr>
              <w:drawing>
                <wp:inline distT="0" distB="0" distL="0" distR="0" wp14:anchorId="02871F4B" wp14:editId="07AF8CFB">
                  <wp:extent cx="133350" cy="13335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33350" cy="133350"/>
                          </a:xfrm>
                          <a:prstGeom prst="rect">
                            <a:avLst/>
                          </a:prstGeom>
                        </pic:spPr>
                      </pic:pic>
                    </a:graphicData>
                  </a:graphic>
                </wp:inline>
              </w:drawing>
            </w:r>
          </w:p>
        </w:tc>
        <w:tc>
          <w:tcPr>
            <w:tcW w:w="3260" w:type="dxa"/>
            <w:shd w:val="clear" w:color="auto" w:fill="FBE4D5" w:themeFill="accent2" w:themeFillTint="33"/>
          </w:tcPr>
          <w:p w14:paraId="1FA585F4" w14:textId="2C950257" w:rsidR="00DD3D47" w:rsidRPr="00E5379F" w:rsidRDefault="00DD3D47" w:rsidP="007E5D6C">
            <w:pPr>
              <w:pStyle w:val="Comptences"/>
              <w:ind w:left="-109" w:right="317"/>
              <w:rPr>
                <w:szCs w:val="20"/>
              </w:rPr>
            </w:pPr>
            <w:r w:rsidRPr="00E5379F">
              <w:rPr>
                <w:rFonts w:cstheme="minorHAnsi"/>
                <w:szCs w:val="20"/>
              </w:rPr>
              <w:t>Établir que trois points sont alignés ou non</w:t>
            </w:r>
            <w:r w:rsidR="00C36003">
              <w:rPr>
                <w:rFonts w:cstheme="minorHAnsi"/>
                <w:szCs w:val="20"/>
              </w:rPr>
              <w:t>.</w:t>
            </w:r>
          </w:p>
        </w:tc>
      </w:tr>
    </w:tbl>
    <w:p w14:paraId="10849833" w14:textId="46960E99" w:rsidR="00AF4465" w:rsidRDefault="00AF4465" w:rsidP="00AF4465">
      <w:pPr>
        <w:pStyle w:val="Titre4"/>
        <w:ind w:firstLine="0"/>
      </w:pPr>
      <w:bookmarkStart w:id="0" w:name="_Hlk71579516"/>
      <w:r>
        <w:t>Algo et programmation</w:t>
      </w:r>
    </w:p>
    <w:tbl>
      <w:tblPr>
        <w:tblStyle w:val="Grilledutableau"/>
        <w:tblW w:w="3686" w:type="dxa"/>
        <w:tblBorders>
          <w:top w:val="single" w:sz="8" w:space="0" w:color="600000"/>
          <w:left w:val="none" w:sz="0" w:space="0" w:color="auto"/>
          <w:bottom w:val="single" w:sz="8" w:space="0" w:color="600000"/>
          <w:right w:val="none" w:sz="0" w:space="0" w:color="auto"/>
          <w:insideH w:val="single" w:sz="8" w:space="0" w:color="600000"/>
          <w:insideV w:val="none" w:sz="0" w:space="0" w:color="auto"/>
        </w:tblBorders>
        <w:tblLayout w:type="fixed"/>
        <w:tblLook w:val="04A0" w:firstRow="1" w:lastRow="0" w:firstColumn="1" w:lastColumn="0" w:noHBand="0" w:noVBand="1"/>
      </w:tblPr>
      <w:tblGrid>
        <w:gridCol w:w="426"/>
        <w:gridCol w:w="3260"/>
      </w:tblGrid>
      <w:tr w:rsidR="00DD3D47" w:rsidRPr="000C6214" w14:paraId="5C62EED5" w14:textId="77777777" w:rsidTr="007E5D6C">
        <w:tc>
          <w:tcPr>
            <w:tcW w:w="426" w:type="dxa"/>
            <w:shd w:val="clear" w:color="auto" w:fill="FBE4D5" w:themeFill="accent2" w:themeFillTint="33"/>
          </w:tcPr>
          <w:bookmarkEnd w:id="0"/>
          <w:p w14:paraId="1A41FB40" w14:textId="73373CD6" w:rsidR="00DD3D47" w:rsidRDefault="008B0E5D" w:rsidP="007E5D6C">
            <w:pPr>
              <w:pStyle w:val="Comptences"/>
              <w:keepLines/>
              <w:ind w:left="-107" w:right="-34"/>
              <w:jc w:val="center"/>
              <w:rPr>
                <w:sz w:val="18"/>
                <w:szCs w:val="18"/>
              </w:rPr>
            </w:pPr>
            <w:r>
              <w:rPr>
                <w:noProof/>
                <w:sz w:val="18"/>
                <w:szCs w:val="18"/>
              </w:rPr>
              <w:drawing>
                <wp:inline distT="0" distB="0" distL="0" distR="0" wp14:anchorId="2925E344" wp14:editId="38FF3AE0">
                  <wp:extent cx="133350" cy="133350"/>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 2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33350" cy="133350"/>
                          </a:xfrm>
                          <a:prstGeom prst="rect">
                            <a:avLst/>
                          </a:prstGeom>
                        </pic:spPr>
                      </pic:pic>
                    </a:graphicData>
                  </a:graphic>
                </wp:inline>
              </w:drawing>
            </w:r>
          </w:p>
        </w:tc>
        <w:tc>
          <w:tcPr>
            <w:tcW w:w="3260" w:type="dxa"/>
            <w:shd w:val="clear" w:color="auto" w:fill="FBE4D5" w:themeFill="accent2" w:themeFillTint="33"/>
          </w:tcPr>
          <w:p w14:paraId="70508749" w14:textId="65BCB0CC" w:rsidR="00DD3D47" w:rsidRPr="00C36003" w:rsidRDefault="00C36003" w:rsidP="00D64BFA">
            <w:pPr>
              <w:rPr>
                <w:rFonts w:cstheme="minorHAnsi"/>
                <w:i/>
                <w:iCs/>
                <w:sz w:val="20"/>
                <w:szCs w:val="20"/>
              </w:rPr>
            </w:pPr>
            <w:r w:rsidRPr="00C36003">
              <w:rPr>
                <w:rFonts w:cstheme="minorHAnsi"/>
                <w:i/>
                <w:iCs/>
                <w:sz w:val="20"/>
                <w:szCs w:val="20"/>
              </w:rPr>
              <w:t>Choisir ou déterminer le type d’une variable (entier, flottant ou chaîne de caractères).</w:t>
            </w:r>
          </w:p>
        </w:tc>
      </w:tr>
      <w:tr w:rsidR="00C36003" w:rsidRPr="000C6214" w14:paraId="5918B4EC" w14:textId="77777777" w:rsidTr="007E5D6C">
        <w:tc>
          <w:tcPr>
            <w:tcW w:w="426" w:type="dxa"/>
            <w:shd w:val="clear" w:color="auto" w:fill="FBE4D5" w:themeFill="accent2" w:themeFillTint="33"/>
          </w:tcPr>
          <w:p w14:paraId="4DBCB026" w14:textId="0928D12A" w:rsidR="00C36003" w:rsidRDefault="00C36003" w:rsidP="007E5D6C">
            <w:pPr>
              <w:pStyle w:val="Comptences"/>
              <w:keepLines/>
              <w:ind w:left="-107" w:right="-34"/>
              <w:jc w:val="center"/>
              <w:rPr>
                <w:noProof/>
                <w:sz w:val="18"/>
                <w:szCs w:val="18"/>
              </w:rPr>
            </w:pPr>
            <w:r>
              <w:rPr>
                <w:noProof/>
                <w:sz w:val="18"/>
                <w:szCs w:val="18"/>
              </w:rPr>
              <w:drawing>
                <wp:inline distT="0" distB="0" distL="0" distR="0" wp14:anchorId="7DECECC7" wp14:editId="05449B29">
                  <wp:extent cx="133350" cy="13335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 2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33350" cy="133350"/>
                          </a:xfrm>
                          <a:prstGeom prst="rect">
                            <a:avLst/>
                          </a:prstGeom>
                        </pic:spPr>
                      </pic:pic>
                    </a:graphicData>
                  </a:graphic>
                </wp:inline>
              </w:drawing>
            </w:r>
          </w:p>
        </w:tc>
        <w:tc>
          <w:tcPr>
            <w:tcW w:w="3260" w:type="dxa"/>
            <w:shd w:val="clear" w:color="auto" w:fill="FBE4D5" w:themeFill="accent2" w:themeFillTint="33"/>
          </w:tcPr>
          <w:p w14:paraId="5ABE7EF0" w14:textId="7BB65FA9" w:rsidR="00C36003" w:rsidRPr="00C36003" w:rsidRDefault="00C36003" w:rsidP="00D64BFA">
            <w:pPr>
              <w:rPr>
                <w:rFonts w:cstheme="minorHAnsi"/>
                <w:sz w:val="20"/>
                <w:szCs w:val="20"/>
              </w:rPr>
            </w:pPr>
            <w:r w:rsidRPr="00C36003">
              <w:rPr>
                <w:rFonts w:cstheme="minorHAnsi"/>
                <w:sz w:val="20"/>
                <w:szCs w:val="20"/>
              </w:rPr>
              <w:t>Ecrire une formule permettant un calcul combinant des variables.</w:t>
            </w:r>
          </w:p>
        </w:tc>
      </w:tr>
      <w:tr w:rsidR="00C36003" w:rsidRPr="000C6214" w14:paraId="662DADAB" w14:textId="77777777" w:rsidTr="007E5D6C">
        <w:tc>
          <w:tcPr>
            <w:tcW w:w="426" w:type="dxa"/>
            <w:shd w:val="clear" w:color="auto" w:fill="FBE4D5" w:themeFill="accent2" w:themeFillTint="33"/>
          </w:tcPr>
          <w:p w14:paraId="5D40061A" w14:textId="2C6BA598" w:rsidR="00C36003" w:rsidRDefault="00C36003" w:rsidP="007E5D6C">
            <w:pPr>
              <w:pStyle w:val="Comptences"/>
              <w:keepLines/>
              <w:ind w:left="-107" w:right="-34"/>
              <w:jc w:val="center"/>
              <w:rPr>
                <w:noProof/>
                <w:sz w:val="18"/>
                <w:szCs w:val="18"/>
              </w:rPr>
            </w:pPr>
            <w:r>
              <w:rPr>
                <w:noProof/>
                <w:sz w:val="18"/>
                <w:szCs w:val="18"/>
              </w:rPr>
              <w:drawing>
                <wp:inline distT="0" distB="0" distL="0" distR="0" wp14:anchorId="38BC846C" wp14:editId="3330F2A9">
                  <wp:extent cx="133350" cy="13335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 2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33350" cy="133350"/>
                          </a:xfrm>
                          <a:prstGeom prst="rect">
                            <a:avLst/>
                          </a:prstGeom>
                        </pic:spPr>
                      </pic:pic>
                    </a:graphicData>
                  </a:graphic>
                </wp:inline>
              </w:drawing>
            </w:r>
          </w:p>
        </w:tc>
        <w:tc>
          <w:tcPr>
            <w:tcW w:w="3260" w:type="dxa"/>
            <w:shd w:val="clear" w:color="auto" w:fill="FBE4D5" w:themeFill="accent2" w:themeFillTint="33"/>
          </w:tcPr>
          <w:p w14:paraId="7C3707A8" w14:textId="17451BB3" w:rsidR="00C36003" w:rsidRPr="00FA0174" w:rsidRDefault="00FA0174" w:rsidP="00D64BFA">
            <w:pPr>
              <w:rPr>
                <w:rFonts w:cstheme="minorHAnsi"/>
                <w:i/>
                <w:iCs/>
                <w:sz w:val="20"/>
                <w:szCs w:val="20"/>
              </w:rPr>
            </w:pPr>
            <w:r w:rsidRPr="00FA0174">
              <w:rPr>
                <w:rFonts w:cstheme="minorHAnsi"/>
                <w:i/>
                <w:iCs/>
                <w:sz w:val="20"/>
                <w:szCs w:val="20"/>
              </w:rPr>
              <w:t>Programmer une instruction conditionnelle.</w:t>
            </w:r>
          </w:p>
        </w:tc>
      </w:tr>
      <w:tr w:rsidR="00D64BFA" w:rsidRPr="000C6214" w14:paraId="79CC5C10" w14:textId="77777777" w:rsidTr="007E5D6C">
        <w:tc>
          <w:tcPr>
            <w:tcW w:w="426" w:type="dxa"/>
            <w:shd w:val="clear" w:color="auto" w:fill="FBE4D5" w:themeFill="accent2" w:themeFillTint="33"/>
          </w:tcPr>
          <w:p w14:paraId="15714F8F" w14:textId="03CCEFAD" w:rsidR="00D64BFA" w:rsidRDefault="00D64BFA" w:rsidP="00D64BFA">
            <w:pPr>
              <w:pStyle w:val="Comptences"/>
              <w:keepLines/>
              <w:ind w:left="-107" w:right="-34"/>
              <w:jc w:val="center"/>
              <w:rPr>
                <w:noProof/>
                <w:sz w:val="18"/>
                <w:szCs w:val="18"/>
              </w:rPr>
            </w:pPr>
            <w:r>
              <w:rPr>
                <w:noProof/>
                <w:sz w:val="18"/>
                <w:szCs w:val="18"/>
              </w:rPr>
              <w:drawing>
                <wp:inline distT="0" distB="0" distL="0" distR="0" wp14:anchorId="68137904" wp14:editId="4E167EFF">
                  <wp:extent cx="133350" cy="13335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 2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33350" cy="133350"/>
                          </a:xfrm>
                          <a:prstGeom prst="rect">
                            <a:avLst/>
                          </a:prstGeom>
                        </pic:spPr>
                      </pic:pic>
                    </a:graphicData>
                  </a:graphic>
                </wp:inline>
              </w:drawing>
            </w:r>
          </w:p>
        </w:tc>
        <w:tc>
          <w:tcPr>
            <w:tcW w:w="3260" w:type="dxa"/>
            <w:shd w:val="clear" w:color="auto" w:fill="FBE4D5" w:themeFill="accent2" w:themeFillTint="33"/>
          </w:tcPr>
          <w:p w14:paraId="3705EFC6" w14:textId="4A430C05" w:rsidR="00D64BFA" w:rsidRPr="00D64BFA" w:rsidRDefault="00D64BFA" w:rsidP="00D64BFA">
            <w:pPr>
              <w:rPr>
                <w:rFonts w:cstheme="minorHAnsi"/>
                <w:i/>
                <w:sz w:val="20"/>
                <w:szCs w:val="20"/>
              </w:rPr>
            </w:pPr>
            <w:r w:rsidRPr="00D64BFA">
              <w:rPr>
                <w:rFonts w:cstheme="minorHAnsi"/>
                <w:i/>
                <w:sz w:val="20"/>
                <w:szCs w:val="20"/>
              </w:rPr>
              <w:t>Écrire une formule permettant un calcul combinant des variables</w:t>
            </w:r>
            <w:r w:rsidR="00C36003">
              <w:rPr>
                <w:rFonts w:cstheme="minorHAnsi"/>
                <w:i/>
                <w:sz w:val="20"/>
                <w:szCs w:val="20"/>
              </w:rPr>
              <w:t>.</w:t>
            </w:r>
          </w:p>
        </w:tc>
      </w:tr>
      <w:tr w:rsidR="00214206" w:rsidRPr="000C6214" w14:paraId="049124E3" w14:textId="77777777" w:rsidTr="007E5D6C">
        <w:tc>
          <w:tcPr>
            <w:tcW w:w="426" w:type="dxa"/>
            <w:shd w:val="clear" w:color="auto" w:fill="FBE4D5" w:themeFill="accent2" w:themeFillTint="33"/>
          </w:tcPr>
          <w:p w14:paraId="1314F662" w14:textId="4317046D" w:rsidR="00214206" w:rsidRDefault="00214206" w:rsidP="00D64BFA">
            <w:pPr>
              <w:pStyle w:val="Comptences"/>
              <w:keepLines/>
              <w:ind w:left="-107" w:right="-34"/>
              <w:jc w:val="center"/>
              <w:rPr>
                <w:noProof/>
                <w:sz w:val="18"/>
                <w:szCs w:val="18"/>
              </w:rPr>
            </w:pPr>
            <w:r>
              <w:rPr>
                <w:noProof/>
                <w:sz w:val="18"/>
                <w:szCs w:val="18"/>
              </w:rPr>
              <w:drawing>
                <wp:inline distT="0" distB="0" distL="0" distR="0" wp14:anchorId="651197BF" wp14:editId="6EF76588">
                  <wp:extent cx="133350" cy="13335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 2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33350" cy="133350"/>
                          </a:xfrm>
                          <a:prstGeom prst="rect">
                            <a:avLst/>
                          </a:prstGeom>
                        </pic:spPr>
                      </pic:pic>
                    </a:graphicData>
                  </a:graphic>
                </wp:inline>
              </w:drawing>
            </w:r>
          </w:p>
        </w:tc>
        <w:tc>
          <w:tcPr>
            <w:tcW w:w="3260" w:type="dxa"/>
            <w:shd w:val="clear" w:color="auto" w:fill="FBE4D5" w:themeFill="accent2" w:themeFillTint="33"/>
          </w:tcPr>
          <w:p w14:paraId="263CC653" w14:textId="18434A2D" w:rsidR="00214206" w:rsidRPr="00214206" w:rsidRDefault="00214206" w:rsidP="00D64BFA">
            <w:pPr>
              <w:rPr>
                <w:rFonts w:cstheme="minorHAnsi"/>
                <w:i/>
                <w:sz w:val="20"/>
                <w:szCs w:val="20"/>
              </w:rPr>
            </w:pPr>
            <w:r w:rsidRPr="00214206">
              <w:rPr>
                <w:rFonts w:cstheme="minorHAnsi"/>
                <w:sz w:val="20"/>
                <w:szCs w:val="20"/>
              </w:rPr>
              <w:t>Programmer des fonctions simples, ayant un petit nombre d’arguments.</w:t>
            </w:r>
          </w:p>
        </w:tc>
      </w:tr>
    </w:tbl>
    <w:p w14:paraId="0D02047F" w14:textId="77777777" w:rsidR="00C578E1" w:rsidRPr="00C578E1" w:rsidRDefault="00C578E1" w:rsidP="00C578E1"/>
    <w:sectPr w:rsidR="00C578E1" w:rsidRPr="00C578E1" w:rsidSect="00D7271C">
      <w:headerReference w:type="default" r:id="rId21"/>
      <w:footerReference w:type="default" r:id="rId22"/>
      <w:type w:val="continuous"/>
      <w:pgSz w:w="11906" w:h="16838"/>
      <w:pgMar w:top="1491" w:right="0" w:bottom="284" w:left="0" w:header="0" w:footer="709" w:gutter="0"/>
      <w:cols w:num="2" w:sep="1" w:space="57" w:equalWidth="0">
        <w:col w:w="8222" w:space="57"/>
        <w:col w:w="3627"/>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0FD0F" w14:textId="77777777" w:rsidR="001437BA" w:rsidRDefault="001437BA" w:rsidP="003F20BE">
      <w:pPr>
        <w:spacing w:after="0" w:line="240" w:lineRule="auto"/>
      </w:pPr>
      <w:r>
        <w:separator/>
      </w:r>
    </w:p>
  </w:endnote>
  <w:endnote w:type="continuationSeparator" w:id="0">
    <w:p w14:paraId="6479B31B" w14:textId="77777777" w:rsidR="001437BA" w:rsidRDefault="001437BA" w:rsidP="003F20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F37F6" w14:textId="77777777" w:rsidR="001B5B10" w:rsidRDefault="001B5B10">
    <w:pPr>
      <w:pStyle w:val="Pieddepage"/>
    </w:pPr>
    <w:r>
      <w:rPr>
        <w:noProof/>
      </w:rPr>
      <mc:AlternateContent>
        <mc:Choice Requires="wps">
          <w:drawing>
            <wp:anchor distT="0" distB="0" distL="114300" distR="114300" simplePos="0" relativeHeight="251661312" behindDoc="0" locked="0" layoutInCell="1" allowOverlap="1" wp14:anchorId="21EC847E" wp14:editId="09A3A1D4">
              <wp:simplePos x="0" y="0"/>
              <wp:positionH relativeFrom="margin">
                <wp:align>right</wp:align>
              </wp:positionH>
              <wp:positionV relativeFrom="paragraph">
                <wp:posOffset>395586</wp:posOffset>
              </wp:positionV>
              <wp:extent cx="7556500" cy="63500"/>
              <wp:effectExtent l="0" t="0" r="6350" b="0"/>
              <wp:wrapNone/>
              <wp:docPr id="18" name="Rectangle 18"/>
              <wp:cNvGraphicFramePr/>
              <a:graphic xmlns:a="http://schemas.openxmlformats.org/drawingml/2006/main">
                <a:graphicData uri="http://schemas.microsoft.com/office/word/2010/wordprocessingShape">
                  <wps:wsp>
                    <wps:cNvSpPr/>
                    <wps:spPr>
                      <a:xfrm>
                        <a:off x="0" y="0"/>
                        <a:ext cx="7556500" cy="63500"/>
                      </a:xfrm>
                      <a:prstGeom prst="rect">
                        <a:avLst/>
                      </a:prstGeom>
                      <a:solidFill>
                        <a:srgbClr val="00206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2AA97C" id="Rectangle 18" o:spid="_x0000_s1026" style="position:absolute;margin-left:543.8pt;margin-top:31.15pt;width:595pt;height: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" fillcolor="#002060" stroked="f" strokeweight="1pt">
              <w10:wrap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F8D87E" w14:textId="77777777" w:rsidR="001437BA" w:rsidRDefault="001437BA" w:rsidP="003F20BE">
      <w:pPr>
        <w:spacing w:after="0" w:line="240" w:lineRule="auto"/>
      </w:pPr>
      <w:r>
        <w:separator/>
      </w:r>
    </w:p>
  </w:footnote>
  <w:footnote w:type="continuationSeparator" w:id="0">
    <w:p w14:paraId="7B5EB838" w14:textId="77777777" w:rsidR="001437BA" w:rsidRDefault="001437BA" w:rsidP="003F20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9AB38" w14:textId="77777777" w:rsidR="001B5B10" w:rsidRPr="00E40EA9" w:rsidRDefault="001B5B10" w:rsidP="00D7271C">
    <w:pPr>
      <w:pStyle w:val="En-tte"/>
      <w:tabs>
        <w:tab w:val="clear" w:pos="4536"/>
        <w:tab w:val="clear" w:pos="9072"/>
        <w:tab w:val="center" w:pos="7655"/>
      </w:tabs>
      <w:spacing w:before="80"/>
      <w:rPr>
        <w:rFonts w:ascii="Arial" w:hAnsi="Arial" w:cs="Arial"/>
        <w:color w:val="FFFFFF" w:themeColor="background1"/>
        <w:sz w:val="84"/>
        <w:szCs w:val="84"/>
      </w:rPr>
    </w:pPr>
    <w:r>
      <w:rPr>
        <w:noProof/>
      </w:rPr>
      <mc:AlternateContent>
        <mc:Choice Requires="wps">
          <w:drawing>
            <wp:anchor distT="0" distB="0" distL="114300" distR="114300" simplePos="0" relativeHeight="251660288" behindDoc="0" locked="0" layoutInCell="1" allowOverlap="1" wp14:anchorId="40721BB2" wp14:editId="749D4265">
              <wp:simplePos x="0" y="0"/>
              <wp:positionH relativeFrom="margin">
                <wp:align>right</wp:align>
              </wp:positionH>
              <wp:positionV relativeFrom="paragraph">
                <wp:posOffset>946205</wp:posOffset>
              </wp:positionV>
              <wp:extent cx="2320290" cy="9545955"/>
              <wp:effectExtent l="0" t="0" r="3810" b="0"/>
              <wp:wrapNone/>
              <wp:docPr id="17" name="Rectangle 17"/>
              <wp:cNvGraphicFramePr/>
              <a:graphic xmlns:a="http://schemas.openxmlformats.org/drawingml/2006/main">
                <a:graphicData uri="http://schemas.microsoft.com/office/word/2010/wordprocessingShape">
                  <wps:wsp>
                    <wps:cNvSpPr/>
                    <wps:spPr>
                      <a:xfrm>
                        <a:off x="0" y="0"/>
                        <a:ext cx="2320290" cy="9545955"/>
                      </a:xfrm>
                      <a:prstGeom prst="rect">
                        <a:avLst/>
                      </a:prstGeom>
                      <a:solidFill>
                        <a:schemeClr val="accent3">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E387D8" id="Rectangle 17" o:spid="_x0000_s1026" style="position:absolute;margin-left:131.5pt;margin-top:74.5pt;width:182.7pt;height:751.6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" fillcolor="#ededed [662]" stroked="f" strokeweight="1pt">
              <w10:wrap anchorx="margin"/>
            </v:rect>
          </w:pict>
        </mc:Fallback>
      </mc:AlternateContent>
    </w:r>
    <w:r>
      <w:rPr>
        <w:noProof/>
      </w:rPr>
      <mc:AlternateContent>
        <mc:Choice Requires="wpg">
          <w:drawing>
            <wp:anchor distT="0" distB="0" distL="114300" distR="114300" simplePos="0" relativeHeight="251663360" behindDoc="0" locked="0" layoutInCell="1" allowOverlap="1" wp14:anchorId="50090883" wp14:editId="0598721E">
              <wp:simplePos x="0" y="0"/>
              <wp:positionH relativeFrom="column">
                <wp:posOffset>28244</wp:posOffset>
              </wp:positionH>
              <wp:positionV relativeFrom="paragraph">
                <wp:posOffset>24714</wp:posOffset>
              </wp:positionV>
              <wp:extent cx="2100580" cy="736600"/>
              <wp:effectExtent l="0" t="0" r="0" b="6350"/>
              <wp:wrapNone/>
              <wp:docPr id="2" name="Groupe 2"/>
              <wp:cNvGraphicFramePr/>
              <a:graphic xmlns:a="http://schemas.openxmlformats.org/drawingml/2006/main">
                <a:graphicData uri="http://schemas.microsoft.com/office/word/2010/wordprocessingGroup">
                  <wpg:wgp>
                    <wpg:cNvGrpSpPr/>
                    <wpg:grpSpPr>
                      <a:xfrm>
                        <a:off x="0" y="0"/>
                        <a:ext cx="2100580" cy="736600"/>
                        <a:chOff x="0" y="0"/>
                        <a:chExt cx="2100580" cy="736600"/>
                      </a:xfrm>
                    </wpg:grpSpPr>
                    <pic:pic xmlns:pic="http://schemas.openxmlformats.org/drawingml/2006/picture">
                      <pic:nvPicPr>
                        <pic:cNvPr id="16" name="Image 16" descr="Evaluation des compétences numériques avec Pix | Économie &amp; Gestion"/>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0580" cy="736600"/>
                        </a:xfrm>
                        <a:prstGeom prst="rect">
                          <a:avLst/>
                        </a:prstGeom>
                        <a:noFill/>
                        <a:ln>
                          <a:noFill/>
                        </a:ln>
                      </pic:spPr>
                    </pic:pic>
                    <pic:pic xmlns:pic="http://schemas.openxmlformats.org/drawingml/2006/picture">
                      <pic:nvPicPr>
                        <pic:cNvPr id="3" name="Image 1" descr="Logo de l'organisatio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1158844" y="5934"/>
                          <a:ext cx="839420" cy="687378"/>
                        </a:xfrm>
                        <a:prstGeom prst="rect">
                          <a:avLst/>
                        </a:prstGeom>
                        <a:noFill/>
                        <a:ln>
                          <a:noFill/>
                        </a:ln>
                      </pic:spPr>
                    </pic:pic>
                  </wpg:wgp>
                </a:graphicData>
              </a:graphic>
              <wp14:sizeRelV relativeFrom="margin">
                <wp14:pctHeight>0</wp14:pctHeight>
              </wp14:sizeRelV>
            </wp:anchor>
          </w:drawing>
        </mc:Choice>
        <mc:Fallback>
          <w:pict>
            <v:group w14:anchorId="5CA06BC2" id="Groupe 2" o:spid="_x0000_s1026" style="position:absolute;margin-left:2.2pt;margin-top:1.95pt;width:165.4pt;height:58pt;z-index:251663360;mso-height-relative:margin" coordsize="21005,736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6" o:spid="_x0000_s1027" type="#_x0000_t75" alt="Evaluation des compétences numériques avec Pix | Économie &amp; Gestion" style="position:absolute;width:21005;height:73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">
                <v:imagedata r:id="rId3" o:title="Evaluation des compétences numériques avec Pix | Économie &amp; Gestion"/>
              </v:shape>
              <v:shape id="Image 1" o:spid="_x0000_s1028" type="#_x0000_t75" alt="Logo de l'organisation" style="position:absolute;left:11588;top:59;width:8394;height:68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">
                <v:imagedata r:id="rId4" o:title="Logo de l'organisation"/>
              </v:shape>
            </v:group>
          </w:pict>
        </mc:Fallback>
      </mc:AlternateContent>
    </w:r>
    <w:r>
      <w:rPr>
        <w:noProof/>
      </w:rPr>
      <mc:AlternateContent>
        <mc:Choice Requires="wps">
          <w:drawing>
            <wp:anchor distT="0" distB="0" distL="114300" distR="114300" simplePos="0" relativeHeight="251658240" behindDoc="1" locked="0" layoutInCell="1" allowOverlap="1" wp14:anchorId="445EAB49" wp14:editId="7EDDE6CF">
              <wp:simplePos x="0" y="0"/>
              <wp:positionH relativeFrom="margin">
                <wp:align>left</wp:align>
              </wp:positionH>
              <wp:positionV relativeFrom="paragraph">
                <wp:posOffset>0</wp:posOffset>
              </wp:positionV>
              <wp:extent cx="7583166" cy="805625"/>
              <wp:effectExtent l="0" t="0" r="0" b="0"/>
              <wp:wrapNone/>
              <wp:docPr id="9" name="Rectangle 9"/>
              <wp:cNvGraphicFramePr/>
              <a:graphic xmlns:a="http://schemas.openxmlformats.org/drawingml/2006/main">
                <a:graphicData uri="http://schemas.microsoft.com/office/word/2010/wordprocessingShape">
                  <wps:wsp>
                    <wps:cNvSpPr/>
                    <wps:spPr>
                      <a:xfrm>
                        <a:off x="0" y="0"/>
                        <a:ext cx="7583166" cy="805625"/>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E67905" id="Rectangle 9" o:spid="_x0000_s1026" style="position:absolute;margin-left:0;margin-top:0;width:597.1pt;height:63.4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" fillcolor="#e7e6e6 [3214]" stroked="f" strokeweight="1pt">
              <w10:wrap anchorx="margin"/>
            </v:rect>
          </w:pict>
        </mc:Fallback>
      </mc:AlternateContent>
    </w:r>
    <w:r>
      <w:rPr>
        <w:b/>
        <w:color w:val="A5A5A5" w:themeColor="accent3"/>
        <w:sz w:val="96"/>
        <w:szCs w:val="96"/>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Pr>
        <w:b/>
        <w:color w:val="A5A5A5" w:themeColor="accent3"/>
        <w:sz w:val="96"/>
        <w:szCs w:val="96"/>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b/>
    </w:r>
    <w:r w:rsidRPr="00E40EA9">
      <w:rPr>
        <w:rFonts w:ascii="Arial" w:hAnsi="Arial" w:cs="Arial"/>
        <w:b/>
        <w:color w:val="FFFFFF" w:themeColor="background1"/>
        <w:spacing w:val="10"/>
        <w:sz w:val="84"/>
        <w:szCs w:val="84"/>
        <w14:glow w14:rad="38100">
          <w14:schemeClr w14:val="tx1">
            <w14:alpha w14:val="60000"/>
            <w14:lumMod w14:val="75000"/>
            <w14:lumOff w14:val="25000"/>
          </w14:schemeClr>
        </w14:glow>
        <w14:shadow w14:blurRad="50800" w14:dist="50800" w14:dir="5400000" w14:sx="0" w14:sy="0" w14:kx="0" w14:ky="0" w14:algn="ctr">
          <w14:schemeClr w14:val="tx1">
            <w14:lumMod w14:val="85000"/>
            <w14:lumOff w14:val="15000"/>
          </w14:schemeClr>
        </w14:shadow>
        <w14:textOutline w14:w="9525" w14:cap="flat" w14:cmpd="sng" w14:algn="ctr">
          <w14:solidFill>
            <w14:schemeClr w14:val="tx1">
              <w14:alpha w14:val="1000"/>
              <w14:lumMod w14:val="65000"/>
              <w14:lumOff w14:val="35000"/>
            </w14:schemeClr>
          </w14:solidFill>
          <w14:prstDash w14:val="solid"/>
          <w14:round/>
        </w14:textOutline>
      </w:rPr>
      <w:t>MATHÉMATIQUES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60E9A"/>
    <w:multiLevelType w:val="hybridMultilevel"/>
    <w:tmpl w:val="7B76FA3C"/>
    <w:lvl w:ilvl="0" w:tplc="B028A528">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 w15:restartNumberingAfterBreak="0">
    <w:nsid w:val="4E542ACC"/>
    <w:multiLevelType w:val="multilevel"/>
    <w:tmpl w:val="21D8DBC2"/>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 w15:restartNumberingAfterBreak="0">
    <w:nsid w:val="59414BDD"/>
    <w:multiLevelType w:val="hybridMultilevel"/>
    <w:tmpl w:val="EF7E715E"/>
    <w:lvl w:ilvl="0" w:tplc="FCF25706">
      <w:start w:val="4"/>
      <w:numFmt w:val="decimal"/>
      <w:lvlText w:val="%1."/>
      <w:lvlJc w:val="left"/>
      <w:pPr>
        <w:ind w:left="862" w:hanging="360"/>
      </w:pPr>
      <w:rPr>
        <w:rFonts w:hint="default"/>
      </w:rPr>
    </w:lvl>
    <w:lvl w:ilvl="1" w:tplc="040C0019" w:tentative="1">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3" w15:restartNumberingAfterBreak="0">
    <w:nsid w:val="7FCA4BD4"/>
    <w:multiLevelType w:val="hybridMultilevel"/>
    <w:tmpl w:val="7D80077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226"/>
    <w:rsid w:val="000173CC"/>
    <w:rsid w:val="000347F7"/>
    <w:rsid w:val="0005049D"/>
    <w:rsid w:val="000533EF"/>
    <w:rsid w:val="00061711"/>
    <w:rsid w:val="00062226"/>
    <w:rsid w:val="000672FB"/>
    <w:rsid w:val="000C6214"/>
    <w:rsid w:val="00117535"/>
    <w:rsid w:val="001437BA"/>
    <w:rsid w:val="001A1737"/>
    <w:rsid w:val="001B5B10"/>
    <w:rsid w:val="001C55AA"/>
    <w:rsid w:val="001C584B"/>
    <w:rsid w:val="001F36CB"/>
    <w:rsid w:val="00214206"/>
    <w:rsid w:val="002249D6"/>
    <w:rsid w:val="002533E9"/>
    <w:rsid w:val="002821C9"/>
    <w:rsid w:val="002860A1"/>
    <w:rsid w:val="002A3168"/>
    <w:rsid w:val="002D74A0"/>
    <w:rsid w:val="0032529D"/>
    <w:rsid w:val="003C59B3"/>
    <w:rsid w:val="003F20BE"/>
    <w:rsid w:val="003F7483"/>
    <w:rsid w:val="004046D3"/>
    <w:rsid w:val="00443E27"/>
    <w:rsid w:val="004B56B4"/>
    <w:rsid w:val="004E2947"/>
    <w:rsid w:val="00587B7F"/>
    <w:rsid w:val="00591C15"/>
    <w:rsid w:val="005D66D9"/>
    <w:rsid w:val="005D756C"/>
    <w:rsid w:val="0061169C"/>
    <w:rsid w:val="006777D5"/>
    <w:rsid w:val="006B0A6D"/>
    <w:rsid w:val="006D45F6"/>
    <w:rsid w:val="006E2F91"/>
    <w:rsid w:val="00753A6B"/>
    <w:rsid w:val="007876A8"/>
    <w:rsid w:val="007C2F11"/>
    <w:rsid w:val="007C6449"/>
    <w:rsid w:val="007F32D8"/>
    <w:rsid w:val="00843400"/>
    <w:rsid w:val="00886E9E"/>
    <w:rsid w:val="008B0E5D"/>
    <w:rsid w:val="00946921"/>
    <w:rsid w:val="0096397D"/>
    <w:rsid w:val="0097157C"/>
    <w:rsid w:val="00987CAB"/>
    <w:rsid w:val="009A5425"/>
    <w:rsid w:val="00AC6D64"/>
    <w:rsid w:val="00AD151E"/>
    <w:rsid w:val="00AF4465"/>
    <w:rsid w:val="00AF6905"/>
    <w:rsid w:val="00B045A1"/>
    <w:rsid w:val="00B71B77"/>
    <w:rsid w:val="00BA5E2E"/>
    <w:rsid w:val="00BC6C1E"/>
    <w:rsid w:val="00C26814"/>
    <w:rsid w:val="00C36003"/>
    <w:rsid w:val="00C578E1"/>
    <w:rsid w:val="00C61802"/>
    <w:rsid w:val="00C8512B"/>
    <w:rsid w:val="00CB2366"/>
    <w:rsid w:val="00CD2D11"/>
    <w:rsid w:val="00D55155"/>
    <w:rsid w:val="00D63F12"/>
    <w:rsid w:val="00D64BFA"/>
    <w:rsid w:val="00D7271C"/>
    <w:rsid w:val="00DD3D47"/>
    <w:rsid w:val="00DF32D1"/>
    <w:rsid w:val="00E01CB5"/>
    <w:rsid w:val="00E046A6"/>
    <w:rsid w:val="00E13F4A"/>
    <w:rsid w:val="00E40EA9"/>
    <w:rsid w:val="00E5379F"/>
    <w:rsid w:val="00E849EA"/>
    <w:rsid w:val="00EA4AC4"/>
    <w:rsid w:val="00EE4690"/>
    <w:rsid w:val="00F03213"/>
    <w:rsid w:val="00F051A1"/>
    <w:rsid w:val="00F21244"/>
    <w:rsid w:val="00F27314"/>
    <w:rsid w:val="00F9764D"/>
    <w:rsid w:val="00FA0174"/>
    <w:rsid w:val="00FF32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12BE92"/>
  <w15:chartTrackingRefBased/>
  <w15:docId w15:val="{16BAC11F-1158-4703-8651-651563A8A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3213"/>
  </w:style>
  <w:style w:type="paragraph" w:styleId="Titre1">
    <w:name w:val="heading 1"/>
    <w:next w:val="Normal"/>
    <w:link w:val="Titre1Car"/>
    <w:uiPriority w:val="9"/>
    <w:qFormat/>
    <w:rsid w:val="002860A1"/>
    <w:pPr>
      <w:keepNext/>
      <w:keepLines/>
      <w:shd w:val="clear" w:color="auto" w:fill="5B9BD5" w:themeFill="accent5"/>
      <w:spacing w:after="40"/>
      <w:ind w:firstLine="567"/>
      <w:outlineLvl w:val="0"/>
    </w:pPr>
    <w:rPr>
      <w:rFonts w:ascii="Arial" w:eastAsiaTheme="majorEastAsia" w:hAnsi="Arial" w:cstheme="majorBidi"/>
      <w:caps/>
      <w:color w:val="FFFFFF" w:themeColor="background1"/>
      <w:sz w:val="36"/>
      <w:szCs w:val="32"/>
    </w:rPr>
  </w:style>
  <w:style w:type="paragraph" w:styleId="Titre2">
    <w:name w:val="heading 2"/>
    <w:aliases w:val="Sous-titre colonne gauche"/>
    <w:next w:val="Normal"/>
    <w:link w:val="Titre2Car"/>
    <w:uiPriority w:val="9"/>
    <w:unhideWhenUsed/>
    <w:qFormat/>
    <w:rsid w:val="00C26814"/>
    <w:pPr>
      <w:keepNext/>
      <w:keepLines/>
      <w:shd w:val="clear" w:color="auto" w:fill="B4C6E7" w:themeFill="accent1" w:themeFillTint="66"/>
      <w:spacing w:after="0"/>
      <w:ind w:firstLine="709"/>
      <w:outlineLvl w:val="1"/>
    </w:pPr>
    <w:rPr>
      <w:rFonts w:ascii="Arial" w:eastAsiaTheme="majorEastAsia" w:hAnsi="Arial" w:cstheme="majorBidi"/>
      <w:color w:val="3B3838" w:themeColor="background2" w:themeShade="40"/>
      <w:sz w:val="32"/>
      <w:szCs w:val="26"/>
    </w:rPr>
  </w:style>
  <w:style w:type="paragraph" w:styleId="Titre3">
    <w:name w:val="heading 3"/>
    <w:aliases w:val="Titre colonne droite"/>
    <w:next w:val="Normal"/>
    <w:link w:val="Titre3Car"/>
    <w:uiPriority w:val="9"/>
    <w:unhideWhenUsed/>
    <w:qFormat/>
    <w:rsid w:val="00BA5E2E"/>
    <w:pPr>
      <w:keepNext/>
      <w:keepLines/>
      <w:pBdr>
        <w:bottom w:val="single" w:sz="36" w:space="1" w:color="auto"/>
      </w:pBdr>
      <w:shd w:val="clear" w:color="auto" w:fill="44546A" w:themeFill="text2"/>
      <w:suppressAutoHyphens/>
      <w:spacing w:after="0"/>
      <w:jc w:val="center"/>
      <w:outlineLvl w:val="2"/>
    </w:pPr>
    <w:rPr>
      <w:rFonts w:ascii="Arial" w:eastAsiaTheme="majorEastAsia" w:hAnsi="Arial" w:cstheme="majorBidi"/>
      <w:smallCaps/>
      <w:color w:val="FFFFFF" w:themeColor="background1"/>
      <w:sz w:val="31"/>
      <w:szCs w:val="24"/>
    </w:rPr>
  </w:style>
  <w:style w:type="paragraph" w:styleId="Titre4">
    <w:name w:val="heading 4"/>
    <w:aliases w:val="Sous-titre colonne droite"/>
    <w:next w:val="Normal"/>
    <w:link w:val="Titre4Car"/>
    <w:uiPriority w:val="9"/>
    <w:unhideWhenUsed/>
    <w:qFormat/>
    <w:rsid w:val="00443E27"/>
    <w:pPr>
      <w:keepNext/>
      <w:keepLines/>
      <w:pBdr>
        <w:bottom w:val="single" w:sz="18" w:space="1" w:color="600000"/>
      </w:pBdr>
      <w:shd w:val="clear" w:color="auto" w:fill="C45911" w:themeFill="accent2" w:themeFillShade="BF"/>
      <w:spacing w:after="0"/>
      <w:ind w:firstLine="113"/>
      <w:outlineLvl w:val="3"/>
    </w:pPr>
    <w:rPr>
      <w:rFonts w:ascii="Arial" w:eastAsiaTheme="majorEastAsia" w:hAnsi="Arial" w:cstheme="majorBidi"/>
      <w:iCs/>
      <w:color w:val="FFFFFF" w:themeColor="background1"/>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860A1"/>
    <w:rPr>
      <w:rFonts w:ascii="Arial" w:eastAsiaTheme="majorEastAsia" w:hAnsi="Arial" w:cstheme="majorBidi"/>
      <w:caps/>
      <w:color w:val="FFFFFF" w:themeColor="background1"/>
      <w:sz w:val="36"/>
      <w:szCs w:val="32"/>
      <w:shd w:val="clear" w:color="auto" w:fill="5B9BD5" w:themeFill="accent5"/>
    </w:rPr>
  </w:style>
  <w:style w:type="paragraph" w:styleId="En-tte">
    <w:name w:val="header"/>
    <w:basedOn w:val="Normal"/>
    <w:link w:val="En-tteCar"/>
    <w:uiPriority w:val="99"/>
    <w:unhideWhenUsed/>
    <w:rsid w:val="003F20BE"/>
    <w:pPr>
      <w:tabs>
        <w:tab w:val="center" w:pos="4536"/>
        <w:tab w:val="right" w:pos="9072"/>
      </w:tabs>
      <w:spacing w:after="0" w:line="240" w:lineRule="auto"/>
    </w:pPr>
  </w:style>
  <w:style w:type="character" w:customStyle="1" w:styleId="En-tteCar">
    <w:name w:val="En-tête Car"/>
    <w:basedOn w:val="Policepardfaut"/>
    <w:link w:val="En-tte"/>
    <w:uiPriority w:val="99"/>
    <w:rsid w:val="003F20BE"/>
  </w:style>
  <w:style w:type="paragraph" w:styleId="Pieddepage">
    <w:name w:val="footer"/>
    <w:basedOn w:val="Normal"/>
    <w:link w:val="PieddepageCar"/>
    <w:uiPriority w:val="99"/>
    <w:unhideWhenUsed/>
    <w:rsid w:val="003F20B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F20BE"/>
  </w:style>
  <w:style w:type="character" w:customStyle="1" w:styleId="Titre2Car">
    <w:name w:val="Titre 2 Car"/>
    <w:aliases w:val="Sous-titre colonne gauche Car"/>
    <w:basedOn w:val="Policepardfaut"/>
    <w:link w:val="Titre2"/>
    <w:uiPriority w:val="9"/>
    <w:rsid w:val="00C26814"/>
    <w:rPr>
      <w:rFonts w:ascii="Arial" w:eastAsiaTheme="majorEastAsia" w:hAnsi="Arial" w:cstheme="majorBidi"/>
      <w:color w:val="3B3838" w:themeColor="background2" w:themeShade="40"/>
      <w:sz w:val="32"/>
      <w:szCs w:val="26"/>
      <w:shd w:val="clear" w:color="auto" w:fill="B4C6E7" w:themeFill="accent1" w:themeFillTint="66"/>
    </w:rPr>
  </w:style>
  <w:style w:type="character" w:customStyle="1" w:styleId="Titre3Car">
    <w:name w:val="Titre 3 Car"/>
    <w:aliases w:val="Titre colonne droite Car"/>
    <w:basedOn w:val="Policepardfaut"/>
    <w:link w:val="Titre3"/>
    <w:uiPriority w:val="9"/>
    <w:rsid w:val="00BA5E2E"/>
    <w:rPr>
      <w:rFonts w:ascii="Arial" w:eastAsiaTheme="majorEastAsia" w:hAnsi="Arial" w:cstheme="majorBidi"/>
      <w:smallCaps/>
      <w:color w:val="FFFFFF" w:themeColor="background1"/>
      <w:sz w:val="31"/>
      <w:szCs w:val="24"/>
      <w:shd w:val="clear" w:color="auto" w:fill="44546A" w:themeFill="text2"/>
    </w:rPr>
  </w:style>
  <w:style w:type="character" w:customStyle="1" w:styleId="Titre4Car">
    <w:name w:val="Titre 4 Car"/>
    <w:aliases w:val="Sous-titre colonne droite Car"/>
    <w:basedOn w:val="Policepardfaut"/>
    <w:link w:val="Titre4"/>
    <w:uiPriority w:val="9"/>
    <w:rsid w:val="00443E27"/>
    <w:rPr>
      <w:rFonts w:ascii="Arial" w:eastAsiaTheme="majorEastAsia" w:hAnsi="Arial" w:cstheme="majorBidi"/>
      <w:iCs/>
      <w:color w:val="FFFFFF" w:themeColor="background1"/>
      <w:sz w:val="28"/>
      <w:shd w:val="clear" w:color="auto" w:fill="C45911" w:themeFill="accent2" w:themeFillShade="BF"/>
    </w:rPr>
  </w:style>
  <w:style w:type="paragraph" w:styleId="Paragraphedeliste">
    <w:name w:val="List Paragraph"/>
    <w:basedOn w:val="Normal"/>
    <w:uiPriority w:val="34"/>
    <w:qFormat/>
    <w:rsid w:val="006777D5"/>
    <w:pPr>
      <w:ind w:left="720"/>
      <w:contextualSpacing/>
    </w:pPr>
  </w:style>
  <w:style w:type="character" w:styleId="Textedelespacerserv">
    <w:name w:val="Placeholder Text"/>
    <w:basedOn w:val="Policepardfaut"/>
    <w:uiPriority w:val="99"/>
    <w:semiHidden/>
    <w:rsid w:val="00F27314"/>
    <w:rPr>
      <w:color w:val="808080"/>
    </w:rPr>
  </w:style>
  <w:style w:type="paragraph" w:customStyle="1" w:styleId="Domaines">
    <w:name w:val="Domaines"/>
    <w:link w:val="DomainesCar"/>
    <w:qFormat/>
    <w:rsid w:val="004E2947"/>
    <w:pPr>
      <w:spacing w:after="120" w:line="240" w:lineRule="auto"/>
      <w:ind w:firstLine="113"/>
    </w:pPr>
    <w:rPr>
      <w:smallCaps/>
    </w:rPr>
  </w:style>
  <w:style w:type="paragraph" w:customStyle="1" w:styleId="Comptences">
    <w:name w:val="Compétences"/>
    <w:link w:val="ComptencesCar"/>
    <w:qFormat/>
    <w:rsid w:val="004E2947"/>
    <w:pPr>
      <w:spacing w:after="0"/>
    </w:pPr>
    <w:rPr>
      <w:i/>
      <w:sz w:val="20"/>
    </w:rPr>
  </w:style>
  <w:style w:type="character" w:customStyle="1" w:styleId="DomainesCar">
    <w:name w:val="Domaines Car"/>
    <w:basedOn w:val="Titre1Car"/>
    <w:link w:val="Domaines"/>
    <w:rsid w:val="004E2947"/>
    <w:rPr>
      <w:rFonts w:ascii="Arial" w:eastAsiaTheme="majorEastAsia" w:hAnsi="Arial" w:cstheme="majorBidi"/>
      <w:caps/>
      <w:smallCaps/>
      <w:color w:val="FFFFFF" w:themeColor="background1"/>
      <w:sz w:val="36"/>
      <w:szCs w:val="32"/>
      <w:shd w:val="clear" w:color="auto" w:fill="5B9BD5" w:themeFill="accent5"/>
    </w:rPr>
  </w:style>
  <w:style w:type="paragraph" w:customStyle="1" w:styleId="Descriptif">
    <w:name w:val="Descriptif"/>
    <w:link w:val="DescriptifCar"/>
    <w:rsid w:val="004046D3"/>
  </w:style>
  <w:style w:type="character" w:customStyle="1" w:styleId="ComptencesCar">
    <w:name w:val="Compétences Car"/>
    <w:basedOn w:val="Policepardfaut"/>
    <w:link w:val="Comptences"/>
    <w:rsid w:val="004E2947"/>
    <w:rPr>
      <w:i/>
      <w:sz w:val="20"/>
    </w:rPr>
  </w:style>
  <w:style w:type="table" w:styleId="Grilledutableau">
    <w:name w:val="Table Grid"/>
    <w:basedOn w:val="TableauNormal"/>
    <w:uiPriority w:val="39"/>
    <w:rsid w:val="00FF32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scriptifCar">
    <w:name w:val="Descriptif Car"/>
    <w:basedOn w:val="Policepardfaut"/>
    <w:link w:val="Descriptif"/>
    <w:rsid w:val="004046D3"/>
  </w:style>
  <w:style w:type="character" w:styleId="Lienhypertexte">
    <w:name w:val="Hyperlink"/>
    <w:basedOn w:val="Policepardfaut"/>
    <w:uiPriority w:val="99"/>
    <w:unhideWhenUsed/>
    <w:rsid w:val="00F0321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ratch.mit.edu/projects/editor/?tutorial=getStarted" TargetMode="External"/><Relationship Id="rId13" Type="http://schemas.openxmlformats.org/officeDocument/2006/relationships/image" Target="media/image4.png"/><Relationship Id="rId18" Type="http://schemas.openxmlformats.org/officeDocument/2006/relationships/image" Target="media/image9.sv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sv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hyperlink" Target="https://scratch.mit.edu/projects/editor/?tutorial=getStarted" TargetMode="External"/><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sv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110.png"/><Relationship Id="rId2" Type="http://schemas.openxmlformats.org/officeDocument/2006/relationships/image" Target="media/image13.png"/><Relationship Id="rId1" Type="http://schemas.openxmlformats.org/officeDocument/2006/relationships/image" Target="media/image12.png"/><Relationship Id="rId4" Type="http://schemas.openxmlformats.org/officeDocument/2006/relationships/image" Target="media/image120.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tha\AppData\Local\Temp\PIX_mod&#232;l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1C8906-F22F-4AD5-B4E7-72F35E030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PIX_modèle.dotx</Template>
  <TotalTime>94</TotalTime>
  <Pages>1</Pages>
  <Words>114</Words>
  <Characters>631</Characters>
  <Application>Microsoft Office Word</Application>
  <DocSecurity>0</DocSecurity>
  <Lines>5</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virginie vallot</dc:creator>
  <cp:keywords/>
  <dc:description/>
  <cp:lastModifiedBy>virginie vallot</cp:lastModifiedBy>
  <cp:revision>10</cp:revision>
  <cp:lastPrinted>2021-04-27T22:12:00Z</cp:lastPrinted>
  <dcterms:created xsi:type="dcterms:W3CDTF">2021-05-04T13:49:00Z</dcterms:created>
  <dcterms:modified xsi:type="dcterms:W3CDTF">2021-05-20T12:33:00Z</dcterms:modified>
</cp:coreProperties>
</file>