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1906" w14:textId="3C67AABA" w:rsidR="009A5425" w:rsidRDefault="00747584" w:rsidP="00C26814">
      <w:pPr>
        <w:pStyle w:val="Titre1"/>
      </w:pPr>
      <w:r>
        <w:t>Cartographie aléatoire</w:t>
      </w:r>
    </w:p>
    <w:p w14:paraId="6188BA0B" w14:textId="553899F8" w:rsidR="00BA5E2E" w:rsidRPr="00BA5E2E" w:rsidRDefault="00073553" w:rsidP="00BA5E2E">
      <w:pPr>
        <w:pStyle w:val="Titre2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FEC72D1" wp14:editId="6811A13D">
            <wp:simplePos x="0" y="0"/>
            <wp:positionH relativeFrom="column">
              <wp:posOffset>3446780</wp:posOffset>
            </wp:positionH>
            <wp:positionV relativeFrom="paragraph">
              <wp:posOffset>775970</wp:posOffset>
            </wp:positionV>
            <wp:extent cx="1716948" cy="1390650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948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FF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C8364" wp14:editId="4A8761EB">
                <wp:simplePos x="0" y="0"/>
                <wp:positionH relativeFrom="column">
                  <wp:posOffset>265733</wp:posOffset>
                </wp:positionH>
                <wp:positionV relativeFrom="paragraph">
                  <wp:posOffset>2728520</wp:posOffset>
                </wp:positionV>
                <wp:extent cx="4803775" cy="1364776"/>
                <wp:effectExtent l="0" t="0" r="15875" b="260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3775" cy="1364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67BC35" w14:textId="77777777" w:rsidR="006E7B95" w:rsidRPr="006E7B95" w:rsidRDefault="00871025" w:rsidP="00871025">
                            <w:pPr>
                              <w:pStyle w:val="Paragraphedeliste"/>
                              <w:ind w:left="142"/>
                              <w:rPr>
                                <w:b/>
                                <w:bCs/>
                              </w:rPr>
                            </w:pPr>
                            <w:r w:rsidRPr="006E7B95">
                              <w:rPr>
                                <w:b/>
                                <w:bCs/>
                              </w:rPr>
                              <w:t xml:space="preserve">Coup de pouce : </w:t>
                            </w:r>
                          </w:p>
                          <w:p w14:paraId="324B4EA5" w14:textId="77777777" w:rsidR="00592FFF" w:rsidRDefault="00871025" w:rsidP="00871025">
                            <w:pPr>
                              <w:pStyle w:val="Paragraphedeliste"/>
                              <w:ind w:left="142"/>
                            </w:pPr>
                            <w:r>
                              <w:t xml:space="preserve">La longitude est comprise entre -179° et 180° </w:t>
                            </w:r>
                          </w:p>
                          <w:p w14:paraId="08F5EB7C" w14:textId="51FEAD4D" w:rsidR="00871025" w:rsidRDefault="00871025" w:rsidP="00871025">
                            <w:pPr>
                              <w:pStyle w:val="Paragraphedeliste"/>
                              <w:ind w:left="142"/>
                              <w:rPr>
                                <w:noProof/>
                              </w:rPr>
                            </w:pPr>
                            <w:r w:rsidRPr="00AD3424">
                              <w:t>(</w:t>
                            </w:r>
                            <w:r w:rsidRPr="00AD3424">
                              <w:rPr>
                                <w:b/>
                                <w:bCs/>
                                <w:i/>
                                <w:iCs/>
                              </w:rPr>
                              <w:t>-</w:t>
                            </w:r>
                            <w:r>
                              <w:t xml:space="preserve"> pour l’Ouest et </w:t>
                            </w:r>
                            <w:r w:rsidRPr="00AD3424">
                              <w:rPr>
                                <w:b/>
                                <w:bCs/>
                                <w:i/>
                                <w:iCs/>
                              </w:rPr>
                              <w:t>+</w:t>
                            </w:r>
                            <w:r>
                              <w:t xml:space="preserve"> pour l’Est).</w:t>
                            </w:r>
                            <w:r w:rsidRPr="00871025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53734E2A" w14:textId="77777777" w:rsidR="00592FFF" w:rsidRDefault="007B0684" w:rsidP="007B0684">
                            <w:pPr>
                              <w:pStyle w:val="Paragraphedeliste"/>
                              <w:ind w:left="142"/>
                            </w:pPr>
                            <w:r>
                              <w:t xml:space="preserve">La latitude est comprise entre -89° et 90° </w:t>
                            </w:r>
                          </w:p>
                          <w:p w14:paraId="204E67C3" w14:textId="0E14EA75" w:rsidR="007B0684" w:rsidRDefault="007B0684" w:rsidP="007B0684">
                            <w:pPr>
                              <w:pStyle w:val="Paragraphedeliste"/>
                              <w:ind w:left="142"/>
                            </w:pPr>
                            <w:r w:rsidRPr="00AD3424">
                              <w:t>(</w:t>
                            </w:r>
                            <w:r w:rsidRPr="00AD3424">
                              <w:rPr>
                                <w:b/>
                                <w:bCs/>
                                <w:i/>
                                <w:iCs/>
                              </w:rPr>
                              <w:t>-</w:t>
                            </w:r>
                            <w:r>
                              <w:t xml:space="preserve"> pour le Sud et </w:t>
                            </w:r>
                            <w:r w:rsidRPr="00AD3424">
                              <w:rPr>
                                <w:b/>
                                <w:bCs/>
                                <w:i/>
                                <w:iCs/>
                              </w:rPr>
                              <w:t>+</w:t>
                            </w:r>
                            <w:r>
                              <w:t xml:space="preserve"> pour le Nord).</w:t>
                            </w:r>
                          </w:p>
                          <w:p w14:paraId="58B7DAB6" w14:textId="77777777" w:rsidR="007B0684" w:rsidRDefault="007B0684" w:rsidP="00871025">
                            <w:pPr>
                              <w:pStyle w:val="Paragraphedeliste"/>
                              <w:ind w:left="142"/>
                            </w:pPr>
                          </w:p>
                          <w:p w14:paraId="5CF2DAE7" w14:textId="24497934" w:rsidR="00871025" w:rsidRDefault="00871025">
                            <w:pPr>
                              <w:ind w:left="0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C8364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0.9pt;margin-top:214.85pt;width:378.25pt;height:10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" fillcolor="white [3201]" strokeweight="1pt">
                <v:textbox>
                  <w:txbxContent>
                    <w:p w14:paraId="2267BC35" w14:textId="77777777" w:rsidR="006E7B95" w:rsidRPr="006E7B95" w:rsidRDefault="00871025" w:rsidP="00871025">
                      <w:pPr>
                        <w:pStyle w:val="Paragraphedeliste"/>
                        <w:ind w:left="142"/>
                        <w:rPr>
                          <w:b/>
                          <w:bCs/>
                        </w:rPr>
                      </w:pPr>
                      <w:r w:rsidRPr="006E7B95">
                        <w:rPr>
                          <w:b/>
                          <w:bCs/>
                        </w:rPr>
                        <w:t xml:space="preserve">Coup de pouce : </w:t>
                      </w:r>
                    </w:p>
                    <w:p w14:paraId="324B4EA5" w14:textId="77777777" w:rsidR="00592FFF" w:rsidRDefault="00871025" w:rsidP="00871025">
                      <w:pPr>
                        <w:pStyle w:val="Paragraphedeliste"/>
                        <w:ind w:left="142"/>
                      </w:pPr>
                      <w:r>
                        <w:t xml:space="preserve">La longitude est comprise entre -179° et 180° </w:t>
                      </w:r>
                    </w:p>
                    <w:p w14:paraId="08F5EB7C" w14:textId="51FEAD4D" w:rsidR="00871025" w:rsidRDefault="00871025" w:rsidP="00871025">
                      <w:pPr>
                        <w:pStyle w:val="Paragraphedeliste"/>
                        <w:ind w:left="142"/>
                        <w:rPr>
                          <w:noProof/>
                        </w:rPr>
                      </w:pPr>
                      <w:r w:rsidRPr="00AD3424">
                        <w:t>(</w:t>
                      </w:r>
                      <w:r w:rsidRPr="00AD3424">
                        <w:rPr>
                          <w:b/>
                          <w:bCs/>
                          <w:i/>
                          <w:iCs/>
                        </w:rPr>
                        <w:t>-</w:t>
                      </w:r>
                      <w:r>
                        <w:t xml:space="preserve"> pour l’Ouest et </w:t>
                      </w:r>
                      <w:r w:rsidRPr="00AD3424">
                        <w:rPr>
                          <w:b/>
                          <w:bCs/>
                          <w:i/>
                          <w:iCs/>
                        </w:rPr>
                        <w:t>+</w:t>
                      </w:r>
                      <w:r>
                        <w:t xml:space="preserve"> pour l’Est).</w:t>
                      </w:r>
                      <w:r w:rsidRPr="00871025">
                        <w:rPr>
                          <w:noProof/>
                        </w:rPr>
                        <w:t xml:space="preserve"> </w:t>
                      </w:r>
                    </w:p>
                    <w:p w14:paraId="53734E2A" w14:textId="77777777" w:rsidR="00592FFF" w:rsidRDefault="007B0684" w:rsidP="007B0684">
                      <w:pPr>
                        <w:pStyle w:val="Paragraphedeliste"/>
                        <w:ind w:left="142"/>
                      </w:pPr>
                      <w:r>
                        <w:t xml:space="preserve">La latitude est comprise entre -89° et 90° </w:t>
                      </w:r>
                    </w:p>
                    <w:p w14:paraId="204E67C3" w14:textId="0E14EA75" w:rsidR="007B0684" w:rsidRDefault="007B0684" w:rsidP="007B0684">
                      <w:pPr>
                        <w:pStyle w:val="Paragraphedeliste"/>
                        <w:ind w:left="142"/>
                      </w:pPr>
                      <w:r w:rsidRPr="00AD3424">
                        <w:t>(</w:t>
                      </w:r>
                      <w:r w:rsidRPr="00AD3424">
                        <w:rPr>
                          <w:b/>
                          <w:bCs/>
                          <w:i/>
                          <w:iCs/>
                        </w:rPr>
                        <w:t>-</w:t>
                      </w:r>
                      <w:r>
                        <w:t xml:space="preserve"> pour le Sud et </w:t>
                      </w:r>
                      <w:r w:rsidRPr="00AD3424">
                        <w:rPr>
                          <w:b/>
                          <w:bCs/>
                          <w:i/>
                          <w:iCs/>
                        </w:rPr>
                        <w:t>+</w:t>
                      </w:r>
                      <w:r>
                        <w:t xml:space="preserve"> pour le Nord).</w:t>
                      </w:r>
                    </w:p>
                    <w:p w14:paraId="58B7DAB6" w14:textId="77777777" w:rsidR="007B0684" w:rsidRDefault="007B0684" w:rsidP="00871025">
                      <w:pPr>
                        <w:pStyle w:val="Paragraphedeliste"/>
                        <w:ind w:left="142"/>
                      </w:pPr>
                    </w:p>
                    <w:p w14:paraId="5CF2DAE7" w14:textId="24497934" w:rsidR="00871025" w:rsidRDefault="00871025">
                      <w:pPr>
                        <w:ind w:left="0"/>
                      </w:pP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BA5E2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342DF" wp14:editId="523E7FAB">
                <wp:simplePos x="0" y="0"/>
                <wp:positionH relativeFrom="column">
                  <wp:posOffset>42203</wp:posOffset>
                </wp:positionH>
                <wp:positionV relativeFrom="page">
                  <wp:posOffset>1547446</wp:posOffset>
                </wp:positionV>
                <wp:extent cx="5085471" cy="7343336"/>
                <wp:effectExtent l="0" t="0" r="1270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471" cy="73433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40380" w14:textId="3EFE50D2" w:rsidR="00AD151E" w:rsidRDefault="00F149BF" w:rsidP="0005049D">
                            <w:pPr>
                              <w:ind w:left="0"/>
                            </w:pPr>
                            <w:r w:rsidRPr="005E4DCF">
                              <w:rPr>
                                <w:b/>
                                <w:bCs/>
                              </w:rPr>
                              <w:t>Objectif</w:t>
                            </w:r>
                            <w:r>
                              <w:t xml:space="preserve"> : Utiliser une application de </w:t>
                            </w:r>
                            <w:r w:rsidR="00747584">
                              <w:t>cartographie </w:t>
                            </w:r>
                            <w:r>
                              <w:t>pour repérer</w:t>
                            </w:r>
                            <w:r w:rsidR="00747584">
                              <w:t xml:space="preserve"> une position choisie aléatoirement</w:t>
                            </w:r>
                            <w:r>
                              <w:t>,</w:t>
                            </w:r>
                            <w:r w:rsidR="00747584">
                              <w:t xml:space="preserve"> </w:t>
                            </w:r>
                            <w:r>
                              <w:t xml:space="preserve">par un </w:t>
                            </w:r>
                            <w:r w:rsidR="00CE5889">
                              <w:t>programme</w:t>
                            </w:r>
                            <w:r>
                              <w:t xml:space="preserve">, </w:t>
                            </w:r>
                            <w:r w:rsidR="00747584">
                              <w:t>sur le globe terrestre.</w:t>
                            </w:r>
                          </w:p>
                          <w:p w14:paraId="6B612879" w14:textId="77777777" w:rsidR="00592FFF" w:rsidRDefault="00566DE2" w:rsidP="00F149BF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ind w:left="426"/>
                            </w:pPr>
                            <w:r>
                              <w:t xml:space="preserve">a) </w:t>
                            </w:r>
                            <w:r w:rsidR="00420433">
                              <w:t xml:space="preserve">Ouvrir le logiciel de programmation SCRATCH et </w:t>
                            </w:r>
                          </w:p>
                          <w:p w14:paraId="728D0343" w14:textId="665CBF40" w:rsidR="00592FFF" w:rsidRDefault="00420433" w:rsidP="00592FFF">
                            <w:pPr>
                              <w:pStyle w:val="Paragraphedeliste"/>
                              <w:ind w:left="426"/>
                            </w:pPr>
                            <w:r>
                              <w:t xml:space="preserve">recopier le </w:t>
                            </w:r>
                            <w:r w:rsidR="00F205C5">
                              <w:t>script</w:t>
                            </w:r>
                            <w:r>
                              <w:t xml:space="preserve"> ci-dessous permettant de </w:t>
                            </w:r>
                          </w:p>
                          <w:p w14:paraId="715950EA" w14:textId="77777777" w:rsidR="00592FFF" w:rsidRDefault="00420433" w:rsidP="00592FFF">
                            <w:pPr>
                              <w:pStyle w:val="Paragraphedeliste"/>
                              <w:ind w:left="426"/>
                            </w:pPr>
                            <w:r>
                              <w:t xml:space="preserve">générer aléatoirement des coordonnées </w:t>
                            </w:r>
                          </w:p>
                          <w:p w14:paraId="7E914C51" w14:textId="252757A0" w:rsidR="00566DE2" w:rsidRDefault="00420433" w:rsidP="00592FFF">
                            <w:pPr>
                              <w:pStyle w:val="Paragraphedeliste"/>
                              <w:ind w:left="426"/>
                            </w:pPr>
                            <w:r>
                              <w:t xml:space="preserve">géographiques entières. </w:t>
                            </w:r>
                          </w:p>
                          <w:p w14:paraId="27E4C6CC" w14:textId="63A9034A" w:rsidR="00747584" w:rsidRDefault="00747584" w:rsidP="00566DE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709" w:hanging="283"/>
                            </w:pPr>
                            <w:r>
                              <w:t>Comp</w:t>
                            </w:r>
                            <w:r w:rsidR="00D75996">
                              <w:t>l</w:t>
                            </w:r>
                            <w:r>
                              <w:t>éter</w:t>
                            </w:r>
                            <w:r w:rsidR="00CE5889">
                              <w:t xml:space="preserve"> de la même façon</w:t>
                            </w:r>
                            <w:r>
                              <w:t xml:space="preserve"> </w:t>
                            </w:r>
                            <w:r w:rsidR="00420433">
                              <w:t xml:space="preserve">la variable </w:t>
                            </w:r>
                            <w:r w:rsidR="007B0684" w:rsidRPr="007B0684">
                              <w:rPr>
                                <w:b/>
                                <w:bCs/>
                                <w:i/>
                                <w:iCs/>
                              </w:rPr>
                              <w:t>latitude</w:t>
                            </w:r>
                            <w:r>
                              <w:t>.</w:t>
                            </w:r>
                          </w:p>
                          <w:p w14:paraId="7263B264" w14:textId="592C6199" w:rsidR="00AD3424" w:rsidRDefault="007B0684" w:rsidP="007B0684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A90D44" wp14:editId="50E51938">
                                  <wp:extent cx="4894580" cy="1013460"/>
                                  <wp:effectExtent l="0" t="0" r="1270" b="0"/>
                                  <wp:docPr id="203" name="Image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4580" cy="1013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B93A9" w14:textId="707C8C85" w:rsidR="00AD3424" w:rsidRDefault="00AD3424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4755EAAA" w14:textId="4F643B4F" w:rsidR="00871025" w:rsidRDefault="0087102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53441FD6" w14:textId="6CD1D55A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74A9D9C9" w14:textId="3314EA2F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4468D1C9" w14:textId="0444D527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5FB1F76F" w14:textId="496E34FD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23F3BBAF" w14:textId="5873E005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7066098A" w14:textId="1588D84A" w:rsidR="006E7B95" w:rsidRDefault="006E7B95" w:rsidP="00AD3424">
                            <w:pPr>
                              <w:pStyle w:val="Paragraphedeliste"/>
                              <w:ind w:left="142"/>
                            </w:pPr>
                          </w:p>
                          <w:p w14:paraId="7ADE9C85" w14:textId="5542708C" w:rsidR="007B0684" w:rsidRPr="007B0684" w:rsidRDefault="007B0684" w:rsidP="00592FFF">
                            <w:pPr>
                              <w:pStyle w:val="Paragraphedeliste"/>
                              <w:spacing w:after="0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F169BA" w14:textId="50728AC4" w:rsidR="00F149BF" w:rsidRDefault="00F149BF" w:rsidP="007B0684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before="240"/>
                              <w:ind w:left="426" w:hanging="284"/>
                            </w:pPr>
                            <w:r>
                              <w:t xml:space="preserve">a) Exécuter le programme. Relever les valeurs de la longitude et de la latitude. </w:t>
                            </w:r>
                          </w:p>
                          <w:p w14:paraId="0D156E10" w14:textId="7E045D7A" w:rsidR="00F149BF" w:rsidRDefault="00D56F9E" w:rsidP="005E4DC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851"/>
                            </w:pPr>
                            <w:r>
                              <w:t>Se rendre sur la page</w:t>
                            </w:r>
                            <w:r w:rsidR="00F149BF">
                              <w:t xml:space="preserve"> </w:t>
                            </w:r>
                            <w:r w:rsidR="00F149BF" w:rsidRPr="00F149BF">
                              <w:rPr>
                                <w:b/>
                                <w:bCs/>
                                <w:i/>
                                <w:iCs/>
                              </w:rPr>
                              <w:t>Géoportail</w:t>
                            </w:r>
                            <w:r w:rsidR="00F149BF">
                              <w:t xml:space="preserve"> (portail Web public ouvert depuis 2006, permettant l'accès à des services de recherche et de visualisation de données géographiques ou géolocalisées) à l’adresse suivante :</w:t>
                            </w:r>
                          </w:p>
                          <w:p w14:paraId="1C0D0CB0" w14:textId="60BC25D3" w:rsidR="00F149BF" w:rsidRDefault="001776A0" w:rsidP="005E4DCF">
                            <w:pPr>
                              <w:pStyle w:val="Paragraphedeliste"/>
                              <w:ind w:left="567" w:firstLine="273"/>
                            </w:pPr>
                            <w:hyperlink r:id="rId10" w:history="1">
                              <w:r w:rsidR="005E4DCF" w:rsidRPr="006F3958">
                                <w:rPr>
                                  <w:rStyle w:val="Lienhypertexte"/>
                                </w:rPr>
                                <w:t>https://www.geoportail.gouv.fr/carte</w:t>
                              </w:r>
                            </w:hyperlink>
                          </w:p>
                          <w:p w14:paraId="67196E5F" w14:textId="15301481" w:rsidR="00566DE2" w:rsidRDefault="00566DE2" w:rsidP="005E4DC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851"/>
                            </w:pPr>
                            <w:r>
                              <w:t xml:space="preserve">Dans la recherche avancée, sélectionner </w:t>
                            </w:r>
                            <w:r w:rsidRPr="003D4341">
                              <w:rPr>
                                <w:b/>
                                <w:bCs/>
                                <w:i/>
                                <w:iCs/>
                              </w:rPr>
                              <w:t>Coordonnées</w:t>
                            </w:r>
                            <w:r w:rsidR="003D4341">
                              <w:t xml:space="preserve">, puis reporter la </w:t>
                            </w:r>
                            <w:r w:rsidR="003D4341" w:rsidRPr="003D4341">
                              <w:rPr>
                                <w:b/>
                                <w:bCs/>
                                <w:i/>
                                <w:iCs/>
                              </w:rPr>
                              <w:t>longitude</w:t>
                            </w:r>
                            <w:r w:rsidR="003D4341">
                              <w:t xml:space="preserve"> et la </w:t>
                            </w:r>
                            <w:r w:rsidR="003D4341" w:rsidRPr="003D4341">
                              <w:rPr>
                                <w:b/>
                                <w:bCs/>
                                <w:i/>
                                <w:iCs/>
                              </w:rPr>
                              <w:t>latitude</w:t>
                            </w:r>
                            <w:r w:rsidR="003D4341">
                              <w:t xml:space="preserve"> trouver par le programme.</w:t>
                            </w:r>
                          </w:p>
                          <w:tbl>
                            <w:tblPr>
                              <w:tblStyle w:val="Grilledutableau"/>
                              <w:tblW w:w="7513" w:type="dxa"/>
                              <w:tblInd w:w="42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  <w:gridCol w:w="3544"/>
                            </w:tblGrid>
                            <w:tr w:rsidR="00566DE2" w14:paraId="0B55390A" w14:textId="77777777" w:rsidTr="003D4341">
                              <w:tc>
                                <w:tcPr>
                                  <w:tcW w:w="3969" w:type="dxa"/>
                                </w:tcPr>
                                <w:p w14:paraId="1DF51163" w14:textId="0456FBF4" w:rsidR="00566DE2" w:rsidRDefault="00566DE2" w:rsidP="003D4341">
                                  <w:pPr>
                                    <w:pStyle w:val="Paragraphedeliste"/>
                                    <w:ind w:left="155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0C701F" wp14:editId="38EC9C75">
                                        <wp:extent cx="1922780" cy="281305"/>
                                        <wp:effectExtent l="76200" t="76200" r="134620" b="137795"/>
                                        <wp:docPr id="204" name="Image 20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22780" cy="2813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 w="38100" cap="sq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effectLst>
                                                  <a:outerShdw blurRad="50800" dist="38100" dir="2700000" algn="tl" rotWithShape="0">
                                                    <a:srgbClr val="000000">
                                                      <a:alpha val="43000"/>
                                                    </a:srgbClr>
                                                  </a:outerShdw>
                                                </a:effec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5DA8D652" w14:textId="7256C5CD" w:rsidR="00566DE2" w:rsidRDefault="00566DE2" w:rsidP="003D4341">
                                  <w:pPr>
                                    <w:pStyle w:val="Paragraphedeliste"/>
                                    <w:ind w:left="39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8293635" wp14:editId="68AB7314">
                                        <wp:extent cx="1696376" cy="1375950"/>
                                        <wp:effectExtent l="76200" t="76200" r="132715" b="129540"/>
                                        <wp:docPr id="205" name="Image 2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2498" cy="13809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 w="38100" cap="sq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effectLst>
                                                  <a:outerShdw blurRad="50800" dist="38100" dir="2700000" algn="tl" rotWithShape="0">
                                                    <a:srgbClr val="000000">
                                                      <a:alpha val="43000"/>
                                                    </a:srgbClr>
                                                  </a:outerShdw>
                                                </a:effec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6DD42C8" w14:textId="2263658C" w:rsidR="003D4341" w:rsidRDefault="003D4341" w:rsidP="00592FF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Dans quelle partie du globe êtes-vous ? Océan ? pays ? ville ?...</w:t>
                            </w:r>
                          </w:p>
                          <w:p w14:paraId="62FF9440" w14:textId="70C22845" w:rsidR="00566DE2" w:rsidRDefault="00592FFF" w:rsidP="003D434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Retrouver</w:t>
                            </w:r>
                            <w:r w:rsidR="00566DE2">
                              <w:t xml:space="preserve"> les coordonnées géographiques </w:t>
                            </w:r>
                            <w:r>
                              <w:t>de votre collège.</w:t>
                            </w:r>
                          </w:p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34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3.3pt;margin-top:121.85pt;width:400.45pt;height:57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" stroked="f">
                <v:textbox inset=",,2.5mm">
                  <w:txbxContent>
                    <w:p w14:paraId="65840380" w14:textId="3EFE50D2" w:rsidR="00AD151E" w:rsidRDefault="00F149BF" w:rsidP="0005049D">
                      <w:pPr>
                        <w:ind w:left="0"/>
                      </w:pPr>
                      <w:r w:rsidRPr="005E4DCF">
                        <w:rPr>
                          <w:b/>
                          <w:bCs/>
                        </w:rPr>
                        <w:t>Objectif</w:t>
                      </w:r>
                      <w:r>
                        <w:t xml:space="preserve"> : Utiliser une application de </w:t>
                      </w:r>
                      <w:r w:rsidR="00747584">
                        <w:t>cartographie </w:t>
                      </w:r>
                      <w:r>
                        <w:t>pour repérer</w:t>
                      </w:r>
                      <w:r w:rsidR="00747584">
                        <w:t xml:space="preserve"> une position choisie aléatoirement</w:t>
                      </w:r>
                      <w:r>
                        <w:t>,</w:t>
                      </w:r>
                      <w:r w:rsidR="00747584">
                        <w:t xml:space="preserve"> </w:t>
                      </w:r>
                      <w:r>
                        <w:t xml:space="preserve">par un </w:t>
                      </w:r>
                      <w:r w:rsidR="00CE5889">
                        <w:t>programme</w:t>
                      </w:r>
                      <w:r>
                        <w:t xml:space="preserve">, </w:t>
                      </w:r>
                      <w:r w:rsidR="00747584">
                        <w:t>sur le globe terrestre.</w:t>
                      </w:r>
                    </w:p>
                    <w:p w14:paraId="6B612879" w14:textId="77777777" w:rsidR="00592FFF" w:rsidRDefault="00566DE2" w:rsidP="00F149BF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ind w:left="426"/>
                      </w:pPr>
                      <w:r>
                        <w:t xml:space="preserve">a) </w:t>
                      </w:r>
                      <w:r w:rsidR="00420433">
                        <w:t xml:space="preserve">Ouvrir le logiciel de programmation SCRATCH et </w:t>
                      </w:r>
                    </w:p>
                    <w:p w14:paraId="728D0343" w14:textId="665CBF40" w:rsidR="00592FFF" w:rsidRDefault="00420433" w:rsidP="00592FFF">
                      <w:pPr>
                        <w:pStyle w:val="Paragraphedeliste"/>
                        <w:ind w:left="426"/>
                      </w:pPr>
                      <w:r>
                        <w:t xml:space="preserve">recopier le </w:t>
                      </w:r>
                      <w:r w:rsidR="00F205C5">
                        <w:t>script</w:t>
                      </w:r>
                      <w:r>
                        <w:t xml:space="preserve"> ci-dessous permettant de </w:t>
                      </w:r>
                    </w:p>
                    <w:p w14:paraId="715950EA" w14:textId="77777777" w:rsidR="00592FFF" w:rsidRDefault="00420433" w:rsidP="00592FFF">
                      <w:pPr>
                        <w:pStyle w:val="Paragraphedeliste"/>
                        <w:ind w:left="426"/>
                      </w:pPr>
                      <w:r>
                        <w:t xml:space="preserve">générer aléatoirement des coordonnées </w:t>
                      </w:r>
                    </w:p>
                    <w:p w14:paraId="7E914C51" w14:textId="252757A0" w:rsidR="00566DE2" w:rsidRDefault="00420433" w:rsidP="00592FFF">
                      <w:pPr>
                        <w:pStyle w:val="Paragraphedeliste"/>
                        <w:ind w:left="426"/>
                      </w:pPr>
                      <w:r>
                        <w:t xml:space="preserve">géographiques entières. </w:t>
                      </w:r>
                    </w:p>
                    <w:p w14:paraId="27E4C6CC" w14:textId="63A9034A" w:rsidR="00747584" w:rsidRDefault="00747584" w:rsidP="00566DE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709" w:hanging="283"/>
                      </w:pPr>
                      <w:r>
                        <w:t>Comp</w:t>
                      </w:r>
                      <w:r w:rsidR="00D75996">
                        <w:t>l</w:t>
                      </w:r>
                      <w:r>
                        <w:t>éter</w:t>
                      </w:r>
                      <w:r w:rsidR="00CE5889">
                        <w:t xml:space="preserve"> de la même façon</w:t>
                      </w:r>
                      <w:r>
                        <w:t xml:space="preserve"> </w:t>
                      </w:r>
                      <w:r w:rsidR="00420433">
                        <w:t xml:space="preserve">la variable </w:t>
                      </w:r>
                      <w:r w:rsidR="007B0684" w:rsidRPr="007B0684">
                        <w:rPr>
                          <w:b/>
                          <w:bCs/>
                          <w:i/>
                          <w:iCs/>
                        </w:rPr>
                        <w:t>latitude</w:t>
                      </w:r>
                      <w:r>
                        <w:t>.</w:t>
                      </w:r>
                    </w:p>
                    <w:p w14:paraId="7263B264" w14:textId="592C6199" w:rsidR="00AD3424" w:rsidRDefault="007B0684" w:rsidP="007B0684">
                      <w:pPr>
                        <w:pStyle w:val="Paragraphedeliste"/>
                        <w:ind w:left="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A90D44" wp14:editId="50E51938">
                            <wp:extent cx="4894580" cy="1013460"/>
                            <wp:effectExtent l="0" t="0" r="1270" b="0"/>
                            <wp:docPr id="203" name="Image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94580" cy="1013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B93A9" w14:textId="707C8C85" w:rsidR="00AD3424" w:rsidRDefault="00AD3424" w:rsidP="00AD3424">
                      <w:pPr>
                        <w:pStyle w:val="Paragraphedeliste"/>
                        <w:ind w:left="142"/>
                      </w:pPr>
                    </w:p>
                    <w:p w14:paraId="4755EAAA" w14:textId="4F643B4F" w:rsidR="00871025" w:rsidRDefault="00871025" w:rsidP="00AD3424">
                      <w:pPr>
                        <w:pStyle w:val="Paragraphedeliste"/>
                        <w:ind w:left="142"/>
                      </w:pPr>
                    </w:p>
                    <w:p w14:paraId="53441FD6" w14:textId="6CD1D55A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74A9D9C9" w14:textId="3314EA2F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4468D1C9" w14:textId="0444D527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5FB1F76F" w14:textId="496E34FD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23F3BBAF" w14:textId="5873E005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7066098A" w14:textId="1588D84A" w:rsidR="006E7B95" w:rsidRDefault="006E7B95" w:rsidP="00AD3424">
                      <w:pPr>
                        <w:pStyle w:val="Paragraphedeliste"/>
                        <w:ind w:left="142"/>
                      </w:pPr>
                    </w:p>
                    <w:p w14:paraId="7ADE9C85" w14:textId="5542708C" w:rsidR="007B0684" w:rsidRPr="007B0684" w:rsidRDefault="007B0684" w:rsidP="00592FFF">
                      <w:pPr>
                        <w:pStyle w:val="Paragraphedeliste"/>
                        <w:spacing w:after="0"/>
                        <w:ind w:left="426"/>
                        <w:rPr>
                          <w:sz w:val="16"/>
                          <w:szCs w:val="16"/>
                        </w:rPr>
                      </w:pPr>
                    </w:p>
                    <w:p w14:paraId="49F169BA" w14:textId="50728AC4" w:rsidR="00F149BF" w:rsidRDefault="00F149BF" w:rsidP="007B0684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before="240"/>
                        <w:ind w:left="426" w:hanging="284"/>
                      </w:pPr>
                      <w:r>
                        <w:t xml:space="preserve">a) Exécuter le programme. Relever les valeurs de la longitude et de la latitude. </w:t>
                      </w:r>
                    </w:p>
                    <w:p w14:paraId="0D156E10" w14:textId="7E045D7A" w:rsidR="00F149BF" w:rsidRDefault="00D56F9E" w:rsidP="005E4DC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851"/>
                      </w:pPr>
                      <w:r>
                        <w:t>Se rendre sur la page</w:t>
                      </w:r>
                      <w:r w:rsidR="00F149BF">
                        <w:t xml:space="preserve"> </w:t>
                      </w:r>
                      <w:r w:rsidR="00F149BF" w:rsidRPr="00F149BF">
                        <w:rPr>
                          <w:b/>
                          <w:bCs/>
                          <w:i/>
                          <w:iCs/>
                        </w:rPr>
                        <w:t>Géoportail</w:t>
                      </w:r>
                      <w:r w:rsidR="00F149BF">
                        <w:t xml:space="preserve"> (portail Web public ouvert depuis 2006, permettant l'accès à des services de recherche et de visualisation de données géographiques ou géolocalisées) à l’adresse suivante :</w:t>
                      </w:r>
                    </w:p>
                    <w:p w14:paraId="1C0D0CB0" w14:textId="60BC25D3" w:rsidR="00F149BF" w:rsidRDefault="001776A0" w:rsidP="005E4DCF">
                      <w:pPr>
                        <w:pStyle w:val="Paragraphedeliste"/>
                        <w:ind w:left="567" w:firstLine="273"/>
                      </w:pPr>
                      <w:hyperlink r:id="rId13" w:history="1">
                        <w:r w:rsidR="005E4DCF" w:rsidRPr="006F3958">
                          <w:rPr>
                            <w:rStyle w:val="Lienhypertexte"/>
                          </w:rPr>
                          <w:t>https://www.geoportail.gouv.fr/carte</w:t>
                        </w:r>
                      </w:hyperlink>
                    </w:p>
                    <w:p w14:paraId="67196E5F" w14:textId="15301481" w:rsidR="00566DE2" w:rsidRDefault="00566DE2" w:rsidP="005E4DC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851"/>
                      </w:pPr>
                      <w:r>
                        <w:t xml:space="preserve">Dans la recherche avancée, sélectionner </w:t>
                      </w:r>
                      <w:r w:rsidRPr="003D4341">
                        <w:rPr>
                          <w:b/>
                          <w:bCs/>
                          <w:i/>
                          <w:iCs/>
                        </w:rPr>
                        <w:t>Coordonnées</w:t>
                      </w:r>
                      <w:r w:rsidR="003D4341">
                        <w:t xml:space="preserve">, puis reporter la </w:t>
                      </w:r>
                      <w:r w:rsidR="003D4341" w:rsidRPr="003D4341">
                        <w:rPr>
                          <w:b/>
                          <w:bCs/>
                          <w:i/>
                          <w:iCs/>
                        </w:rPr>
                        <w:t>longitude</w:t>
                      </w:r>
                      <w:r w:rsidR="003D4341">
                        <w:t xml:space="preserve"> et la </w:t>
                      </w:r>
                      <w:r w:rsidR="003D4341" w:rsidRPr="003D4341">
                        <w:rPr>
                          <w:b/>
                          <w:bCs/>
                          <w:i/>
                          <w:iCs/>
                        </w:rPr>
                        <w:t>latitude</w:t>
                      </w:r>
                      <w:r w:rsidR="003D4341">
                        <w:t xml:space="preserve"> trouver par le programme.</w:t>
                      </w:r>
                    </w:p>
                    <w:tbl>
                      <w:tblPr>
                        <w:tblStyle w:val="Grilledutableau"/>
                        <w:tblW w:w="7513" w:type="dxa"/>
                        <w:tblInd w:w="42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  <w:gridCol w:w="3544"/>
                      </w:tblGrid>
                      <w:tr w:rsidR="00566DE2" w14:paraId="0B55390A" w14:textId="77777777" w:rsidTr="003D4341">
                        <w:tc>
                          <w:tcPr>
                            <w:tcW w:w="3969" w:type="dxa"/>
                          </w:tcPr>
                          <w:p w14:paraId="1DF51163" w14:textId="0456FBF4" w:rsidR="00566DE2" w:rsidRDefault="00566DE2" w:rsidP="003D4341">
                            <w:pPr>
                              <w:pStyle w:val="Paragraphedeliste"/>
                              <w:ind w:left="15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0C701F" wp14:editId="38EC9C75">
                                  <wp:extent cx="1922780" cy="281305"/>
                                  <wp:effectExtent l="76200" t="76200" r="134620" b="137795"/>
                                  <wp:docPr id="204" name="Image 2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2780" cy="281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44" w:type="dxa"/>
                          </w:tcPr>
                          <w:p w14:paraId="5DA8D652" w14:textId="7256C5CD" w:rsidR="00566DE2" w:rsidRDefault="00566DE2" w:rsidP="003D4341">
                            <w:pPr>
                              <w:pStyle w:val="Paragraphedeliste"/>
                              <w:ind w:left="39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293635" wp14:editId="68AB7314">
                                  <wp:extent cx="1696376" cy="1375950"/>
                                  <wp:effectExtent l="76200" t="76200" r="132715" b="129540"/>
                                  <wp:docPr id="205" name="Image 2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2498" cy="13809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6DD42C8" w14:textId="2263658C" w:rsidR="003D4341" w:rsidRDefault="003D4341" w:rsidP="00592FF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t>Dans quelle partie du globe êtes-vous ? Océan ? pays ? ville ?...</w:t>
                      </w:r>
                    </w:p>
                    <w:p w14:paraId="62FF9440" w14:textId="70C22845" w:rsidR="00566DE2" w:rsidRDefault="00592FFF" w:rsidP="003D434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t>Retrouver</w:t>
                      </w:r>
                      <w:r w:rsidR="00566DE2">
                        <w:t xml:space="preserve"> les coordonnées géographiques </w:t>
                      </w:r>
                      <w:r>
                        <w:t>de votre collège.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70C82">
        <w:t>SCENARIO</w:t>
      </w:r>
    </w:p>
    <w:p w14:paraId="5556210B" w14:textId="77777777" w:rsidR="009A5425" w:rsidRDefault="009A5425" w:rsidP="009A5425">
      <w:pPr>
        <w:pStyle w:val="Titre2"/>
      </w:pPr>
      <w:r>
        <w:t>CYCLE</w:t>
      </w:r>
    </w:p>
    <w:p w14:paraId="643E9629" w14:textId="4930B2A1" w:rsidR="009A5425" w:rsidRDefault="001776A0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10141888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4341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4 </w:t>
      </w:r>
      <w:r w:rsidR="00886E9E">
        <w:tab/>
      </w:r>
    </w:p>
    <w:p w14:paraId="501383B4" w14:textId="77777777" w:rsidR="009A5425" w:rsidRDefault="009A5425" w:rsidP="009A5425">
      <w:pPr>
        <w:pStyle w:val="Titre2"/>
      </w:pPr>
      <w:r>
        <w:t>NIVEAU(X) DE CLASSE</w:t>
      </w:r>
    </w:p>
    <w:p w14:paraId="17B05DF2" w14:textId="64EBE74A" w:rsidR="00F21244" w:rsidRPr="00F21244" w:rsidRDefault="001776A0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1655975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4341">
            <w:rPr>
              <w:rFonts w:ascii="MS Gothic" w:eastAsia="MS Gothic" w:hAnsi="MS Gothic" w:hint="eastAsia"/>
            </w:rPr>
            <w:t>☒</w:t>
          </w:r>
        </w:sdtContent>
      </w:sdt>
      <w:r w:rsidR="00886E9E">
        <w:t>3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r w:rsidR="00F21244">
        <w:t xml:space="preserve"> </w:t>
      </w:r>
    </w:p>
    <w:p w14:paraId="6410C050" w14:textId="77777777" w:rsidR="00DF32D1" w:rsidRDefault="00DF32D1" w:rsidP="00F21244">
      <w:pPr>
        <w:pStyle w:val="Titre3"/>
      </w:pPr>
      <w:r>
        <w:t>CRCN</w:t>
      </w:r>
    </w:p>
    <w:p w14:paraId="71AEAE20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1FEECD5A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55B057F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1. Informations et donn</w:t>
            </w:r>
            <w:r w:rsidR="004E2947" w:rsidRPr="004E2947">
              <w:t>é</w:t>
            </w:r>
            <w:r w:rsidRPr="004E2947">
              <w:t>es</w:t>
            </w:r>
          </w:p>
        </w:tc>
      </w:tr>
      <w:tr w:rsidR="000C6214" w14:paraId="259F24B0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36A651DC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3. Cr</w:t>
            </w:r>
            <w:r w:rsidR="004E2947">
              <w:t>é</w:t>
            </w:r>
            <w:r w:rsidRPr="004E2947">
              <w:t>ation de contenu</w:t>
            </w:r>
          </w:p>
        </w:tc>
      </w:tr>
    </w:tbl>
    <w:p w14:paraId="64675017" w14:textId="56860529" w:rsidR="00987CAB" w:rsidRDefault="00987CAB" w:rsidP="00987CAB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FF3280" w14:paraId="44A8636B" w14:textId="77777777" w:rsidTr="0097157C">
        <w:tc>
          <w:tcPr>
            <w:tcW w:w="426" w:type="dxa"/>
            <w:shd w:val="clear" w:color="auto" w:fill="FBE4D5" w:themeFill="accent2" w:themeFillTint="33"/>
          </w:tcPr>
          <w:p w14:paraId="6A786389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F3F260B" wp14:editId="64A355C7">
                  <wp:extent cx="180000" cy="180000"/>
                  <wp:effectExtent l="0" t="0" r="0" b="0"/>
                  <wp:docPr id="3" name="Graphique 3" descr="Loup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Loupe avec un remplissage uni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78F6F2A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1.1 Mener une recherche et une veille d’information</w:t>
            </w:r>
          </w:p>
        </w:tc>
      </w:tr>
      <w:tr w:rsidR="00FF3280" w14:paraId="7C752376" w14:textId="77777777" w:rsidTr="0097157C">
        <w:tc>
          <w:tcPr>
            <w:tcW w:w="426" w:type="dxa"/>
            <w:shd w:val="clear" w:color="auto" w:fill="FBE4D5" w:themeFill="accent2" w:themeFillTint="33"/>
          </w:tcPr>
          <w:p w14:paraId="7557DAC8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2EE8084C" wp14:editId="16931BC9">
                  <wp:extent cx="179705" cy="179705"/>
                  <wp:effectExtent l="0" t="0" r="0" b="0"/>
                  <wp:docPr id="13" name="Graphique 13" descr="Conception web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que 13" descr="Conception web avec un remplissage uni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46711D12" w14:textId="77777777" w:rsidR="00FF3280" w:rsidRPr="000C6214" w:rsidRDefault="000C6214" w:rsidP="00E13F4A">
            <w:pPr>
              <w:pStyle w:val="Comptences"/>
              <w:ind w:left="-109" w:right="317"/>
            </w:pPr>
            <w:r w:rsidRPr="000C6214">
              <w:t>3.4 Programmer</w:t>
            </w:r>
          </w:p>
        </w:tc>
      </w:tr>
    </w:tbl>
    <w:p w14:paraId="2B069820" w14:textId="01F89FC9" w:rsidR="00987CAB" w:rsidRPr="00987CAB" w:rsidRDefault="00987CAB" w:rsidP="00987CAB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</w:tblGrid>
      <w:tr w:rsidR="00F205C5" w:rsidRPr="000C6214" w14:paraId="6BE25E99" w14:textId="77777777" w:rsidTr="00193A1A">
        <w:tc>
          <w:tcPr>
            <w:tcW w:w="567" w:type="dxa"/>
            <w:shd w:val="clear" w:color="auto" w:fill="FBE4D5" w:themeFill="accent2" w:themeFillTint="33"/>
          </w:tcPr>
          <w:p w14:paraId="68C3622A" w14:textId="608FC749" w:rsidR="00F205C5" w:rsidRDefault="00F205C5" w:rsidP="00193A1A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</w:r>
            <w:r w:rsidRPr="000C6214">
              <w:t>1.</w:t>
            </w:r>
            <w:r>
              <w:t>1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2A99DDE5" w14:textId="6C5987C0" w:rsidR="00F205C5" w:rsidRPr="000C6214" w:rsidRDefault="00F205C5" w:rsidP="00193A1A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5855850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rPr>
                <w:i w:val="0"/>
                <w:iCs/>
              </w:rPr>
              <w:t xml:space="preserve"> 2</w:t>
            </w:r>
            <w:r>
              <w:tab/>
            </w:r>
          </w:p>
        </w:tc>
      </w:tr>
      <w:tr w:rsidR="00F205C5" w14:paraId="2F9625C4" w14:textId="77777777" w:rsidTr="00193A1A">
        <w:tc>
          <w:tcPr>
            <w:tcW w:w="567" w:type="dxa"/>
            <w:shd w:val="clear" w:color="auto" w:fill="FBE4D5" w:themeFill="accent2" w:themeFillTint="33"/>
          </w:tcPr>
          <w:p w14:paraId="66540D90" w14:textId="40EA309C" w:rsidR="00F205C5" w:rsidRDefault="00F205C5" w:rsidP="00193A1A">
            <w:pPr>
              <w:pStyle w:val="Comptences"/>
              <w:keepLines/>
              <w:ind w:right="-34" w:hanging="107"/>
              <w:jc w:val="center"/>
            </w:pPr>
            <w:r>
              <w:t>3.4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4199426D" w14:textId="41B9AF4F" w:rsidR="00F205C5" w:rsidRDefault="00F205C5" w:rsidP="00193A1A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1984115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rPr>
                <w:i w:val="0"/>
                <w:iCs/>
              </w:rPr>
              <w:t xml:space="preserve"> </w:t>
            </w:r>
            <w:r>
              <w:t>2</w:t>
            </w:r>
          </w:p>
        </w:tc>
      </w:tr>
    </w:tbl>
    <w:p w14:paraId="3706DBF7" w14:textId="7845E9A0" w:rsidR="00987CAB" w:rsidRDefault="00987CAB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0B0C85F9" w14:textId="18637C12" w:rsidR="00370C82" w:rsidRPr="00F03213" w:rsidRDefault="00F205C5" w:rsidP="00370C82">
      <w:r>
        <w:rPr>
          <w:noProof/>
        </w:rPr>
        <w:drawing>
          <wp:anchor distT="0" distB="0" distL="114300" distR="114300" simplePos="0" relativeHeight="251661312" behindDoc="0" locked="0" layoutInCell="1" allowOverlap="1" wp14:anchorId="3BA4F096" wp14:editId="203A7EE1">
            <wp:simplePos x="0" y="0"/>
            <wp:positionH relativeFrom="column">
              <wp:posOffset>-1644015</wp:posOffset>
            </wp:positionH>
            <wp:positionV relativeFrom="paragraph">
              <wp:posOffset>328295</wp:posOffset>
            </wp:positionV>
            <wp:extent cx="1339850" cy="1296035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7C5155" w14:textId="496DE7D4" w:rsidR="00370C82" w:rsidRDefault="00370C82" w:rsidP="00370C82">
      <w:pPr>
        <w:pStyle w:val="Titre3"/>
      </w:pPr>
      <w:r>
        <w:t xml:space="preserve">Thèmes et </w:t>
      </w:r>
      <w:r w:rsidR="003B19B8">
        <w:t>attendus</w:t>
      </w:r>
      <w:r>
        <w:t xml:space="preserve"> Mathématiques</w:t>
      </w:r>
    </w:p>
    <w:p w14:paraId="0E492CB5" w14:textId="76A8F237" w:rsidR="00370C82" w:rsidRDefault="00CA6951" w:rsidP="00370C82">
      <w:pPr>
        <w:pStyle w:val="Titre4"/>
        <w:ind w:firstLine="0"/>
      </w:pPr>
      <w:r>
        <w:t>Espace et géométrie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370C82" w:rsidRPr="000C6214" w14:paraId="41C640E3" w14:textId="77777777" w:rsidTr="007E5D6C">
        <w:tc>
          <w:tcPr>
            <w:tcW w:w="426" w:type="dxa"/>
            <w:shd w:val="clear" w:color="auto" w:fill="FBE4D5" w:themeFill="accent2" w:themeFillTint="33"/>
          </w:tcPr>
          <w:p w14:paraId="2844D4ED" w14:textId="77777777" w:rsidR="00370C82" w:rsidRDefault="00370C82" w:rsidP="007E5D6C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FC07A04" wp14:editId="2615D6AD">
                  <wp:extent cx="133350" cy="1333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3A95246" w14:textId="3F2D79BF" w:rsidR="00370C82" w:rsidRPr="00E5379F" w:rsidRDefault="00073553" w:rsidP="007E5D6C">
            <w:pPr>
              <w:pStyle w:val="Comptences"/>
              <w:ind w:left="-109" w:right="317"/>
              <w:rPr>
                <w:szCs w:val="20"/>
              </w:rPr>
            </w:pPr>
            <w:r>
              <w:rPr>
                <w:szCs w:val="20"/>
              </w:rPr>
              <w:t>Représenter l’esp</w:t>
            </w:r>
            <w:r w:rsidR="008454C8">
              <w:rPr>
                <w:szCs w:val="20"/>
              </w:rPr>
              <w:t>a</w:t>
            </w:r>
            <w:r>
              <w:rPr>
                <w:szCs w:val="20"/>
              </w:rPr>
              <w:t>ce</w:t>
            </w:r>
          </w:p>
        </w:tc>
      </w:tr>
    </w:tbl>
    <w:p w14:paraId="0B7413E0" w14:textId="3D28D82D" w:rsidR="005E132C" w:rsidRDefault="00CA6951" w:rsidP="005E132C">
      <w:pPr>
        <w:pStyle w:val="Titre4"/>
        <w:ind w:firstLine="0"/>
      </w:pPr>
      <w:r>
        <w:t>Algo et programmation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5E132C" w:rsidRPr="000C6214" w14:paraId="38C19011" w14:textId="77777777" w:rsidTr="00877C57">
        <w:tc>
          <w:tcPr>
            <w:tcW w:w="426" w:type="dxa"/>
            <w:shd w:val="clear" w:color="auto" w:fill="FBE4D5" w:themeFill="accent2" w:themeFillTint="33"/>
          </w:tcPr>
          <w:p w14:paraId="7F2B34D7" w14:textId="06782F0A" w:rsidR="005E132C" w:rsidRDefault="005E132C" w:rsidP="00877C57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BB14E20" wp14:editId="6C0F0401">
                  <wp:extent cx="133350" cy="13335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7970C59" w14:textId="46E3E3E5" w:rsidR="005E132C" w:rsidRPr="008454C8" w:rsidRDefault="00CA6951" w:rsidP="00877C57">
            <w:pPr>
              <w:pStyle w:val="Comptences"/>
              <w:ind w:left="-109" w:right="317"/>
              <w:rPr>
                <w:rFonts w:cstheme="minorHAnsi"/>
                <w:szCs w:val="20"/>
              </w:rPr>
            </w:pPr>
            <w:r w:rsidRPr="008454C8">
              <w:rPr>
                <w:rFonts w:cstheme="minorHAnsi"/>
              </w:rPr>
              <w:t>Écrire, mettre au point, exécuter un programme</w:t>
            </w:r>
          </w:p>
        </w:tc>
      </w:tr>
    </w:tbl>
    <w:p w14:paraId="0D02047F" w14:textId="3DF9FE01" w:rsidR="00C578E1" w:rsidRPr="00C578E1" w:rsidRDefault="00D56F9E" w:rsidP="00E03596">
      <w:pPr>
        <w:ind w:left="0"/>
      </w:pPr>
      <w:r w:rsidRPr="00566DE2">
        <w:rPr>
          <w:noProof/>
        </w:rPr>
        <w:drawing>
          <wp:anchor distT="0" distB="0" distL="114300" distR="114300" simplePos="0" relativeHeight="251666432" behindDoc="0" locked="0" layoutInCell="1" allowOverlap="1" wp14:anchorId="3C7AA7B0" wp14:editId="2D481C7C">
            <wp:simplePos x="0" y="0"/>
            <wp:positionH relativeFrom="column">
              <wp:posOffset>-2911110</wp:posOffset>
            </wp:positionH>
            <wp:positionV relativeFrom="paragraph">
              <wp:posOffset>2264410</wp:posOffset>
            </wp:positionV>
            <wp:extent cx="648000" cy="669600"/>
            <wp:effectExtent l="95250" t="0" r="57150" b="0"/>
            <wp:wrapNone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10077">
                      <a:off x="0" y="0"/>
                      <a:ext cx="648000" cy="6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6DE2">
        <w:rPr>
          <w:noProof/>
        </w:rPr>
        <w:drawing>
          <wp:anchor distT="0" distB="0" distL="114300" distR="114300" simplePos="0" relativeHeight="251664384" behindDoc="0" locked="0" layoutInCell="1" allowOverlap="1" wp14:anchorId="0D505BAE" wp14:editId="25B187A9">
            <wp:simplePos x="0" y="0"/>
            <wp:positionH relativeFrom="column">
              <wp:posOffset>-1273810</wp:posOffset>
            </wp:positionH>
            <wp:positionV relativeFrom="paragraph">
              <wp:posOffset>1880235</wp:posOffset>
            </wp:positionV>
            <wp:extent cx="648000" cy="669600"/>
            <wp:effectExtent l="27305" t="67945" r="0" b="65405"/>
            <wp:wrapNone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09965">
                      <a:off x="0" y="0"/>
                      <a:ext cx="648000" cy="6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4C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AD9661" wp14:editId="616B8C27">
                <wp:simplePos x="0" y="0"/>
                <wp:positionH relativeFrom="column">
                  <wp:posOffset>-3612515</wp:posOffset>
                </wp:positionH>
                <wp:positionV relativeFrom="paragraph">
                  <wp:posOffset>1900555</wp:posOffset>
                </wp:positionV>
                <wp:extent cx="835660" cy="344805"/>
                <wp:effectExtent l="0" t="114300" r="0" b="131445"/>
                <wp:wrapNone/>
                <wp:docPr id="31" name="Flèche : droite rayé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04853">
                          <a:off x="0" y="0"/>
                          <a:ext cx="835660" cy="344805"/>
                        </a:xfrm>
                        <a:prstGeom prst="stripedRightArrow">
                          <a:avLst>
                            <a:gd name="adj1" fmla="val 27832"/>
                            <a:gd name="adj2" fmla="val 62167"/>
                          </a:avLst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3FF6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 : droite rayée 31" o:spid="_x0000_s1026" type="#_x0000_t93" style="position:absolute;margin-left:-284.45pt;margin-top:149.65pt;width:65.8pt;height:27.15pt;rotation:-239768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" adj="16059,7794" fillcolor="#00b0f0" strokecolor="black [3213]" strokeweight="1pt"/>
            </w:pict>
          </mc:Fallback>
        </mc:AlternateContent>
      </w:r>
    </w:p>
    <w:sectPr w:rsidR="00C578E1" w:rsidRPr="00C578E1" w:rsidSect="00D7271C">
      <w:headerReference w:type="default" r:id="rId22"/>
      <w:footerReference w:type="default" r:id="rId23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FC2A" w14:textId="77777777" w:rsidR="001776A0" w:rsidRDefault="001776A0" w:rsidP="003F20BE">
      <w:pPr>
        <w:spacing w:after="0" w:line="240" w:lineRule="auto"/>
      </w:pPr>
      <w:r>
        <w:separator/>
      </w:r>
    </w:p>
  </w:endnote>
  <w:endnote w:type="continuationSeparator" w:id="0">
    <w:p w14:paraId="27E9B952" w14:textId="77777777" w:rsidR="001776A0" w:rsidRDefault="001776A0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7F6" w14:textId="77777777" w:rsidR="004046D3" w:rsidRDefault="004046D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C847E" wp14:editId="09A3A1D4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440D6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F758" w14:textId="77777777" w:rsidR="001776A0" w:rsidRDefault="001776A0" w:rsidP="003F20BE">
      <w:pPr>
        <w:spacing w:after="0" w:line="240" w:lineRule="auto"/>
      </w:pPr>
      <w:r>
        <w:separator/>
      </w:r>
    </w:p>
  </w:footnote>
  <w:footnote w:type="continuationSeparator" w:id="0">
    <w:p w14:paraId="54183D91" w14:textId="77777777" w:rsidR="001776A0" w:rsidRDefault="001776A0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AB38" w14:textId="78A16C69" w:rsidR="004046D3" w:rsidRPr="00E40EA9" w:rsidRDefault="004046D3" w:rsidP="00D7271C">
    <w:pPr>
      <w:pStyle w:val="En-tte"/>
      <w:tabs>
        <w:tab w:val="clear" w:pos="4536"/>
        <w:tab w:val="clear" w:pos="9072"/>
        <w:tab w:val="center" w:pos="7655"/>
      </w:tabs>
      <w:spacing w:before="80"/>
      <w:ind w:left="0" w:right="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0883" wp14:editId="63C8E0E4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949E8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5EAB49" wp14:editId="7EDDE6C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E608C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41E7"/>
    <w:multiLevelType w:val="hybridMultilevel"/>
    <w:tmpl w:val="504020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3B72"/>
    <w:multiLevelType w:val="hybridMultilevel"/>
    <w:tmpl w:val="9FE20A50"/>
    <w:lvl w:ilvl="0" w:tplc="697E901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4C7AFC"/>
    <w:multiLevelType w:val="hybridMultilevel"/>
    <w:tmpl w:val="35F44178"/>
    <w:lvl w:ilvl="0" w:tplc="C3063D1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F7D5793"/>
    <w:multiLevelType w:val="hybridMultilevel"/>
    <w:tmpl w:val="4A32EAA8"/>
    <w:lvl w:ilvl="0" w:tplc="F92A851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26"/>
    <w:rsid w:val="000173CC"/>
    <w:rsid w:val="000347F7"/>
    <w:rsid w:val="0005049D"/>
    <w:rsid w:val="000533EF"/>
    <w:rsid w:val="00062226"/>
    <w:rsid w:val="000672FB"/>
    <w:rsid w:val="00073553"/>
    <w:rsid w:val="000C6214"/>
    <w:rsid w:val="0010001A"/>
    <w:rsid w:val="00117535"/>
    <w:rsid w:val="001776A0"/>
    <w:rsid w:val="001C55AA"/>
    <w:rsid w:val="001C584B"/>
    <w:rsid w:val="002533E9"/>
    <w:rsid w:val="002860A1"/>
    <w:rsid w:val="002D74A0"/>
    <w:rsid w:val="00370C82"/>
    <w:rsid w:val="003B19B8"/>
    <w:rsid w:val="003C3DDB"/>
    <w:rsid w:val="003D4341"/>
    <w:rsid w:val="003D66D1"/>
    <w:rsid w:val="003F20BE"/>
    <w:rsid w:val="003F7483"/>
    <w:rsid w:val="004046D3"/>
    <w:rsid w:val="00420433"/>
    <w:rsid w:val="00443E27"/>
    <w:rsid w:val="00494466"/>
    <w:rsid w:val="004B56B4"/>
    <w:rsid w:val="004E2947"/>
    <w:rsid w:val="00566DE2"/>
    <w:rsid w:val="00587B7F"/>
    <w:rsid w:val="00591C15"/>
    <w:rsid w:val="00592FFF"/>
    <w:rsid w:val="005D66D9"/>
    <w:rsid w:val="005E132C"/>
    <w:rsid w:val="005E4DCF"/>
    <w:rsid w:val="006777D5"/>
    <w:rsid w:val="006B0A6D"/>
    <w:rsid w:val="006D45F6"/>
    <w:rsid w:val="006E2F91"/>
    <w:rsid w:val="006E7B95"/>
    <w:rsid w:val="00727FF0"/>
    <w:rsid w:val="00747584"/>
    <w:rsid w:val="007876A8"/>
    <w:rsid w:val="007B0684"/>
    <w:rsid w:val="007C6449"/>
    <w:rsid w:val="007D0A21"/>
    <w:rsid w:val="00843400"/>
    <w:rsid w:val="008454C8"/>
    <w:rsid w:val="0085415E"/>
    <w:rsid w:val="00871025"/>
    <w:rsid w:val="00886E9E"/>
    <w:rsid w:val="008F52BE"/>
    <w:rsid w:val="00946921"/>
    <w:rsid w:val="0096397D"/>
    <w:rsid w:val="0097157C"/>
    <w:rsid w:val="00987CAB"/>
    <w:rsid w:val="009A5425"/>
    <w:rsid w:val="00AC6D64"/>
    <w:rsid w:val="00AD151E"/>
    <w:rsid w:val="00AD3424"/>
    <w:rsid w:val="00BA5E2E"/>
    <w:rsid w:val="00BC4B7E"/>
    <w:rsid w:val="00C26814"/>
    <w:rsid w:val="00C578E1"/>
    <w:rsid w:val="00CA6951"/>
    <w:rsid w:val="00CB0E83"/>
    <w:rsid w:val="00CD2D11"/>
    <w:rsid w:val="00CE5889"/>
    <w:rsid w:val="00D56F9E"/>
    <w:rsid w:val="00D63F12"/>
    <w:rsid w:val="00D7271C"/>
    <w:rsid w:val="00D75996"/>
    <w:rsid w:val="00D85F09"/>
    <w:rsid w:val="00DB6F1D"/>
    <w:rsid w:val="00DF32D1"/>
    <w:rsid w:val="00E01CB5"/>
    <w:rsid w:val="00E03596"/>
    <w:rsid w:val="00E046A6"/>
    <w:rsid w:val="00E13F4A"/>
    <w:rsid w:val="00E206F3"/>
    <w:rsid w:val="00E40EA9"/>
    <w:rsid w:val="00E849EA"/>
    <w:rsid w:val="00EA4AC4"/>
    <w:rsid w:val="00F149BF"/>
    <w:rsid w:val="00F205C5"/>
    <w:rsid w:val="00F21244"/>
    <w:rsid w:val="00F27314"/>
    <w:rsid w:val="00F711A8"/>
    <w:rsid w:val="00F9764D"/>
    <w:rsid w:val="00FC490D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E92"/>
  <w15:chartTrackingRefBased/>
  <w15:docId w15:val="{16BAC11F-1158-4703-8651-65156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E"/>
    <w:pPr>
      <w:spacing w:after="40"/>
      <w:ind w:left="284" w:right="284"/>
    </w:pPr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ienhypertexte">
    <w:name w:val="Hyperlink"/>
    <w:basedOn w:val="Policepardfaut"/>
    <w:uiPriority w:val="99"/>
    <w:unhideWhenUsed/>
    <w:rsid w:val="0087102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71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eoportail.gouv.fr/carte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sv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footer" Target="footer1.xml"/><Relationship Id="rId10" Type="http://schemas.openxmlformats.org/officeDocument/2006/relationships/hyperlink" Target="https://www.geoportail.gouv.fr/carte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0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37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ha\AppData\Local\Temp\PIX_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8906-F22F-4AD5-B4E7-72F35E03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PIX_modèle.dotx</Template>
  <TotalTime>156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12</cp:revision>
  <cp:lastPrinted>2021-05-20T12:56:00Z</cp:lastPrinted>
  <dcterms:created xsi:type="dcterms:W3CDTF">2021-05-11T10:42:00Z</dcterms:created>
  <dcterms:modified xsi:type="dcterms:W3CDTF">2021-05-20T13:54:00Z</dcterms:modified>
</cp:coreProperties>
</file>