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1906" w14:textId="576F1DF8" w:rsidR="009A5425" w:rsidRDefault="00516A02" w:rsidP="00C26814">
      <w:pPr>
        <w:pStyle w:val="Titre1"/>
      </w:pPr>
      <w:r>
        <w:t>Pavage de Penrose</w:t>
      </w:r>
    </w:p>
    <w:p w14:paraId="6188BA0B" w14:textId="730E5EAE" w:rsidR="00BA5E2E" w:rsidRPr="00BA5E2E" w:rsidRDefault="00E8706C" w:rsidP="00BA5E2E">
      <w:pPr>
        <w:pStyle w:val="Titre2"/>
      </w:pPr>
      <w:r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012EFE5C" wp14:editId="590BBA2C">
            <wp:simplePos x="0" y="0"/>
            <wp:positionH relativeFrom="column">
              <wp:posOffset>3305175</wp:posOffset>
            </wp:positionH>
            <wp:positionV relativeFrom="paragraph">
              <wp:posOffset>277495</wp:posOffset>
            </wp:positionV>
            <wp:extent cx="1790700" cy="1800225"/>
            <wp:effectExtent l="0" t="0" r="0" b="952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5E2E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7342DF" wp14:editId="318FAA3E">
                <wp:simplePos x="0" y="0"/>
                <wp:positionH relativeFrom="column">
                  <wp:posOffset>42203</wp:posOffset>
                </wp:positionH>
                <wp:positionV relativeFrom="page">
                  <wp:posOffset>1547446</wp:posOffset>
                </wp:positionV>
                <wp:extent cx="5008709" cy="7343774"/>
                <wp:effectExtent l="0" t="0" r="1905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8709" cy="7343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83A128" w14:textId="77777777" w:rsidR="00516A02" w:rsidRPr="00FC55D1" w:rsidRDefault="00516A02" w:rsidP="0005049D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Les pavages de Penrose sont intéressants :</w:t>
                            </w:r>
                          </w:p>
                          <w:p w14:paraId="3B013C0A" w14:textId="77777777" w:rsidR="00E8706C" w:rsidRDefault="00516A02" w:rsidP="00FC55D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 xml:space="preserve">en mathématiques car ils ont des propriétés </w:t>
                            </w:r>
                          </w:p>
                          <w:p w14:paraId="758022DD" w14:textId="4EB2C375" w:rsidR="00FC55D1" w:rsidRDefault="00516A02" w:rsidP="00E8706C">
                            <w:pPr>
                              <w:pStyle w:val="Paragraphedeliste"/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particulières</w:t>
                            </w:r>
                          </w:p>
                          <w:p w14:paraId="13AF6F09" w14:textId="77777777" w:rsidR="00E8706C" w:rsidRDefault="00516A02" w:rsidP="00FC55D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 xml:space="preserve">en physique car ils ressemblent à des sortes </w:t>
                            </w:r>
                          </w:p>
                          <w:p w14:paraId="3B6EC2B3" w14:textId="396931FC" w:rsidR="00FC55D1" w:rsidRDefault="00516A02" w:rsidP="00E8706C">
                            <w:pPr>
                              <w:pStyle w:val="Paragraphedeliste"/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de cristaux que les physiciens peuvent fabriquer</w:t>
                            </w:r>
                          </w:p>
                          <w:p w14:paraId="65840380" w14:textId="512CB6D4" w:rsidR="00AD151E" w:rsidRPr="00FC55D1" w:rsidRDefault="00516A02" w:rsidP="00FC55D1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en arts (l’art des Mathématiques !)</w:t>
                            </w:r>
                          </w:p>
                          <w:p w14:paraId="0044C5B0" w14:textId="50144C04" w:rsidR="00FC55D1" w:rsidRDefault="00FC55D1" w:rsidP="00FC55D1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</w:p>
                          <w:p w14:paraId="66556756" w14:textId="0993A59A" w:rsidR="00FC55D1" w:rsidRPr="00FC55D1" w:rsidRDefault="00FC55D1" w:rsidP="00FC55D1">
                            <w:pPr>
                              <w:ind w:left="0"/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</w:pPr>
                            <w:r w:rsidRPr="00FC55D1">
                              <w:rPr>
                                <w:rFonts w:cstheme="minorHAnsi"/>
                                <w:b/>
                                <w:bCs/>
                                <w:u w:val="single"/>
                              </w:rPr>
                              <w:t>Partie A : Recherche d’informations</w:t>
                            </w:r>
                          </w:p>
                          <w:p w14:paraId="2C1057D7" w14:textId="68D59F84" w:rsidR="00516A02" w:rsidRPr="00FC55D1" w:rsidRDefault="00516A02" w:rsidP="00FC55D1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 xml:space="preserve">Rechercher les informations suivantes : </w:t>
                            </w:r>
                          </w:p>
                          <w:p w14:paraId="006930C7" w14:textId="4A006F84" w:rsidR="00516A02" w:rsidRPr="00FC55D1" w:rsidRDefault="00516A02" w:rsidP="00FC55D1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Qui était Roger Penrose ?</w:t>
                            </w:r>
                          </w:p>
                          <w:p w14:paraId="4A73605F" w14:textId="23302525" w:rsidR="00516A02" w:rsidRDefault="00516A02" w:rsidP="00FC55D1">
                            <w:pPr>
                              <w:pStyle w:val="Paragraphedeliste"/>
                              <w:numPr>
                                <w:ilvl w:val="0"/>
                                <w:numId w:val="5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 w:rsidRPr="00FC55D1">
                              <w:rPr>
                                <w:rFonts w:cstheme="minorHAnsi"/>
                              </w:rPr>
                              <w:t>Quand a-t-il publié la découverte des pavages portant son nom ?</w:t>
                            </w:r>
                          </w:p>
                          <w:p w14:paraId="296D69EE" w14:textId="77777777" w:rsidR="00FC55D1" w:rsidRDefault="00FC55D1" w:rsidP="00FC55D1">
                            <w:pPr>
                              <w:ind w:left="0"/>
                            </w:pPr>
                          </w:p>
                          <w:p w14:paraId="4EAB5C29" w14:textId="77777777" w:rsidR="00FC55D1" w:rsidRPr="00FC55D1" w:rsidRDefault="00FC55D1" w:rsidP="00FC55D1">
                            <w:pPr>
                              <w:ind w:left="0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FC55D1">
                              <w:rPr>
                                <w:b/>
                                <w:bCs/>
                                <w:u w:val="single"/>
                              </w:rPr>
                              <w:t xml:space="preserve">Partie B : Construction, création </w:t>
                            </w:r>
                          </w:p>
                          <w:p w14:paraId="090DC74C" w14:textId="032572A2" w:rsidR="00FC55D1" w:rsidRPr="00FC55D1" w:rsidRDefault="00FC55D1" w:rsidP="00FC55D1">
                            <w:pPr>
                              <w:ind w:left="0"/>
                              <w:rPr>
                                <w:rFonts w:cstheme="minorHAnsi"/>
                              </w:rPr>
                            </w:pPr>
                            <w:r>
                              <w:t>Cet assemblage géométrique utilise deux losanges de formes différentes.</w:t>
                            </w:r>
                          </w:p>
                          <w:p w14:paraId="26C90E8B" w14:textId="125CB1B4" w:rsidR="00FC55D1" w:rsidRPr="00FC55D1" w:rsidRDefault="00FC55D1" w:rsidP="00FC55D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Ouvrir un logiciel de géométrie dynamique</w:t>
                            </w:r>
                            <w:r w:rsidR="00F8592D">
                              <w:rPr>
                                <w:rFonts w:cstheme="minorHAnsi"/>
                              </w:rPr>
                              <w:t>.</w:t>
                            </w:r>
                          </w:p>
                          <w:p w14:paraId="1A8674B7" w14:textId="7898CF2E" w:rsidR="00FC55D1" w:rsidRPr="006B22B7" w:rsidRDefault="00FC55D1" w:rsidP="00FC55D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>
                              <w:t>Construire les 2 losanges</w:t>
                            </w:r>
                            <w:r w:rsidR="00E8706C">
                              <w:t xml:space="preserve"> suivants</w:t>
                            </w:r>
                            <w:r w:rsidR="006B22B7">
                              <w:t> :</w:t>
                            </w:r>
                          </w:p>
                          <w:p w14:paraId="19510A21" w14:textId="77777777" w:rsidR="006B22B7" w:rsidRPr="006B22B7" w:rsidRDefault="006B22B7" w:rsidP="006B22B7">
                            <w:pPr>
                              <w:pStyle w:val="Paragraphedeliste"/>
                              <w:ind w:left="426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7224" w:type="dxa"/>
                              <w:tblInd w:w="42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54"/>
                              <w:gridCol w:w="2706"/>
                              <w:gridCol w:w="1864"/>
                            </w:tblGrid>
                            <w:tr w:rsidR="009E52D8" w14:paraId="0BA7007F" w14:textId="77777777" w:rsidTr="00DA14D2">
                              <w:tc>
                                <w:tcPr>
                                  <w:tcW w:w="2654" w:type="dxa"/>
                                </w:tcPr>
                                <w:p w14:paraId="6F2D912F" w14:textId="3072A936" w:rsidR="00E8706C" w:rsidRPr="00E8706C" w:rsidRDefault="00E8706C" w:rsidP="00E8706C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E8706C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Losange jaune</w:t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</w:tcPr>
                                <w:p w14:paraId="4227BD12" w14:textId="456D4A30" w:rsidR="00E8706C" w:rsidRPr="00E8706C" w:rsidRDefault="00E8706C" w:rsidP="00E8706C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E8706C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Losange violet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098D4544" w14:textId="1784ADBD" w:rsidR="00E8706C" w:rsidRPr="00DA14D2" w:rsidRDefault="00E8706C" w:rsidP="00E8706C">
                                  <w:pPr>
                                    <w:pStyle w:val="Paragraphedeliste"/>
                                    <w:ind w:left="0"/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rFonts w:cstheme="minorHAnsi"/>
                                      <w:b/>
                                      <w:bCs/>
                                    </w:rPr>
                                    <w:t>Assemblage</w:t>
                                  </w:r>
                                </w:p>
                              </w:tc>
                            </w:tr>
                            <w:tr w:rsidR="009E52D8" w14:paraId="2F7EB612" w14:textId="77777777" w:rsidTr="00DA14D2">
                              <w:tc>
                                <w:tcPr>
                                  <w:tcW w:w="2654" w:type="dxa"/>
                                </w:tcPr>
                                <w:p w14:paraId="721A68D4" w14:textId="5FFC760E" w:rsidR="00E8706C" w:rsidRDefault="00E8706C" w:rsidP="00E8706C">
                                  <w:pPr>
                                    <w:pStyle w:val="Paragraphedeliste"/>
                                    <w:ind w:left="0" w:right="-179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</w:rPr>
                                    <w:drawing>
                                      <wp:inline distT="0" distB="0" distL="0" distR="0" wp14:anchorId="7349DC3C" wp14:editId="6DAE81DE">
                                        <wp:extent cx="1548582" cy="714375"/>
                                        <wp:effectExtent l="0" t="0" r="0" b="0"/>
                                        <wp:docPr id="14" name="Imag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Image 14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57907" cy="7186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706" w:type="dxa"/>
                                </w:tcPr>
                                <w:p w14:paraId="7A348FC3" w14:textId="54BC1632" w:rsidR="00E8706C" w:rsidRDefault="00E8706C" w:rsidP="00E8706C">
                                  <w:pPr>
                                    <w:pStyle w:val="Paragraphedeliste"/>
                                    <w:ind w:left="0" w:right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noProof/>
                                    </w:rPr>
                                    <w:drawing>
                                      <wp:inline distT="0" distB="0" distL="0" distR="0" wp14:anchorId="4EAC5BC6" wp14:editId="23B51BF4">
                                        <wp:extent cx="1573492" cy="714375"/>
                                        <wp:effectExtent l="0" t="0" r="8255" b="0"/>
                                        <wp:docPr id="17" name="Image 1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7" name="Image 17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78769" cy="71677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14:paraId="4D7C2AB1" w14:textId="30CBC11E" w:rsidR="00E8706C" w:rsidRDefault="009E52D8" w:rsidP="00E8706C">
                                  <w:pPr>
                                    <w:pStyle w:val="Paragraphedeliste"/>
                                    <w:ind w:left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01364F0" wp14:editId="607504D4">
                                        <wp:extent cx="907415" cy="1039025"/>
                                        <wp:effectExtent l="0" t="0" r="6985" b="8890"/>
                                        <wp:docPr id="22" name="Imag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11743" cy="10439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F2F0350" w14:textId="77777777" w:rsidR="00E8706C" w:rsidRPr="00FC55D1" w:rsidRDefault="00E8706C" w:rsidP="00E8706C">
                            <w:pPr>
                              <w:pStyle w:val="Paragraphedeliste"/>
                              <w:ind w:left="426"/>
                              <w:rPr>
                                <w:rFonts w:cstheme="minorHAnsi"/>
                              </w:rPr>
                            </w:pPr>
                          </w:p>
                          <w:p w14:paraId="5FE4D03F" w14:textId="7A41EEAB" w:rsidR="00FC55D1" w:rsidRPr="00FC55D1" w:rsidRDefault="00FC55D1" w:rsidP="00FC55D1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ind w:left="426"/>
                              <w:rPr>
                                <w:rFonts w:cstheme="minorHAnsi"/>
                              </w:rPr>
                            </w:pPr>
                            <w:r>
                              <w:t>En utilisant des transformations géométriques (</w:t>
                            </w:r>
                            <w:r w:rsidR="00E8706C">
                              <w:t xml:space="preserve">des </w:t>
                            </w:r>
                            <w:r>
                              <w:t xml:space="preserve">rotations </w:t>
                            </w:r>
                            <w:r w:rsidR="009E52D8">
                              <w:t xml:space="preserve">pour les losanges </w:t>
                            </w:r>
                            <w:r w:rsidR="00E8706C">
                              <w:t>puis des</w:t>
                            </w:r>
                            <w:r>
                              <w:t xml:space="preserve"> translation</w:t>
                            </w:r>
                            <w:r w:rsidR="00E8706C">
                              <w:t>s</w:t>
                            </w:r>
                            <w:r>
                              <w:t>), réaliser le pavage.</w:t>
                            </w:r>
                          </w:p>
                          <w:p w14:paraId="1BD5C17F" w14:textId="77777777" w:rsidR="00FC55D1" w:rsidRDefault="00FC55D1" w:rsidP="00FC55D1">
                            <w:pPr>
                              <w:ind w:left="0"/>
                            </w:pPr>
                          </w:p>
                          <w:p w14:paraId="22F74B9F" w14:textId="77777777" w:rsidR="00FC55D1" w:rsidRPr="00FC55D1" w:rsidRDefault="00FC55D1" w:rsidP="00FC55D1">
                            <w:pPr>
                              <w:ind w:left="0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FC55D1">
                              <w:rPr>
                                <w:b/>
                                <w:bCs/>
                                <w:u w:val="single"/>
                              </w:rPr>
                              <w:t>Partie C : Partage et sécurité</w:t>
                            </w:r>
                          </w:p>
                          <w:p w14:paraId="7B9660DD" w14:textId="2E2760D7" w:rsidR="00516A02" w:rsidRDefault="00FC55D1" w:rsidP="00FC55D1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426"/>
                            </w:pPr>
                            <w:r>
                              <w:t>Enregistrer votre travail sous forme d’image.</w:t>
                            </w:r>
                            <w:r w:rsidR="003616AD">
                              <w:t xml:space="preserve"> Quelle est la taille (poids) du fichier </w:t>
                            </w:r>
                            <w:r w:rsidR="003616AD" w:rsidRPr="003616AD">
                              <w:rPr>
                                <w:rStyle w:val="lev"/>
                                <w:b w:val="0"/>
                                <w:bCs w:val="0"/>
                              </w:rPr>
                              <w:t>image</w:t>
                            </w:r>
                            <w:r w:rsidR="003616AD">
                              <w:rPr>
                                <w:rStyle w:val="lev"/>
                              </w:rPr>
                              <w:t xml:space="preserve"> </w:t>
                            </w:r>
                            <w:r w:rsidR="003616AD">
                              <w:t>?</w:t>
                            </w:r>
                          </w:p>
                          <w:p w14:paraId="1F8D4E16" w14:textId="45B01E84" w:rsidR="00E8706C" w:rsidRDefault="00FC55D1" w:rsidP="00E8706C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ind w:left="426"/>
                            </w:pPr>
                            <w:r>
                              <w:t xml:space="preserve">Vous </w:t>
                            </w:r>
                            <w:r w:rsidR="00E8706C">
                              <w:t>souhaitez partager cette image avec vos amis, quel</w:t>
                            </w:r>
                            <w:r w:rsidR="00DC628D">
                              <w:t>s</w:t>
                            </w:r>
                            <w:r w:rsidR="00E8706C">
                              <w:t xml:space="preserve"> réseau</w:t>
                            </w:r>
                            <w:r w:rsidR="00DC628D">
                              <w:t>x</w:t>
                            </w:r>
                            <w:r w:rsidR="00E8706C">
                              <w:t xml:space="preserve"> </w:t>
                            </w:r>
                            <w:r w:rsidR="00DC628D">
                              <w:t xml:space="preserve">sociaux </w:t>
                            </w:r>
                            <w:r w:rsidR="00E8706C">
                              <w:t>allez-vous utilise</w:t>
                            </w:r>
                            <w:r w:rsidR="00F8592D">
                              <w:t>r</w:t>
                            </w:r>
                            <w:r w:rsidR="00E8706C">
                              <w:t> parmi la liste suivante ? Pourquoi ?</w:t>
                            </w:r>
                          </w:p>
                          <w:p w14:paraId="3C24D997" w14:textId="77777777" w:rsidR="006B22B7" w:rsidRPr="006B22B7" w:rsidRDefault="006B22B7" w:rsidP="006B22B7">
                            <w:pPr>
                              <w:pStyle w:val="Paragraphedeliste"/>
                              <w:spacing w:after="0"/>
                              <w:ind w:left="426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tbl>
                            <w:tblPr>
                              <w:tblStyle w:val="Grilledutableau"/>
                              <w:tblW w:w="7146" w:type="dxa"/>
                              <w:tblInd w:w="653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20"/>
                              <w:gridCol w:w="1344"/>
                              <w:gridCol w:w="1385"/>
                              <w:gridCol w:w="1373"/>
                              <w:gridCol w:w="1624"/>
                            </w:tblGrid>
                            <w:tr w:rsidR="00DA14D2" w14:paraId="4D085678" w14:textId="77777777" w:rsidTr="00DA14D2">
                              <w:tc>
                                <w:tcPr>
                                  <w:tcW w:w="1420" w:type="dxa"/>
                                </w:tcPr>
                                <w:p w14:paraId="3B0DCB33" w14:textId="3CFA9074" w:rsidR="003616AD" w:rsidRPr="00DA14D2" w:rsidRDefault="00DC628D" w:rsidP="00DA14D2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b/>
                                      <w:bCs/>
                                    </w:rPr>
                                    <w:t>Instagram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</w:tcPr>
                                <w:p w14:paraId="1B392CBC" w14:textId="34311944" w:rsidR="003616AD" w:rsidRPr="00DA14D2" w:rsidRDefault="003616AD" w:rsidP="00DA14D2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b/>
                                      <w:bCs/>
                                    </w:rPr>
                                    <w:t>Snapchat</w:t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7B75ED87" w14:textId="49D93399" w:rsidR="003616AD" w:rsidRPr="00DA14D2" w:rsidRDefault="003616AD" w:rsidP="00DA14D2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b/>
                                      <w:bCs/>
                                    </w:rPr>
                                    <w:t>Spotify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 w14:paraId="76264DF3" w14:textId="081FE7A8" w:rsidR="003616AD" w:rsidRPr="00DA14D2" w:rsidRDefault="003616AD" w:rsidP="00DA14D2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b/>
                                      <w:bCs/>
                                    </w:rPr>
                                    <w:t>Facebook</w:t>
                                  </w:r>
                                </w:p>
                              </w:tc>
                              <w:tc>
                                <w:tcPr>
                                  <w:tcW w:w="1624" w:type="dxa"/>
                                </w:tcPr>
                                <w:p w14:paraId="3689517F" w14:textId="0719EAA0" w:rsidR="003616AD" w:rsidRPr="00DA14D2" w:rsidRDefault="003616AD" w:rsidP="00DA14D2">
                                  <w:pPr>
                                    <w:pStyle w:val="Paragraphedeliste"/>
                                    <w:ind w:left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A14D2">
                                    <w:rPr>
                                      <w:b/>
                                      <w:bCs/>
                                    </w:rPr>
                                    <w:t>Dailymotion</w:t>
                                  </w:r>
                                </w:p>
                              </w:tc>
                            </w:tr>
                            <w:tr w:rsidR="00DA14D2" w14:paraId="04F0468F" w14:textId="77777777" w:rsidTr="00DA14D2">
                              <w:tc>
                                <w:tcPr>
                                  <w:tcW w:w="1420" w:type="dxa"/>
                                </w:tcPr>
                                <w:p w14:paraId="3438B0A7" w14:textId="7EEE02E5" w:rsidR="003616AD" w:rsidRDefault="00DC628D" w:rsidP="003616AD">
                                  <w:pPr>
                                    <w:pStyle w:val="Paragraphedeliste"/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BF204F4" wp14:editId="72ED962D">
                                        <wp:extent cx="511954" cy="532765"/>
                                        <wp:effectExtent l="0" t="0" r="2540" b="635"/>
                                        <wp:docPr id="1" name="Imag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16890" cy="5379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</w:tcPr>
                                <w:p w14:paraId="7DDDBEF9" w14:textId="754529A2" w:rsidR="003616AD" w:rsidRDefault="003616AD" w:rsidP="003616AD">
                                  <w:pPr>
                                    <w:pStyle w:val="Paragraphedeliste"/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95B2928" wp14:editId="3141982C">
                                        <wp:extent cx="514775" cy="487680"/>
                                        <wp:effectExtent l="0" t="0" r="0" b="7620"/>
                                        <wp:docPr id="28" name="Imag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20402" cy="49301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85" w:type="dxa"/>
                                </w:tcPr>
                                <w:p w14:paraId="3EF446AA" w14:textId="1E739454" w:rsidR="003616AD" w:rsidRDefault="003616AD" w:rsidP="003616AD">
                                  <w:pPr>
                                    <w:pStyle w:val="Paragraphedeliste"/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30E284A" wp14:editId="4462C108">
                                        <wp:extent cx="561975" cy="532836"/>
                                        <wp:effectExtent l="0" t="0" r="0" b="635"/>
                                        <wp:docPr id="30" name="Image 3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65997" cy="536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</w:tcPr>
                                <w:p w14:paraId="3C47AEB7" w14:textId="6F6A0828" w:rsidR="003616AD" w:rsidRDefault="00DC628D" w:rsidP="003616AD">
                                  <w:pPr>
                                    <w:pStyle w:val="Paragraphedeliste"/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1C7EB27" wp14:editId="68033962">
                                        <wp:extent cx="495300" cy="503099"/>
                                        <wp:effectExtent l="0" t="0" r="0" b="0"/>
                                        <wp:docPr id="31" name="Imag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02279" cy="51018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624" w:type="dxa"/>
                                </w:tcPr>
                                <w:p w14:paraId="25067CD9" w14:textId="5103A236" w:rsidR="003616AD" w:rsidRDefault="00DC628D" w:rsidP="003616AD">
                                  <w:pPr>
                                    <w:pStyle w:val="Paragraphedeliste"/>
                                    <w:ind w:left="0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372C2EB" wp14:editId="71D48EB4">
                                        <wp:extent cx="438150" cy="487869"/>
                                        <wp:effectExtent l="0" t="0" r="0" b="7620"/>
                                        <wp:docPr id="192" name="Image 19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43135" cy="4934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16A1E7F7" w14:textId="77777777" w:rsidR="003616AD" w:rsidRPr="0005049D" w:rsidRDefault="003616AD" w:rsidP="003616AD">
                            <w:pPr>
                              <w:pStyle w:val="Paragraphedeliste"/>
                              <w:ind w:left="426"/>
                            </w:pPr>
                          </w:p>
                        </w:txbxContent>
                      </wps:txbx>
                      <wps:bodyPr rot="0" vert="horz" wrap="square" lIns="91440" tIns="45720" rIns="9000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342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.3pt;margin-top:121.85pt;width:394.4pt;height:578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" stroked="f">
                <v:textbox inset=",,2.5mm">
                  <w:txbxContent>
                    <w:p w14:paraId="5883A128" w14:textId="77777777" w:rsidR="00516A02" w:rsidRPr="00FC55D1" w:rsidRDefault="00516A02" w:rsidP="0005049D">
                      <w:pPr>
                        <w:ind w:left="0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Les pavages de Penrose sont intéressants :</w:t>
                      </w:r>
                    </w:p>
                    <w:p w14:paraId="3B013C0A" w14:textId="77777777" w:rsidR="00E8706C" w:rsidRDefault="00516A02" w:rsidP="00FC55D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 xml:space="preserve">en mathématiques car ils ont des propriétés </w:t>
                      </w:r>
                    </w:p>
                    <w:p w14:paraId="758022DD" w14:textId="4EB2C375" w:rsidR="00FC55D1" w:rsidRDefault="00516A02" w:rsidP="00E8706C">
                      <w:pPr>
                        <w:pStyle w:val="Paragraphedeliste"/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particulières</w:t>
                      </w:r>
                    </w:p>
                    <w:p w14:paraId="13AF6F09" w14:textId="77777777" w:rsidR="00E8706C" w:rsidRDefault="00516A02" w:rsidP="00FC55D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 xml:space="preserve">en physique car ils ressemblent à des sortes </w:t>
                      </w:r>
                    </w:p>
                    <w:p w14:paraId="3B6EC2B3" w14:textId="396931FC" w:rsidR="00FC55D1" w:rsidRDefault="00516A02" w:rsidP="00E8706C">
                      <w:pPr>
                        <w:pStyle w:val="Paragraphedeliste"/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de cristaux que les physiciens peuvent fabriquer</w:t>
                      </w:r>
                    </w:p>
                    <w:p w14:paraId="65840380" w14:textId="512CB6D4" w:rsidR="00AD151E" w:rsidRPr="00FC55D1" w:rsidRDefault="00516A02" w:rsidP="00FC55D1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en arts (l’art des Mathématiques !)</w:t>
                      </w:r>
                    </w:p>
                    <w:p w14:paraId="0044C5B0" w14:textId="50144C04" w:rsidR="00FC55D1" w:rsidRDefault="00FC55D1" w:rsidP="00FC55D1">
                      <w:pPr>
                        <w:ind w:left="0"/>
                        <w:rPr>
                          <w:rFonts w:cstheme="minorHAnsi"/>
                        </w:rPr>
                      </w:pPr>
                    </w:p>
                    <w:p w14:paraId="66556756" w14:textId="0993A59A" w:rsidR="00FC55D1" w:rsidRPr="00FC55D1" w:rsidRDefault="00FC55D1" w:rsidP="00FC55D1">
                      <w:pPr>
                        <w:ind w:left="0"/>
                        <w:rPr>
                          <w:rFonts w:cstheme="minorHAnsi"/>
                          <w:b/>
                          <w:bCs/>
                          <w:u w:val="single"/>
                        </w:rPr>
                      </w:pPr>
                      <w:r w:rsidRPr="00FC55D1">
                        <w:rPr>
                          <w:rFonts w:cstheme="minorHAnsi"/>
                          <w:b/>
                          <w:bCs/>
                          <w:u w:val="single"/>
                        </w:rPr>
                        <w:t>Partie A : Recherche d’informations</w:t>
                      </w:r>
                    </w:p>
                    <w:p w14:paraId="2C1057D7" w14:textId="68D59F84" w:rsidR="00516A02" w:rsidRPr="00FC55D1" w:rsidRDefault="00516A02" w:rsidP="00FC55D1">
                      <w:pPr>
                        <w:ind w:left="0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 xml:space="preserve">Rechercher les informations suivantes : </w:t>
                      </w:r>
                    </w:p>
                    <w:p w14:paraId="006930C7" w14:textId="4A006F84" w:rsidR="00516A02" w:rsidRPr="00FC55D1" w:rsidRDefault="00516A02" w:rsidP="00FC55D1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Qui était Roger Penrose ?</w:t>
                      </w:r>
                    </w:p>
                    <w:p w14:paraId="4A73605F" w14:textId="23302525" w:rsidR="00516A02" w:rsidRDefault="00516A02" w:rsidP="00FC55D1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ind w:left="426"/>
                        <w:rPr>
                          <w:rFonts w:cstheme="minorHAnsi"/>
                        </w:rPr>
                      </w:pPr>
                      <w:r w:rsidRPr="00FC55D1">
                        <w:rPr>
                          <w:rFonts w:cstheme="minorHAnsi"/>
                        </w:rPr>
                        <w:t>Quand a-t-il publié la découverte des pavages portant son nom ?</w:t>
                      </w:r>
                    </w:p>
                    <w:p w14:paraId="296D69EE" w14:textId="77777777" w:rsidR="00FC55D1" w:rsidRDefault="00FC55D1" w:rsidP="00FC55D1">
                      <w:pPr>
                        <w:ind w:left="0"/>
                      </w:pPr>
                    </w:p>
                    <w:p w14:paraId="4EAB5C29" w14:textId="77777777" w:rsidR="00FC55D1" w:rsidRPr="00FC55D1" w:rsidRDefault="00FC55D1" w:rsidP="00FC55D1">
                      <w:pPr>
                        <w:ind w:left="0"/>
                        <w:rPr>
                          <w:b/>
                          <w:bCs/>
                          <w:u w:val="single"/>
                        </w:rPr>
                      </w:pPr>
                      <w:r w:rsidRPr="00FC55D1">
                        <w:rPr>
                          <w:b/>
                          <w:bCs/>
                          <w:u w:val="single"/>
                        </w:rPr>
                        <w:t xml:space="preserve">Partie B : Construction, création </w:t>
                      </w:r>
                    </w:p>
                    <w:p w14:paraId="090DC74C" w14:textId="032572A2" w:rsidR="00FC55D1" w:rsidRPr="00FC55D1" w:rsidRDefault="00FC55D1" w:rsidP="00FC55D1">
                      <w:pPr>
                        <w:ind w:left="0"/>
                        <w:rPr>
                          <w:rFonts w:cstheme="minorHAnsi"/>
                        </w:rPr>
                      </w:pPr>
                      <w:r>
                        <w:t>Cet assemblage géométrique utilise deux losanges de formes différentes.</w:t>
                      </w:r>
                    </w:p>
                    <w:p w14:paraId="26C90E8B" w14:textId="125CB1B4" w:rsidR="00FC55D1" w:rsidRPr="00FC55D1" w:rsidRDefault="00FC55D1" w:rsidP="00FC55D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Ouvrir un logiciel de géométrie dynamique</w:t>
                      </w:r>
                      <w:r w:rsidR="00F8592D">
                        <w:rPr>
                          <w:rFonts w:cstheme="minorHAnsi"/>
                        </w:rPr>
                        <w:t>.</w:t>
                      </w:r>
                    </w:p>
                    <w:p w14:paraId="1A8674B7" w14:textId="7898CF2E" w:rsidR="00FC55D1" w:rsidRPr="006B22B7" w:rsidRDefault="00FC55D1" w:rsidP="00FC55D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rPr>
                          <w:rFonts w:cstheme="minorHAnsi"/>
                        </w:rPr>
                      </w:pPr>
                      <w:r>
                        <w:t>Construire les 2 losanges</w:t>
                      </w:r>
                      <w:r w:rsidR="00E8706C">
                        <w:t xml:space="preserve"> suivants</w:t>
                      </w:r>
                      <w:r w:rsidR="006B22B7">
                        <w:t> :</w:t>
                      </w:r>
                    </w:p>
                    <w:p w14:paraId="19510A21" w14:textId="77777777" w:rsidR="006B22B7" w:rsidRPr="006B22B7" w:rsidRDefault="006B22B7" w:rsidP="006B22B7">
                      <w:pPr>
                        <w:pStyle w:val="Paragraphedeliste"/>
                        <w:ind w:left="426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7224" w:type="dxa"/>
                        <w:tblInd w:w="42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54"/>
                        <w:gridCol w:w="2706"/>
                        <w:gridCol w:w="1864"/>
                      </w:tblGrid>
                      <w:tr w:rsidR="009E52D8" w14:paraId="0BA7007F" w14:textId="77777777" w:rsidTr="00DA14D2">
                        <w:tc>
                          <w:tcPr>
                            <w:tcW w:w="2654" w:type="dxa"/>
                          </w:tcPr>
                          <w:p w14:paraId="6F2D912F" w14:textId="3072A936" w:rsidR="00E8706C" w:rsidRPr="00E8706C" w:rsidRDefault="00E8706C" w:rsidP="00E8706C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E8706C">
                              <w:rPr>
                                <w:rFonts w:cstheme="minorHAnsi"/>
                                <w:b/>
                                <w:bCs/>
                              </w:rPr>
                              <w:t>Losange jaune</w:t>
                            </w:r>
                          </w:p>
                        </w:tc>
                        <w:tc>
                          <w:tcPr>
                            <w:tcW w:w="2706" w:type="dxa"/>
                          </w:tcPr>
                          <w:p w14:paraId="4227BD12" w14:textId="456D4A30" w:rsidR="00E8706C" w:rsidRPr="00E8706C" w:rsidRDefault="00E8706C" w:rsidP="00E8706C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E8706C">
                              <w:rPr>
                                <w:rFonts w:cstheme="minorHAnsi"/>
                                <w:b/>
                                <w:bCs/>
                              </w:rPr>
                              <w:t>Losange violet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098D4544" w14:textId="1784ADBD" w:rsidR="00E8706C" w:rsidRPr="00DA14D2" w:rsidRDefault="00E8706C" w:rsidP="00E8706C">
                            <w:pPr>
                              <w:pStyle w:val="Paragraphedeliste"/>
                              <w:ind w:left="0"/>
                              <w:rPr>
                                <w:rFonts w:cstheme="minorHAnsi"/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rFonts w:cstheme="minorHAnsi"/>
                                <w:b/>
                                <w:bCs/>
                              </w:rPr>
                              <w:t>Assemblage</w:t>
                            </w:r>
                          </w:p>
                        </w:tc>
                      </w:tr>
                      <w:tr w:rsidR="009E52D8" w14:paraId="2F7EB612" w14:textId="77777777" w:rsidTr="00DA14D2">
                        <w:tc>
                          <w:tcPr>
                            <w:tcW w:w="2654" w:type="dxa"/>
                          </w:tcPr>
                          <w:p w14:paraId="721A68D4" w14:textId="5FFC760E" w:rsidR="00E8706C" w:rsidRDefault="00E8706C" w:rsidP="00E8706C">
                            <w:pPr>
                              <w:pStyle w:val="Paragraphedeliste"/>
                              <w:ind w:left="0" w:right="-179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7349DC3C" wp14:editId="6DAE81DE">
                                  <wp:extent cx="1548582" cy="714375"/>
                                  <wp:effectExtent l="0" t="0" r="0" b="0"/>
                                  <wp:docPr id="14" name="Imag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age 14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57907" cy="7186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706" w:type="dxa"/>
                          </w:tcPr>
                          <w:p w14:paraId="7A348FC3" w14:textId="54BC1632" w:rsidR="00E8706C" w:rsidRDefault="00E8706C" w:rsidP="00E8706C">
                            <w:pPr>
                              <w:pStyle w:val="Paragraphedeliste"/>
                              <w:ind w:left="0" w:right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  <w:noProof/>
                              </w:rPr>
                              <w:drawing>
                                <wp:inline distT="0" distB="0" distL="0" distR="0" wp14:anchorId="4EAC5BC6" wp14:editId="23B51BF4">
                                  <wp:extent cx="1573492" cy="714375"/>
                                  <wp:effectExtent l="0" t="0" r="825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Image 17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78769" cy="7167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14:paraId="4D7C2AB1" w14:textId="30CBC11E" w:rsidR="00E8706C" w:rsidRDefault="009E52D8" w:rsidP="00E8706C">
                            <w:pPr>
                              <w:pStyle w:val="Paragraphedeliste"/>
                              <w:ind w:left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1364F0" wp14:editId="607504D4">
                                  <wp:extent cx="907415" cy="1039025"/>
                                  <wp:effectExtent l="0" t="0" r="6985" b="889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1743" cy="10439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F2F0350" w14:textId="77777777" w:rsidR="00E8706C" w:rsidRPr="00FC55D1" w:rsidRDefault="00E8706C" w:rsidP="00E8706C">
                      <w:pPr>
                        <w:pStyle w:val="Paragraphedeliste"/>
                        <w:ind w:left="426"/>
                        <w:rPr>
                          <w:rFonts w:cstheme="minorHAnsi"/>
                        </w:rPr>
                      </w:pPr>
                    </w:p>
                    <w:p w14:paraId="5FE4D03F" w14:textId="7A41EEAB" w:rsidR="00FC55D1" w:rsidRPr="00FC55D1" w:rsidRDefault="00FC55D1" w:rsidP="00FC55D1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ind w:left="426"/>
                        <w:rPr>
                          <w:rFonts w:cstheme="minorHAnsi"/>
                        </w:rPr>
                      </w:pPr>
                      <w:r>
                        <w:t>En utilisant des transformations géométriques (</w:t>
                      </w:r>
                      <w:r w:rsidR="00E8706C">
                        <w:t xml:space="preserve">des </w:t>
                      </w:r>
                      <w:r>
                        <w:t xml:space="preserve">rotations </w:t>
                      </w:r>
                      <w:r w:rsidR="009E52D8">
                        <w:t xml:space="preserve">pour les losanges </w:t>
                      </w:r>
                      <w:r w:rsidR="00E8706C">
                        <w:t>puis des</w:t>
                      </w:r>
                      <w:r>
                        <w:t xml:space="preserve"> translation</w:t>
                      </w:r>
                      <w:r w:rsidR="00E8706C">
                        <w:t>s</w:t>
                      </w:r>
                      <w:r>
                        <w:t>), réaliser le pavage.</w:t>
                      </w:r>
                    </w:p>
                    <w:p w14:paraId="1BD5C17F" w14:textId="77777777" w:rsidR="00FC55D1" w:rsidRDefault="00FC55D1" w:rsidP="00FC55D1">
                      <w:pPr>
                        <w:ind w:left="0"/>
                      </w:pPr>
                    </w:p>
                    <w:p w14:paraId="22F74B9F" w14:textId="77777777" w:rsidR="00FC55D1" w:rsidRPr="00FC55D1" w:rsidRDefault="00FC55D1" w:rsidP="00FC55D1">
                      <w:pPr>
                        <w:ind w:left="0"/>
                        <w:rPr>
                          <w:b/>
                          <w:bCs/>
                          <w:u w:val="single"/>
                        </w:rPr>
                      </w:pPr>
                      <w:r w:rsidRPr="00FC55D1">
                        <w:rPr>
                          <w:b/>
                          <w:bCs/>
                          <w:u w:val="single"/>
                        </w:rPr>
                        <w:t>Partie C : Partage et sécurité</w:t>
                      </w:r>
                    </w:p>
                    <w:p w14:paraId="7B9660DD" w14:textId="2E2760D7" w:rsidR="00516A02" w:rsidRDefault="00FC55D1" w:rsidP="00FC55D1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426"/>
                      </w:pPr>
                      <w:r>
                        <w:t>Enregistrer votre travail sous forme d’image.</w:t>
                      </w:r>
                      <w:r w:rsidR="003616AD">
                        <w:t xml:space="preserve"> Quelle est la taille (poids) du fichier </w:t>
                      </w:r>
                      <w:r w:rsidR="003616AD" w:rsidRPr="003616AD">
                        <w:rPr>
                          <w:rStyle w:val="lev"/>
                          <w:b w:val="0"/>
                          <w:bCs w:val="0"/>
                        </w:rPr>
                        <w:t>image</w:t>
                      </w:r>
                      <w:r w:rsidR="003616AD">
                        <w:rPr>
                          <w:rStyle w:val="lev"/>
                        </w:rPr>
                        <w:t xml:space="preserve"> </w:t>
                      </w:r>
                      <w:r w:rsidR="003616AD">
                        <w:t>?</w:t>
                      </w:r>
                    </w:p>
                    <w:p w14:paraId="1F8D4E16" w14:textId="45B01E84" w:rsidR="00E8706C" w:rsidRDefault="00FC55D1" w:rsidP="00E8706C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ind w:left="426"/>
                      </w:pPr>
                      <w:r>
                        <w:t xml:space="preserve">Vous </w:t>
                      </w:r>
                      <w:r w:rsidR="00E8706C">
                        <w:t>souhaitez partager cette image avec vos amis, quel</w:t>
                      </w:r>
                      <w:r w:rsidR="00DC628D">
                        <w:t>s</w:t>
                      </w:r>
                      <w:r w:rsidR="00E8706C">
                        <w:t xml:space="preserve"> réseau</w:t>
                      </w:r>
                      <w:r w:rsidR="00DC628D">
                        <w:t>x</w:t>
                      </w:r>
                      <w:r w:rsidR="00E8706C">
                        <w:t xml:space="preserve"> </w:t>
                      </w:r>
                      <w:r w:rsidR="00DC628D">
                        <w:t xml:space="preserve">sociaux </w:t>
                      </w:r>
                      <w:r w:rsidR="00E8706C">
                        <w:t>allez-vous utilise</w:t>
                      </w:r>
                      <w:r w:rsidR="00F8592D">
                        <w:t>r</w:t>
                      </w:r>
                      <w:r w:rsidR="00E8706C">
                        <w:t> parmi la liste suivante ? Pourquoi ?</w:t>
                      </w:r>
                    </w:p>
                    <w:p w14:paraId="3C24D997" w14:textId="77777777" w:rsidR="006B22B7" w:rsidRPr="006B22B7" w:rsidRDefault="006B22B7" w:rsidP="006B22B7">
                      <w:pPr>
                        <w:pStyle w:val="Paragraphedeliste"/>
                        <w:spacing w:after="0"/>
                        <w:ind w:left="426"/>
                        <w:rPr>
                          <w:sz w:val="16"/>
                          <w:szCs w:val="16"/>
                        </w:rPr>
                      </w:pPr>
                    </w:p>
                    <w:tbl>
                      <w:tblPr>
                        <w:tblStyle w:val="Grilledutableau"/>
                        <w:tblW w:w="7146" w:type="dxa"/>
                        <w:tblInd w:w="653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20"/>
                        <w:gridCol w:w="1344"/>
                        <w:gridCol w:w="1385"/>
                        <w:gridCol w:w="1373"/>
                        <w:gridCol w:w="1624"/>
                      </w:tblGrid>
                      <w:tr w:rsidR="00DA14D2" w14:paraId="4D085678" w14:textId="77777777" w:rsidTr="00DA14D2">
                        <w:tc>
                          <w:tcPr>
                            <w:tcW w:w="1420" w:type="dxa"/>
                          </w:tcPr>
                          <w:p w14:paraId="3B0DCB33" w14:textId="3CFA9074" w:rsidR="003616AD" w:rsidRPr="00DA14D2" w:rsidRDefault="00DC628D" w:rsidP="00DA14D2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b/>
                                <w:bCs/>
                              </w:rPr>
                              <w:t>Instagram</w:t>
                            </w:r>
                          </w:p>
                        </w:tc>
                        <w:tc>
                          <w:tcPr>
                            <w:tcW w:w="1344" w:type="dxa"/>
                          </w:tcPr>
                          <w:p w14:paraId="1B392CBC" w14:textId="34311944" w:rsidR="003616AD" w:rsidRPr="00DA14D2" w:rsidRDefault="003616AD" w:rsidP="00DA14D2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b/>
                                <w:bCs/>
                              </w:rPr>
                              <w:t>Snapchat</w:t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7B75ED87" w14:textId="49D93399" w:rsidR="003616AD" w:rsidRPr="00DA14D2" w:rsidRDefault="003616AD" w:rsidP="00DA14D2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b/>
                                <w:bCs/>
                              </w:rPr>
                              <w:t>Spotify</w:t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 w14:paraId="76264DF3" w14:textId="081FE7A8" w:rsidR="003616AD" w:rsidRPr="00DA14D2" w:rsidRDefault="003616AD" w:rsidP="00DA14D2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b/>
                                <w:bCs/>
                              </w:rPr>
                              <w:t>Facebook</w:t>
                            </w:r>
                          </w:p>
                        </w:tc>
                        <w:tc>
                          <w:tcPr>
                            <w:tcW w:w="1624" w:type="dxa"/>
                          </w:tcPr>
                          <w:p w14:paraId="3689517F" w14:textId="0719EAA0" w:rsidR="003616AD" w:rsidRPr="00DA14D2" w:rsidRDefault="003616AD" w:rsidP="00DA14D2">
                            <w:pPr>
                              <w:pStyle w:val="Paragraphedeliste"/>
                              <w:ind w:left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A14D2">
                              <w:rPr>
                                <w:b/>
                                <w:bCs/>
                              </w:rPr>
                              <w:t>Dailymotion</w:t>
                            </w:r>
                          </w:p>
                        </w:tc>
                      </w:tr>
                      <w:tr w:rsidR="00DA14D2" w14:paraId="04F0468F" w14:textId="77777777" w:rsidTr="00DA14D2">
                        <w:tc>
                          <w:tcPr>
                            <w:tcW w:w="1420" w:type="dxa"/>
                          </w:tcPr>
                          <w:p w14:paraId="3438B0A7" w14:textId="7EEE02E5" w:rsidR="003616AD" w:rsidRDefault="00DC628D" w:rsidP="003616AD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F204F4" wp14:editId="72ED962D">
                                  <wp:extent cx="511954" cy="532765"/>
                                  <wp:effectExtent l="0" t="0" r="2540" b="635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6890" cy="5379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44" w:type="dxa"/>
                          </w:tcPr>
                          <w:p w14:paraId="7DDDBEF9" w14:textId="754529A2" w:rsidR="003616AD" w:rsidRDefault="003616AD" w:rsidP="003616AD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5B2928" wp14:editId="3141982C">
                                  <wp:extent cx="514775" cy="487680"/>
                                  <wp:effectExtent l="0" t="0" r="0" b="762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0402" cy="4930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85" w:type="dxa"/>
                          </w:tcPr>
                          <w:p w14:paraId="3EF446AA" w14:textId="1E739454" w:rsidR="003616AD" w:rsidRDefault="003616AD" w:rsidP="003616AD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E284A" wp14:editId="4462C108">
                                  <wp:extent cx="561975" cy="532836"/>
                                  <wp:effectExtent l="0" t="0" r="0" b="635"/>
                                  <wp:docPr id="30" name="Imag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5997" cy="536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373" w:type="dxa"/>
                          </w:tcPr>
                          <w:p w14:paraId="3C47AEB7" w14:textId="6F6A0828" w:rsidR="003616AD" w:rsidRDefault="00DC628D" w:rsidP="003616AD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C7EB27" wp14:editId="68033962">
                                  <wp:extent cx="495300" cy="503099"/>
                                  <wp:effectExtent l="0" t="0" r="0" b="0"/>
                                  <wp:docPr id="31" name="Imag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2279" cy="51018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624" w:type="dxa"/>
                          </w:tcPr>
                          <w:p w14:paraId="25067CD9" w14:textId="5103A236" w:rsidR="003616AD" w:rsidRDefault="00DC628D" w:rsidP="003616AD">
                            <w:pPr>
                              <w:pStyle w:val="Paragraphedeliste"/>
                              <w:ind w:left="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72C2EB" wp14:editId="71D48EB4">
                                  <wp:extent cx="438150" cy="487869"/>
                                  <wp:effectExtent l="0" t="0" r="0" b="7620"/>
                                  <wp:docPr id="192" name="Image 1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3135" cy="4934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16A1E7F7" w14:textId="77777777" w:rsidR="003616AD" w:rsidRPr="0005049D" w:rsidRDefault="003616AD" w:rsidP="003616AD">
                      <w:pPr>
                        <w:pStyle w:val="Paragraphedeliste"/>
                        <w:ind w:left="426"/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370C82">
        <w:t>SCENARIO</w:t>
      </w:r>
    </w:p>
    <w:p w14:paraId="5556210B" w14:textId="77777777" w:rsidR="009A5425" w:rsidRDefault="009A5425" w:rsidP="009A5425">
      <w:pPr>
        <w:pStyle w:val="Titre2"/>
      </w:pPr>
      <w:r>
        <w:t>CYCLE</w:t>
      </w:r>
    </w:p>
    <w:p w14:paraId="643E9629" w14:textId="11ACF3F0" w:rsidR="009A5425" w:rsidRDefault="00E8418C" w:rsidP="004B56B4">
      <w:pPr>
        <w:tabs>
          <w:tab w:val="left" w:pos="2268"/>
          <w:tab w:val="left" w:pos="3402"/>
          <w:tab w:val="left" w:pos="4536"/>
          <w:tab w:val="left" w:pos="5529"/>
        </w:tabs>
        <w:spacing w:before="120" w:after="120"/>
        <w:ind w:left="1134"/>
      </w:pPr>
      <w:sdt>
        <w:sdtPr>
          <w:id w:val="10141888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C628D">
            <w:rPr>
              <w:rFonts w:ascii="MS Gothic" w:eastAsia="MS Gothic" w:hAnsi="MS Gothic" w:hint="eastAsia"/>
            </w:rPr>
            <w:t>☒</w:t>
          </w:r>
        </w:sdtContent>
      </w:sdt>
      <w:r w:rsidR="00886E9E">
        <w:t xml:space="preserve">4 </w:t>
      </w:r>
      <w:r w:rsidR="00886E9E">
        <w:tab/>
      </w:r>
    </w:p>
    <w:p w14:paraId="501383B4" w14:textId="77777777" w:rsidR="009A5425" w:rsidRDefault="009A5425" w:rsidP="009A5425">
      <w:pPr>
        <w:pStyle w:val="Titre2"/>
      </w:pPr>
      <w:r>
        <w:t>NIVEAU(X) DE CLASSE</w:t>
      </w:r>
    </w:p>
    <w:p w14:paraId="17B05DF2" w14:textId="34D47678" w:rsidR="00F21244" w:rsidRPr="00F21244" w:rsidRDefault="00E8418C" w:rsidP="004B56B4">
      <w:pPr>
        <w:tabs>
          <w:tab w:val="left" w:pos="1985"/>
          <w:tab w:val="left" w:pos="2835"/>
          <w:tab w:val="left" w:pos="3686"/>
          <w:tab w:val="left" w:pos="4536"/>
          <w:tab w:val="left" w:pos="5387"/>
          <w:tab w:val="left" w:pos="6237"/>
        </w:tabs>
        <w:spacing w:before="120"/>
        <w:ind w:left="1134"/>
        <w:rPr>
          <w:sz w:val="2"/>
          <w:szCs w:val="2"/>
        </w:rPr>
      </w:pPr>
      <w:sdt>
        <w:sdtPr>
          <w:id w:val="1655975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C628D">
            <w:rPr>
              <w:rFonts w:ascii="MS Gothic" w:eastAsia="MS Gothic" w:hAnsi="MS Gothic" w:hint="eastAsia"/>
            </w:rPr>
            <w:t>☒</w:t>
          </w:r>
        </w:sdtContent>
      </w:sdt>
      <w:r w:rsidR="00886E9E">
        <w:t>3</w:t>
      </w:r>
      <w:r w:rsidR="00886E9E" w:rsidRPr="00886E9E">
        <w:rPr>
          <w:vertAlign w:val="superscript"/>
        </w:rPr>
        <w:t>ème</w:t>
      </w:r>
      <w:r w:rsidR="00886E9E">
        <w:t xml:space="preserve"> </w:t>
      </w:r>
      <w:r w:rsidR="00886E9E">
        <w:tab/>
      </w:r>
      <w:r w:rsidR="00F21244">
        <w:t xml:space="preserve"> </w:t>
      </w:r>
    </w:p>
    <w:p w14:paraId="6410C050" w14:textId="77777777" w:rsidR="00DF32D1" w:rsidRDefault="00DF32D1" w:rsidP="00F21244">
      <w:pPr>
        <w:pStyle w:val="Titre3"/>
      </w:pPr>
      <w:r>
        <w:t>CRCN</w:t>
      </w:r>
    </w:p>
    <w:p w14:paraId="71AEAE20" w14:textId="77777777" w:rsidR="00987CAB" w:rsidRDefault="00987CAB" w:rsidP="00987CAB">
      <w:pPr>
        <w:pStyle w:val="Titre4"/>
      </w:pPr>
      <w:r>
        <w:t>Domaines</w:t>
      </w:r>
    </w:p>
    <w:tbl>
      <w:tblPr>
        <w:tblStyle w:val="Grilledutableau"/>
        <w:tblW w:w="382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828"/>
      </w:tblGrid>
      <w:tr w:rsidR="000C6214" w14:paraId="1FEECD5A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555B057F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1. Informations et donn</w:t>
            </w:r>
            <w:r w:rsidR="004E2947" w:rsidRPr="004E2947">
              <w:t>é</w:t>
            </w:r>
            <w:r w:rsidRPr="004E2947">
              <w:t>es</w:t>
            </w:r>
          </w:p>
        </w:tc>
      </w:tr>
      <w:tr w:rsidR="000C6214" w14:paraId="2DB93EAE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2748C4F9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2. Communication et collaboration</w:t>
            </w:r>
          </w:p>
        </w:tc>
      </w:tr>
      <w:tr w:rsidR="000C6214" w14:paraId="259F24B0" w14:textId="77777777" w:rsidTr="0097157C">
        <w:tc>
          <w:tcPr>
            <w:tcW w:w="3828" w:type="dxa"/>
            <w:shd w:val="clear" w:color="auto" w:fill="F7CAAC" w:themeFill="accent2" w:themeFillTint="66"/>
          </w:tcPr>
          <w:p w14:paraId="36A651DC" w14:textId="77777777" w:rsidR="000C6214" w:rsidRPr="004E2947" w:rsidRDefault="000C6214" w:rsidP="0097157C">
            <w:pPr>
              <w:pStyle w:val="Domaines"/>
              <w:ind w:left="36" w:firstLine="0"/>
            </w:pPr>
            <w:r w:rsidRPr="004E2947">
              <w:t>3. Cr</w:t>
            </w:r>
            <w:r w:rsidR="004E2947">
              <w:t>é</w:t>
            </w:r>
            <w:r w:rsidRPr="004E2947">
              <w:t>ation de contenu</w:t>
            </w:r>
          </w:p>
        </w:tc>
      </w:tr>
    </w:tbl>
    <w:p w14:paraId="64675017" w14:textId="77777777" w:rsidR="00987CAB" w:rsidRDefault="00987CAB" w:rsidP="00987CAB">
      <w:pPr>
        <w:pStyle w:val="Titre4"/>
      </w:pPr>
      <w:r>
        <w:t>Compétences travaillées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FF3280" w14:paraId="44A8636B" w14:textId="77777777" w:rsidTr="0097157C">
        <w:tc>
          <w:tcPr>
            <w:tcW w:w="426" w:type="dxa"/>
            <w:shd w:val="clear" w:color="auto" w:fill="FBE4D5" w:themeFill="accent2" w:themeFillTint="33"/>
          </w:tcPr>
          <w:p w14:paraId="6A786389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F3F260B" wp14:editId="64A355C7">
                  <wp:extent cx="180000" cy="180000"/>
                  <wp:effectExtent l="0" t="0" r="0" b="0"/>
                  <wp:docPr id="3" name="Graphique 3" descr="Loup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Loupe avec un remplissage uni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278F6F2A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1.1 Mener une recherche et une veille d’information</w:t>
            </w:r>
          </w:p>
        </w:tc>
      </w:tr>
      <w:tr w:rsidR="00FF3280" w14:paraId="659FA41F" w14:textId="77777777" w:rsidTr="0097157C">
        <w:tc>
          <w:tcPr>
            <w:tcW w:w="426" w:type="dxa"/>
            <w:shd w:val="clear" w:color="auto" w:fill="FBE4D5" w:themeFill="accent2" w:themeFillTint="33"/>
          </w:tcPr>
          <w:p w14:paraId="0AFACC74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691E8EC7" wp14:editId="5458602D">
                  <wp:extent cx="179705" cy="179705"/>
                  <wp:effectExtent l="0" t="0" r="0" b="0"/>
                  <wp:docPr id="4" name="Graphique 4" descr="Hiérarchi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que 4" descr="Hiérarchie avec un remplissage uni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528223AE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1.2 Gérer des données</w:t>
            </w:r>
          </w:p>
        </w:tc>
      </w:tr>
      <w:tr w:rsidR="00FF3280" w14:paraId="35A3F380" w14:textId="77777777" w:rsidTr="0097157C">
        <w:tc>
          <w:tcPr>
            <w:tcW w:w="426" w:type="dxa"/>
            <w:shd w:val="clear" w:color="auto" w:fill="FBE4D5" w:themeFill="accent2" w:themeFillTint="33"/>
          </w:tcPr>
          <w:p w14:paraId="5A385265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0EFD3D6" wp14:editId="4B9E8565">
                  <wp:extent cx="179705" cy="179705"/>
                  <wp:effectExtent l="0" t="0" r="0" b="0"/>
                  <wp:docPr id="10" name="Graphique 10" descr="Main ouverte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que 10" descr="Main ouverte avec un remplissage uni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DBDCE66" w14:textId="77777777" w:rsidR="00FF3280" w:rsidRPr="000C6214" w:rsidRDefault="00FF3280" w:rsidP="00E13F4A">
            <w:pPr>
              <w:pStyle w:val="Comptences"/>
              <w:ind w:left="-109" w:right="317"/>
            </w:pPr>
            <w:r w:rsidRPr="000C6214">
              <w:t>2.2 Partager et publier</w:t>
            </w:r>
          </w:p>
        </w:tc>
      </w:tr>
      <w:tr w:rsidR="00FF3280" w14:paraId="7AD1126A" w14:textId="77777777" w:rsidTr="0097157C">
        <w:tc>
          <w:tcPr>
            <w:tcW w:w="426" w:type="dxa"/>
            <w:shd w:val="clear" w:color="auto" w:fill="FBE4D5" w:themeFill="accent2" w:themeFillTint="33"/>
          </w:tcPr>
          <w:p w14:paraId="63EA7818" w14:textId="77777777" w:rsidR="00FF3280" w:rsidRDefault="00FF3280" w:rsidP="0097157C">
            <w:pPr>
              <w:pStyle w:val="Comptences"/>
              <w:keepLines/>
              <w:ind w:left="-107" w:right="-34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02C7156B" wp14:editId="2A8D4D9D">
                  <wp:extent cx="179705" cy="179705"/>
                  <wp:effectExtent l="0" t="0" r="0" b="0"/>
                  <wp:docPr id="11" name="Graphique 11" descr="Document avec un remplissage u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que 11" descr="Document avec un remplissage uni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705" cy="17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350E25E8" w14:textId="77777777" w:rsidR="00FF3280" w:rsidRPr="000C6214" w:rsidRDefault="000C6214" w:rsidP="00E13F4A">
            <w:pPr>
              <w:pStyle w:val="Comptences"/>
              <w:ind w:left="-109" w:right="317"/>
            </w:pPr>
            <w:r w:rsidRPr="000C6214">
              <w:t xml:space="preserve">3.1 Développer des documents textuels </w:t>
            </w:r>
          </w:p>
        </w:tc>
      </w:tr>
    </w:tbl>
    <w:p w14:paraId="2B069820" w14:textId="77777777" w:rsidR="00987CAB" w:rsidRPr="00987CAB" w:rsidRDefault="00987CAB" w:rsidP="00987CAB">
      <w:pPr>
        <w:pStyle w:val="Titre4"/>
      </w:pPr>
      <w:r>
        <w:t>Niveau de maîtrise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</w:tblGrid>
      <w:tr w:rsidR="008A75E3" w:rsidRPr="000C6214" w14:paraId="3E0A4FA0" w14:textId="77777777" w:rsidTr="0025706F">
        <w:tc>
          <w:tcPr>
            <w:tcW w:w="567" w:type="dxa"/>
            <w:shd w:val="clear" w:color="auto" w:fill="FBE4D5" w:themeFill="accent2" w:themeFillTint="33"/>
          </w:tcPr>
          <w:p w14:paraId="790EF24E" w14:textId="5711D772" w:rsidR="008A75E3" w:rsidRDefault="008A75E3" w:rsidP="0025706F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</w:r>
            <w:r w:rsidRPr="000C6214">
              <w:t>1.</w:t>
            </w:r>
            <w:r>
              <w:t>1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4D72894E" w14:textId="38BD6427" w:rsidR="008A75E3" w:rsidRPr="000C6214" w:rsidRDefault="00E8418C" w:rsidP="0025706F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1448616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E3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5E76DD">
              <w:t xml:space="preserve"> 1</w:t>
            </w:r>
            <w:r w:rsidR="008A75E3">
              <w:tab/>
            </w:r>
          </w:p>
        </w:tc>
      </w:tr>
      <w:tr w:rsidR="008A75E3" w14:paraId="0C1CD0B3" w14:textId="77777777" w:rsidTr="0025706F">
        <w:tc>
          <w:tcPr>
            <w:tcW w:w="567" w:type="dxa"/>
            <w:shd w:val="clear" w:color="auto" w:fill="FBE4D5" w:themeFill="accent2" w:themeFillTint="33"/>
          </w:tcPr>
          <w:p w14:paraId="2C9D823F" w14:textId="10864B91" w:rsidR="008A75E3" w:rsidRDefault="008A75E3" w:rsidP="0025706F">
            <w:pPr>
              <w:pStyle w:val="Comptences"/>
              <w:keepLines/>
              <w:ind w:right="-34" w:hanging="107"/>
              <w:jc w:val="center"/>
            </w:pPr>
            <w:r w:rsidRPr="000C6214">
              <w:t>1.</w:t>
            </w:r>
            <w:r w:rsidR="005E76DD">
              <w:t>2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319A6B8D" w14:textId="7302AF53" w:rsidR="008A75E3" w:rsidRDefault="00E8418C" w:rsidP="0025706F">
            <w:pPr>
              <w:pStyle w:val="Comptences"/>
              <w:ind w:left="-109" w:right="317"/>
              <w:rPr>
                <w:i w:val="0"/>
                <w:iCs/>
              </w:rPr>
            </w:pPr>
            <w:sdt>
              <w:sdtPr>
                <w:rPr>
                  <w:i w:val="0"/>
                  <w:iCs/>
                </w:rPr>
                <w:id w:val="-1107734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E3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5E76DD">
              <w:t xml:space="preserve"> 1</w:t>
            </w:r>
          </w:p>
        </w:tc>
      </w:tr>
      <w:tr w:rsidR="008A75E3" w:rsidRPr="000C6214" w14:paraId="7C06D490" w14:textId="77777777" w:rsidTr="005E7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shd w:val="clear" w:color="auto" w:fill="FBE4D5" w:themeFill="accent2" w:themeFillTint="33"/>
          </w:tcPr>
          <w:p w14:paraId="487F19A6" w14:textId="09531802" w:rsidR="008A75E3" w:rsidRDefault="008A75E3" w:rsidP="0025706F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</w:r>
            <w:r w:rsidR="005E76DD">
              <w:t>2.2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4F07DF1A" w14:textId="7051CCDB" w:rsidR="008A75E3" w:rsidRPr="000C6214" w:rsidRDefault="00E8418C" w:rsidP="0025706F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19311921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75E3"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 w:rsidR="005E76DD">
              <w:t>1</w:t>
            </w:r>
            <w:r w:rsidR="008A75E3">
              <w:tab/>
            </w:r>
          </w:p>
        </w:tc>
      </w:tr>
      <w:tr w:rsidR="005E76DD" w:rsidRPr="000C6214" w14:paraId="08E9768F" w14:textId="77777777" w:rsidTr="005E7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7" w:type="dxa"/>
            <w:shd w:val="clear" w:color="auto" w:fill="FBE4D5" w:themeFill="accent2" w:themeFillTint="33"/>
          </w:tcPr>
          <w:p w14:paraId="6C4F5107" w14:textId="6A3DC382" w:rsidR="005E76DD" w:rsidRDefault="005E76DD" w:rsidP="00193A1A">
            <w:pPr>
              <w:pStyle w:val="Comptences"/>
              <w:keepLines/>
              <w:ind w:right="-34" w:hanging="107"/>
              <w:rPr>
                <w:sz w:val="18"/>
                <w:szCs w:val="18"/>
              </w:rPr>
            </w:pPr>
            <w:r>
              <w:tab/>
              <w:t>3.</w:t>
            </w:r>
            <w:r>
              <w:t>1</w:t>
            </w:r>
          </w:p>
        </w:tc>
        <w:tc>
          <w:tcPr>
            <w:tcW w:w="3119" w:type="dxa"/>
            <w:shd w:val="clear" w:color="auto" w:fill="FBE4D5" w:themeFill="accent2" w:themeFillTint="33"/>
          </w:tcPr>
          <w:p w14:paraId="39E45DA6" w14:textId="6E64584A" w:rsidR="005E76DD" w:rsidRPr="000C6214" w:rsidRDefault="005E76DD" w:rsidP="00193A1A">
            <w:pPr>
              <w:pStyle w:val="Comptences"/>
              <w:ind w:left="-109" w:right="317"/>
            </w:pPr>
            <w:sdt>
              <w:sdtPr>
                <w:rPr>
                  <w:i w:val="0"/>
                  <w:iCs/>
                </w:rPr>
                <w:id w:val="-12292254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i w:val="0"/>
                    <w:iCs/>
                  </w:rPr>
                  <w:t>☒</w:t>
                </w:r>
              </w:sdtContent>
            </w:sdt>
            <w:r>
              <w:t>3</w:t>
            </w:r>
            <w:r>
              <w:tab/>
            </w:r>
          </w:p>
        </w:tc>
      </w:tr>
    </w:tbl>
    <w:p w14:paraId="3706DBF7" w14:textId="2B91F6F5" w:rsidR="00987CAB" w:rsidRDefault="00987CAB" w:rsidP="00E40EA9">
      <w:pPr>
        <w:tabs>
          <w:tab w:val="left" w:pos="851"/>
          <w:tab w:val="left" w:pos="1418"/>
          <w:tab w:val="left" w:pos="1985"/>
          <w:tab w:val="left" w:pos="2552"/>
        </w:tabs>
        <w:ind w:right="140"/>
      </w:pPr>
    </w:p>
    <w:p w14:paraId="0B0C85F9" w14:textId="10CF12BC" w:rsidR="00370C82" w:rsidRPr="00F03213" w:rsidRDefault="00370C82" w:rsidP="00370C82"/>
    <w:p w14:paraId="7A7C5155" w14:textId="50FE5864" w:rsidR="00370C82" w:rsidRDefault="00370C82" w:rsidP="00370C82">
      <w:pPr>
        <w:pStyle w:val="Titre3"/>
      </w:pPr>
      <w:r>
        <w:t xml:space="preserve">Thèmes et </w:t>
      </w:r>
      <w:r w:rsidR="00426CF6">
        <w:t>attendus</w:t>
      </w:r>
      <w:r>
        <w:t xml:space="preserve"> Mathématiques</w:t>
      </w:r>
    </w:p>
    <w:p w14:paraId="0E492CB5" w14:textId="4F139BD2" w:rsidR="00370C82" w:rsidRDefault="00557249" w:rsidP="00370C82">
      <w:pPr>
        <w:pStyle w:val="Titre4"/>
        <w:ind w:firstLine="0"/>
      </w:pPr>
      <w:r>
        <w:t>Espace et géométrie</w:t>
      </w:r>
    </w:p>
    <w:tbl>
      <w:tblPr>
        <w:tblStyle w:val="Grilledutableau"/>
        <w:tblW w:w="3686" w:type="dxa"/>
        <w:tblBorders>
          <w:top w:val="single" w:sz="8" w:space="0" w:color="600000"/>
          <w:left w:val="none" w:sz="0" w:space="0" w:color="auto"/>
          <w:bottom w:val="single" w:sz="8" w:space="0" w:color="600000"/>
          <w:right w:val="none" w:sz="0" w:space="0" w:color="auto"/>
          <w:insideH w:val="single" w:sz="8" w:space="0" w:color="600000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60"/>
      </w:tblGrid>
      <w:tr w:rsidR="00370C82" w:rsidRPr="000C6214" w14:paraId="41C640E3" w14:textId="77777777" w:rsidTr="007E5D6C">
        <w:tc>
          <w:tcPr>
            <w:tcW w:w="426" w:type="dxa"/>
            <w:shd w:val="clear" w:color="auto" w:fill="FBE4D5" w:themeFill="accent2" w:themeFillTint="33"/>
          </w:tcPr>
          <w:p w14:paraId="2844D4ED" w14:textId="77777777" w:rsidR="00370C82" w:rsidRDefault="00370C82" w:rsidP="007E5D6C">
            <w:pPr>
              <w:pStyle w:val="Comptences"/>
              <w:keepLines/>
              <w:ind w:left="-107" w:right="-34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drawing>
                <wp:inline distT="0" distB="0" distL="0" distR="0" wp14:anchorId="4FC07A04" wp14:editId="2615D6AD">
                  <wp:extent cx="133350" cy="13335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73A95246" w14:textId="06EBE1C6" w:rsidR="00041057" w:rsidRPr="00041057" w:rsidRDefault="00C81C21" w:rsidP="00041057">
            <w:pPr>
              <w:pStyle w:val="Comptences"/>
              <w:ind w:left="-109" w:right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Comprendre l’effet de quelques transformations sur les figures géométriques.</w:t>
            </w:r>
          </w:p>
        </w:tc>
      </w:tr>
      <w:tr w:rsidR="00041057" w:rsidRPr="000C6214" w14:paraId="015040FF" w14:textId="77777777" w:rsidTr="007E5D6C">
        <w:tc>
          <w:tcPr>
            <w:tcW w:w="426" w:type="dxa"/>
            <w:shd w:val="clear" w:color="auto" w:fill="FBE4D5" w:themeFill="accent2" w:themeFillTint="33"/>
          </w:tcPr>
          <w:p w14:paraId="0C55FC6F" w14:textId="77005A58" w:rsidR="00041057" w:rsidRPr="00041057" w:rsidRDefault="00041057" w:rsidP="007E5D6C">
            <w:pPr>
              <w:pStyle w:val="Comptences"/>
              <w:keepLines/>
              <w:ind w:left="-107" w:right="-34"/>
              <w:jc w:val="center"/>
              <w:rPr>
                <w:rFonts w:ascii="Arial" w:hAnsi="Arial" w:cs="Arial"/>
                <w:iCs/>
                <w:noProof/>
                <w:sz w:val="18"/>
                <w:szCs w:val="18"/>
              </w:rPr>
            </w:pPr>
            <w:r w:rsidRPr="00041057">
              <w:rPr>
                <w:rFonts w:ascii="Arial" w:hAnsi="Arial" w:cs="Arial"/>
                <w:iCs/>
                <w:noProof/>
                <w:sz w:val="18"/>
                <w:szCs w:val="18"/>
              </w:rPr>
              <w:drawing>
                <wp:inline distT="0" distB="0" distL="0" distR="0" wp14:anchorId="6396D5F5" wp14:editId="2C9AF8BD">
                  <wp:extent cx="133350" cy="13335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shd w:val="clear" w:color="auto" w:fill="FBE4D5" w:themeFill="accent2" w:themeFillTint="33"/>
          </w:tcPr>
          <w:p w14:paraId="59C1F7E7" w14:textId="6026CD23" w:rsidR="00041057" w:rsidRPr="00041057" w:rsidRDefault="006C4B61" w:rsidP="00041057">
            <w:pPr>
              <w:pStyle w:val="Default"/>
              <w:ind w:left="-10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Utiliser les notions de géométrie plane pour démontrer.</w:t>
            </w:r>
          </w:p>
        </w:tc>
      </w:tr>
    </w:tbl>
    <w:p w14:paraId="0D02047F" w14:textId="77777777" w:rsidR="00C578E1" w:rsidRPr="00C578E1" w:rsidRDefault="00C578E1" w:rsidP="00E03596">
      <w:pPr>
        <w:ind w:left="0"/>
      </w:pPr>
    </w:p>
    <w:sectPr w:rsidR="00C578E1" w:rsidRPr="00C578E1" w:rsidSect="00D7271C">
      <w:headerReference w:type="default" r:id="rId26"/>
      <w:footerReference w:type="default" r:id="rId27"/>
      <w:type w:val="continuous"/>
      <w:pgSz w:w="11906" w:h="16838"/>
      <w:pgMar w:top="1491" w:right="0" w:bottom="284" w:left="0" w:header="0" w:footer="709" w:gutter="0"/>
      <w:cols w:num="2" w:sep="1" w:space="57" w:equalWidth="0">
        <w:col w:w="8222" w:space="57"/>
        <w:col w:w="362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30F30" w14:textId="77777777" w:rsidR="00E8418C" w:rsidRDefault="00E8418C" w:rsidP="003F20BE">
      <w:pPr>
        <w:spacing w:after="0" w:line="240" w:lineRule="auto"/>
      </w:pPr>
      <w:r>
        <w:separator/>
      </w:r>
    </w:p>
  </w:endnote>
  <w:endnote w:type="continuationSeparator" w:id="0">
    <w:p w14:paraId="467BB1D8" w14:textId="77777777" w:rsidR="00E8418C" w:rsidRDefault="00E8418C" w:rsidP="003F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37F6" w14:textId="77777777" w:rsidR="004046D3" w:rsidRDefault="004046D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EC847E" wp14:editId="09A3A1D4">
              <wp:simplePos x="0" y="0"/>
              <wp:positionH relativeFrom="margin">
                <wp:align>right</wp:align>
              </wp:positionH>
              <wp:positionV relativeFrom="paragraph">
                <wp:posOffset>395586</wp:posOffset>
              </wp:positionV>
              <wp:extent cx="7556500" cy="63500"/>
              <wp:effectExtent l="0" t="0" r="6350" b="0"/>
              <wp:wrapNone/>
              <wp:docPr id="18" name="Rectangl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635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B440D6" id="Rectangle 18" o:spid="_x0000_s1026" style="position:absolute;margin-left:543.8pt;margin-top:31.15pt;width:595pt;height: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" fillcolor="#002060" stroked="f" strokeweight="1pt"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2AF7B" w14:textId="77777777" w:rsidR="00E8418C" w:rsidRDefault="00E8418C" w:rsidP="003F20BE">
      <w:pPr>
        <w:spacing w:after="0" w:line="240" w:lineRule="auto"/>
      </w:pPr>
      <w:r>
        <w:separator/>
      </w:r>
    </w:p>
  </w:footnote>
  <w:footnote w:type="continuationSeparator" w:id="0">
    <w:p w14:paraId="7A7F7A94" w14:textId="77777777" w:rsidR="00E8418C" w:rsidRDefault="00E8418C" w:rsidP="003F2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9AB38" w14:textId="78A16C69" w:rsidR="004046D3" w:rsidRPr="00E40EA9" w:rsidRDefault="004046D3" w:rsidP="00D7271C">
    <w:pPr>
      <w:pStyle w:val="En-tte"/>
      <w:tabs>
        <w:tab w:val="clear" w:pos="4536"/>
        <w:tab w:val="clear" w:pos="9072"/>
        <w:tab w:val="center" w:pos="7655"/>
      </w:tabs>
      <w:spacing w:before="80"/>
      <w:ind w:left="0" w:right="0"/>
      <w:rPr>
        <w:rFonts w:ascii="Arial" w:hAnsi="Arial" w:cs="Arial"/>
        <w:color w:val="FFFFFF" w:themeColor="background1"/>
        <w:sz w:val="84"/>
        <w:szCs w:val="8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0090883" wp14:editId="63C8E0E4">
              <wp:simplePos x="0" y="0"/>
              <wp:positionH relativeFrom="column">
                <wp:posOffset>28244</wp:posOffset>
              </wp:positionH>
              <wp:positionV relativeFrom="paragraph">
                <wp:posOffset>24714</wp:posOffset>
              </wp:positionV>
              <wp:extent cx="2100580" cy="736600"/>
              <wp:effectExtent l="0" t="0" r="0" b="635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00580" cy="736600"/>
                        <a:chOff x="0" y="0"/>
                        <a:chExt cx="2100580" cy="736600"/>
                      </a:xfrm>
                    </wpg:grpSpPr>
                    <pic:pic xmlns:pic="http://schemas.openxmlformats.org/drawingml/2006/picture">
                      <pic:nvPicPr>
                        <pic:cNvPr id="16" name="Image 16" descr="Evaluation des compétences numériques avec Pix | Économie &amp; Gestio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0580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Image 1" descr="Logo de l'organisatio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158844" y="5934"/>
                          <a:ext cx="839420" cy="687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F949E8" id="Groupe 2" o:spid="_x0000_s1026" style="position:absolute;margin-left:2.2pt;margin-top:1.95pt;width:165.4pt;height:58pt;z-index:251663360;mso-height-relative:margin" coordsize="21005,73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6" o:spid="_x0000_s1027" type="#_x0000_t75" alt="Evaluation des compétences numériques avec Pix | Économie &amp; Gestion" style="position:absolute;width:21005;height:7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">
                <v:imagedata r:id="rId3" o:title="Evaluation des compétences numériques avec Pix | Économie &amp; Gestion"/>
              </v:shape>
              <v:shape id="Image 1" o:spid="_x0000_s1028" type="#_x0000_t75" alt="Logo de l'organisation" style="position:absolute;left:11588;top:59;width:8394;height:68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">
                <v:imagedata r:id="rId4" o:title="Logo de l'organisation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45EAB49" wp14:editId="7EDDE6CF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583166" cy="805625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3166" cy="805625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7E608C" id="Rectangle 9" o:spid="_x0000_s1026" style="position:absolute;margin-left:0;margin-top:0;width:597.1pt;height:63.45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" fillcolor="#e7e6e6 [3214]" stroked="f" strokeweight="1pt">
              <w10:wrap anchorx="margin"/>
            </v:rect>
          </w:pict>
        </mc:Fallback>
      </mc:AlternateConten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 xml:space="preserve">  </w:t>
    </w:r>
    <w:r>
      <w:rPr>
        <w:b/>
        <w:color w:val="A5A5A5" w:themeColor="accent3"/>
        <w:sz w:val="96"/>
        <w:szCs w:val="96"/>
        <w14:textOutline w14:w="0" w14:cap="flat" w14:cmpd="sng" w14:algn="ctr">
          <w14:noFill/>
          <w14:prstDash w14:val="solid"/>
          <w14:round/>
        </w14:textOutline>
        <w14:props3d w14:extrusionH="57150" w14:contourW="0" w14:prstMaterial="matte">
          <w14:bevelT w14:w="63500" w14:h="12700" w14:prst="angle"/>
          <w14:contourClr>
            <w14:schemeClr w14:val="bg1">
              <w14:lumMod w14:val="65000"/>
            </w14:schemeClr>
          </w14:contourClr>
        </w14:props3d>
      </w:rPr>
      <w:tab/>
    </w:r>
    <w:r w:rsidRPr="00E40EA9">
      <w:rPr>
        <w:rFonts w:ascii="Arial" w:hAnsi="Arial" w:cs="Arial"/>
        <w:b/>
        <w:color w:val="FFFFFF" w:themeColor="background1"/>
        <w:spacing w:val="10"/>
        <w:sz w:val="84"/>
        <w:szCs w:val="84"/>
        <w14:glow w14:rad="38100">
          <w14:schemeClr w14:val="tx1">
            <w14:alpha w14:val="60000"/>
            <w14:lumMod w14:val="75000"/>
            <w14:lumOff w14:val="25000"/>
          </w14:schemeClr>
        </w14:glow>
        <w14:shadow w14:blurRad="50800" w14:dist="50800" w14:dir="5400000" w14:sx="0" w14:sy="0" w14:kx="0" w14:ky="0" w14:algn="ctr">
          <w14:schemeClr w14:val="tx1">
            <w14:lumMod w14:val="85000"/>
            <w14:lumOff w14:val="15000"/>
          </w14:schemeClr>
        </w14:shadow>
        <w14:textOutline w14:w="9525" w14:cap="flat" w14:cmpd="sng" w14:algn="ctr">
          <w14:solidFill>
            <w14:schemeClr w14:val="tx1">
              <w14:alpha w14:val="1000"/>
              <w14:lumMod w14:val="65000"/>
              <w14:lumOff w14:val="35000"/>
            </w14:schemeClr>
          </w14:solidFill>
          <w14:prstDash w14:val="solid"/>
          <w14:round/>
        </w14:textOutline>
      </w:rPr>
      <w:t>MATHÉMATIQUES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258D"/>
    <w:multiLevelType w:val="hybridMultilevel"/>
    <w:tmpl w:val="72F4860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20ABF"/>
    <w:multiLevelType w:val="hybridMultilevel"/>
    <w:tmpl w:val="14208E7C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946D58"/>
    <w:multiLevelType w:val="hybridMultilevel"/>
    <w:tmpl w:val="B2EA44D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E60E9A"/>
    <w:multiLevelType w:val="hybridMultilevel"/>
    <w:tmpl w:val="7B76FA3C"/>
    <w:lvl w:ilvl="0" w:tplc="B028A52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3973769"/>
    <w:multiLevelType w:val="hybridMultilevel"/>
    <w:tmpl w:val="2F1A5280"/>
    <w:lvl w:ilvl="0" w:tplc="3F343D26">
      <w:start w:val="1"/>
      <w:numFmt w:val="decimal"/>
      <w:lvlText w:val="%1)"/>
      <w:lvlJc w:val="left"/>
      <w:pPr>
        <w:ind w:left="720" w:hanging="360"/>
      </w:pPr>
      <w:rPr>
        <w:rFonts w:hint="default"/>
        <w:sz w:val="3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E42235"/>
    <w:multiLevelType w:val="hybridMultilevel"/>
    <w:tmpl w:val="0630A026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542ACC"/>
    <w:multiLevelType w:val="multilevel"/>
    <w:tmpl w:val="21D8DB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7" w15:restartNumberingAfterBreak="0">
    <w:nsid w:val="59414BDD"/>
    <w:multiLevelType w:val="hybridMultilevel"/>
    <w:tmpl w:val="EF7E715E"/>
    <w:lvl w:ilvl="0" w:tplc="FCF25706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82" w:hanging="360"/>
      </w:pPr>
    </w:lvl>
    <w:lvl w:ilvl="2" w:tplc="040C001B" w:tentative="1">
      <w:start w:val="1"/>
      <w:numFmt w:val="lowerRoman"/>
      <w:lvlText w:val="%3."/>
      <w:lvlJc w:val="right"/>
      <w:pPr>
        <w:ind w:left="2302" w:hanging="180"/>
      </w:pPr>
    </w:lvl>
    <w:lvl w:ilvl="3" w:tplc="040C000F" w:tentative="1">
      <w:start w:val="1"/>
      <w:numFmt w:val="decimal"/>
      <w:lvlText w:val="%4."/>
      <w:lvlJc w:val="left"/>
      <w:pPr>
        <w:ind w:left="3022" w:hanging="360"/>
      </w:pPr>
    </w:lvl>
    <w:lvl w:ilvl="4" w:tplc="040C0019" w:tentative="1">
      <w:start w:val="1"/>
      <w:numFmt w:val="lowerLetter"/>
      <w:lvlText w:val="%5."/>
      <w:lvlJc w:val="left"/>
      <w:pPr>
        <w:ind w:left="3742" w:hanging="360"/>
      </w:pPr>
    </w:lvl>
    <w:lvl w:ilvl="5" w:tplc="040C001B" w:tentative="1">
      <w:start w:val="1"/>
      <w:numFmt w:val="lowerRoman"/>
      <w:lvlText w:val="%6."/>
      <w:lvlJc w:val="right"/>
      <w:pPr>
        <w:ind w:left="4462" w:hanging="180"/>
      </w:pPr>
    </w:lvl>
    <w:lvl w:ilvl="6" w:tplc="040C000F" w:tentative="1">
      <w:start w:val="1"/>
      <w:numFmt w:val="decimal"/>
      <w:lvlText w:val="%7."/>
      <w:lvlJc w:val="left"/>
      <w:pPr>
        <w:ind w:left="5182" w:hanging="360"/>
      </w:pPr>
    </w:lvl>
    <w:lvl w:ilvl="7" w:tplc="040C0019" w:tentative="1">
      <w:start w:val="1"/>
      <w:numFmt w:val="lowerLetter"/>
      <w:lvlText w:val="%8."/>
      <w:lvlJc w:val="left"/>
      <w:pPr>
        <w:ind w:left="5902" w:hanging="360"/>
      </w:pPr>
    </w:lvl>
    <w:lvl w:ilvl="8" w:tplc="040C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226"/>
    <w:rsid w:val="000109A7"/>
    <w:rsid w:val="000173CC"/>
    <w:rsid w:val="000347F7"/>
    <w:rsid w:val="00041057"/>
    <w:rsid w:val="0005049D"/>
    <w:rsid w:val="000533EF"/>
    <w:rsid w:val="00062226"/>
    <w:rsid w:val="000672FB"/>
    <w:rsid w:val="000830E0"/>
    <w:rsid w:val="000C6214"/>
    <w:rsid w:val="00117535"/>
    <w:rsid w:val="001C55AA"/>
    <w:rsid w:val="001C584B"/>
    <w:rsid w:val="002533E9"/>
    <w:rsid w:val="002860A1"/>
    <w:rsid w:val="002D74A0"/>
    <w:rsid w:val="003616AD"/>
    <w:rsid w:val="00370C82"/>
    <w:rsid w:val="003C3DDB"/>
    <w:rsid w:val="003F20BE"/>
    <w:rsid w:val="003F7483"/>
    <w:rsid w:val="004046D3"/>
    <w:rsid w:val="00426CF6"/>
    <w:rsid w:val="00443E27"/>
    <w:rsid w:val="004B56B4"/>
    <w:rsid w:val="004E2947"/>
    <w:rsid w:val="00516A02"/>
    <w:rsid w:val="00557249"/>
    <w:rsid w:val="00587B7F"/>
    <w:rsid w:val="00591C15"/>
    <w:rsid w:val="005D66D9"/>
    <w:rsid w:val="005E76DD"/>
    <w:rsid w:val="00664D60"/>
    <w:rsid w:val="006777D5"/>
    <w:rsid w:val="006850E7"/>
    <w:rsid w:val="006B0A6D"/>
    <w:rsid w:val="006B22B7"/>
    <w:rsid w:val="006C4B61"/>
    <w:rsid w:val="006D45F6"/>
    <w:rsid w:val="006E2F91"/>
    <w:rsid w:val="007876A8"/>
    <w:rsid w:val="007C6449"/>
    <w:rsid w:val="00843400"/>
    <w:rsid w:val="00886E9E"/>
    <w:rsid w:val="008A75E3"/>
    <w:rsid w:val="00946921"/>
    <w:rsid w:val="00954133"/>
    <w:rsid w:val="0096397D"/>
    <w:rsid w:val="00970DD3"/>
    <w:rsid w:val="0097157C"/>
    <w:rsid w:val="00987CAB"/>
    <w:rsid w:val="009A169F"/>
    <w:rsid w:val="009A5425"/>
    <w:rsid w:val="009E52D8"/>
    <w:rsid w:val="00A01CA9"/>
    <w:rsid w:val="00A57BB6"/>
    <w:rsid w:val="00AC6D64"/>
    <w:rsid w:val="00AD151E"/>
    <w:rsid w:val="00B76BE2"/>
    <w:rsid w:val="00BA5E2E"/>
    <w:rsid w:val="00BC4B7E"/>
    <w:rsid w:val="00BF3D79"/>
    <w:rsid w:val="00C26814"/>
    <w:rsid w:val="00C578E1"/>
    <w:rsid w:val="00C81C21"/>
    <w:rsid w:val="00CD2D11"/>
    <w:rsid w:val="00D63F12"/>
    <w:rsid w:val="00D7271C"/>
    <w:rsid w:val="00D85F09"/>
    <w:rsid w:val="00DA14D2"/>
    <w:rsid w:val="00DB6F1D"/>
    <w:rsid w:val="00DC628D"/>
    <w:rsid w:val="00DF32D1"/>
    <w:rsid w:val="00E01CB5"/>
    <w:rsid w:val="00E03596"/>
    <w:rsid w:val="00E046A6"/>
    <w:rsid w:val="00E13F4A"/>
    <w:rsid w:val="00E206F3"/>
    <w:rsid w:val="00E40EA9"/>
    <w:rsid w:val="00E8418C"/>
    <w:rsid w:val="00E849EA"/>
    <w:rsid w:val="00E8706C"/>
    <w:rsid w:val="00EA4AC4"/>
    <w:rsid w:val="00F21244"/>
    <w:rsid w:val="00F27314"/>
    <w:rsid w:val="00F711A8"/>
    <w:rsid w:val="00F8592D"/>
    <w:rsid w:val="00F9764D"/>
    <w:rsid w:val="00FC55D1"/>
    <w:rsid w:val="00FF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E92"/>
  <w15:chartTrackingRefBased/>
  <w15:docId w15:val="{16BAC11F-1158-4703-8651-651563A8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51E"/>
    <w:pPr>
      <w:spacing w:after="40"/>
      <w:ind w:left="284" w:right="284"/>
    </w:pPr>
  </w:style>
  <w:style w:type="paragraph" w:styleId="Titre1">
    <w:name w:val="heading 1"/>
    <w:next w:val="Normal"/>
    <w:link w:val="Titre1Car"/>
    <w:uiPriority w:val="9"/>
    <w:qFormat/>
    <w:rsid w:val="002860A1"/>
    <w:pPr>
      <w:keepNext/>
      <w:keepLines/>
      <w:shd w:val="clear" w:color="auto" w:fill="5B9BD5" w:themeFill="accent5"/>
      <w:spacing w:after="40"/>
      <w:ind w:firstLine="567"/>
      <w:outlineLvl w:val="0"/>
    </w:pPr>
    <w:rPr>
      <w:rFonts w:ascii="Arial" w:eastAsiaTheme="majorEastAsia" w:hAnsi="Arial" w:cstheme="majorBidi"/>
      <w:caps/>
      <w:color w:val="FFFFFF" w:themeColor="background1"/>
      <w:sz w:val="36"/>
      <w:szCs w:val="32"/>
    </w:rPr>
  </w:style>
  <w:style w:type="paragraph" w:styleId="Titre2">
    <w:name w:val="heading 2"/>
    <w:aliases w:val="Sous-titre colonne gauche"/>
    <w:next w:val="Normal"/>
    <w:link w:val="Titre2Car"/>
    <w:uiPriority w:val="9"/>
    <w:unhideWhenUsed/>
    <w:qFormat/>
    <w:rsid w:val="00C26814"/>
    <w:pPr>
      <w:keepNext/>
      <w:keepLines/>
      <w:shd w:val="clear" w:color="auto" w:fill="B4C6E7" w:themeFill="accent1" w:themeFillTint="66"/>
      <w:spacing w:after="0"/>
      <w:ind w:firstLine="709"/>
      <w:outlineLvl w:val="1"/>
    </w:pPr>
    <w:rPr>
      <w:rFonts w:ascii="Arial" w:eastAsiaTheme="majorEastAsia" w:hAnsi="Arial" w:cstheme="majorBidi"/>
      <w:color w:val="3B3838" w:themeColor="background2" w:themeShade="40"/>
      <w:sz w:val="32"/>
      <w:szCs w:val="26"/>
    </w:rPr>
  </w:style>
  <w:style w:type="paragraph" w:styleId="Titre3">
    <w:name w:val="heading 3"/>
    <w:aliases w:val="Titre colonne droite"/>
    <w:next w:val="Normal"/>
    <w:link w:val="Titre3Car"/>
    <w:uiPriority w:val="9"/>
    <w:unhideWhenUsed/>
    <w:qFormat/>
    <w:rsid w:val="00BA5E2E"/>
    <w:pPr>
      <w:keepNext/>
      <w:keepLines/>
      <w:pBdr>
        <w:bottom w:val="single" w:sz="36" w:space="1" w:color="auto"/>
      </w:pBdr>
      <w:shd w:val="clear" w:color="auto" w:fill="44546A" w:themeFill="text2"/>
      <w:suppressAutoHyphens/>
      <w:spacing w:after="0"/>
      <w:jc w:val="center"/>
      <w:outlineLvl w:val="2"/>
    </w:pPr>
    <w:rPr>
      <w:rFonts w:ascii="Arial" w:eastAsiaTheme="majorEastAsia" w:hAnsi="Arial" w:cstheme="majorBidi"/>
      <w:smallCaps/>
      <w:color w:val="FFFFFF" w:themeColor="background1"/>
      <w:sz w:val="31"/>
      <w:szCs w:val="24"/>
    </w:rPr>
  </w:style>
  <w:style w:type="paragraph" w:styleId="Titre4">
    <w:name w:val="heading 4"/>
    <w:aliases w:val="Sous-titre colonne droite"/>
    <w:next w:val="Normal"/>
    <w:link w:val="Titre4Car"/>
    <w:uiPriority w:val="9"/>
    <w:unhideWhenUsed/>
    <w:qFormat/>
    <w:rsid w:val="00443E27"/>
    <w:pPr>
      <w:keepNext/>
      <w:keepLines/>
      <w:pBdr>
        <w:bottom w:val="single" w:sz="18" w:space="1" w:color="600000"/>
      </w:pBdr>
      <w:shd w:val="clear" w:color="auto" w:fill="C45911" w:themeFill="accent2" w:themeFillShade="BF"/>
      <w:spacing w:after="0"/>
      <w:ind w:firstLine="113"/>
      <w:outlineLvl w:val="3"/>
    </w:pPr>
    <w:rPr>
      <w:rFonts w:ascii="Arial" w:eastAsiaTheme="majorEastAsia" w:hAnsi="Arial" w:cstheme="majorBidi"/>
      <w:iCs/>
      <w:color w:val="FFFFFF" w:themeColor="background1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860A1"/>
    <w:rPr>
      <w:rFonts w:ascii="Arial" w:eastAsiaTheme="majorEastAsia" w:hAnsi="Arial" w:cstheme="majorBidi"/>
      <w:caps/>
      <w:color w:val="FFFFFF" w:themeColor="background1"/>
      <w:sz w:val="36"/>
      <w:szCs w:val="32"/>
      <w:shd w:val="clear" w:color="auto" w:fill="5B9BD5" w:themeFill="accent5"/>
    </w:rPr>
  </w:style>
  <w:style w:type="paragraph" w:styleId="En-tte">
    <w:name w:val="header"/>
    <w:basedOn w:val="Normal"/>
    <w:link w:val="En-tt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F20BE"/>
  </w:style>
  <w:style w:type="paragraph" w:styleId="Pieddepage">
    <w:name w:val="footer"/>
    <w:basedOn w:val="Normal"/>
    <w:link w:val="PieddepageCar"/>
    <w:uiPriority w:val="99"/>
    <w:unhideWhenUsed/>
    <w:rsid w:val="003F2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F20BE"/>
  </w:style>
  <w:style w:type="character" w:customStyle="1" w:styleId="Titre2Car">
    <w:name w:val="Titre 2 Car"/>
    <w:aliases w:val="Sous-titre colonne gauche Car"/>
    <w:basedOn w:val="Policepardfaut"/>
    <w:link w:val="Titre2"/>
    <w:uiPriority w:val="9"/>
    <w:rsid w:val="00C26814"/>
    <w:rPr>
      <w:rFonts w:ascii="Arial" w:eastAsiaTheme="majorEastAsia" w:hAnsi="Arial" w:cstheme="majorBidi"/>
      <w:color w:val="3B3838" w:themeColor="background2" w:themeShade="40"/>
      <w:sz w:val="32"/>
      <w:szCs w:val="26"/>
      <w:shd w:val="clear" w:color="auto" w:fill="B4C6E7" w:themeFill="accent1" w:themeFillTint="66"/>
    </w:rPr>
  </w:style>
  <w:style w:type="character" w:customStyle="1" w:styleId="Titre3Car">
    <w:name w:val="Titre 3 Car"/>
    <w:aliases w:val="Titre colonne droite Car"/>
    <w:basedOn w:val="Policepardfaut"/>
    <w:link w:val="Titre3"/>
    <w:uiPriority w:val="9"/>
    <w:rsid w:val="00BA5E2E"/>
    <w:rPr>
      <w:rFonts w:ascii="Arial" w:eastAsiaTheme="majorEastAsia" w:hAnsi="Arial" w:cstheme="majorBidi"/>
      <w:smallCaps/>
      <w:color w:val="FFFFFF" w:themeColor="background1"/>
      <w:sz w:val="31"/>
      <w:szCs w:val="24"/>
      <w:shd w:val="clear" w:color="auto" w:fill="44546A" w:themeFill="text2"/>
    </w:rPr>
  </w:style>
  <w:style w:type="character" w:customStyle="1" w:styleId="Titre4Car">
    <w:name w:val="Titre 4 Car"/>
    <w:aliases w:val="Sous-titre colonne droite Car"/>
    <w:basedOn w:val="Policepardfaut"/>
    <w:link w:val="Titre4"/>
    <w:uiPriority w:val="9"/>
    <w:rsid w:val="00443E27"/>
    <w:rPr>
      <w:rFonts w:ascii="Arial" w:eastAsiaTheme="majorEastAsia" w:hAnsi="Arial" w:cstheme="majorBidi"/>
      <w:iCs/>
      <w:color w:val="FFFFFF" w:themeColor="background1"/>
      <w:sz w:val="28"/>
      <w:shd w:val="clear" w:color="auto" w:fill="C45911" w:themeFill="accent2" w:themeFillShade="BF"/>
    </w:rPr>
  </w:style>
  <w:style w:type="paragraph" w:styleId="Paragraphedeliste">
    <w:name w:val="List Paragraph"/>
    <w:basedOn w:val="Normal"/>
    <w:uiPriority w:val="34"/>
    <w:qFormat/>
    <w:rsid w:val="006777D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27314"/>
    <w:rPr>
      <w:color w:val="808080"/>
    </w:rPr>
  </w:style>
  <w:style w:type="paragraph" w:customStyle="1" w:styleId="Domaines">
    <w:name w:val="Domaines"/>
    <w:link w:val="DomainesCar"/>
    <w:qFormat/>
    <w:rsid w:val="004E2947"/>
    <w:pPr>
      <w:spacing w:after="120" w:line="240" w:lineRule="auto"/>
      <w:ind w:firstLine="113"/>
    </w:pPr>
    <w:rPr>
      <w:smallCaps/>
    </w:rPr>
  </w:style>
  <w:style w:type="paragraph" w:customStyle="1" w:styleId="Comptences">
    <w:name w:val="Compétences"/>
    <w:link w:val="ComptencesCar"/>
    <w:qFormat/>
    <w:rsid w:val="004E2947"/>
    <w:pPr>
      <w:spacing w:after="0"/>
    </w:pPr>
    <w:rPr>
      <w:i/>
      <w:sz w:val="20"/>
    </w:rPr>
  </w:style>
  <w:style w:type="character" w:customStyle="1" w:styleId="DomainesCar">
    <w:name w:val="Domaines Car"/>
    <w:basedOn w:val="Titre1Car"/>
    <w:link w:val="Domaines"/>
    <w:rsid w:val="004E2947"/>
    <w:rPr>
      <w:rFonts w:ascii="Arial" w:eastAsiaTheme="majorEastAsia" w:hAnsi="Arial" w:cstheme="majorBidi"/>
      <w:caps/>
      <w:smallCaps/>
      <w:color w:val="FFFFFF" w:themeColor="background1"/>
      <w:sz w:val="36"/>
      <w:szCs w:val="32"/>
      <w:shd w:val="clear" w:color="auto" w:fill="5B9BD5" w:themeFill="accent5"/>
    </w:rPr>
  </w:style>
  <w:style w:type="paragraph" w:customStyle="1" w:styleId="Descriptif">
    <w:name w:val="Descriptif"/>
    <w:link w:val="DescriptifCar"/>
    <w:rsid w:val="004046D3"/>
  </w:style>
  <w:style w:type="character" w:customStyle="1" w:styleId="ComptencesCar">
    <w:name w:val="Compétences Car"/>
    <w:basedOn w:val="Policepardfaut"/>
    <w:link w:val="Comptences"/>
    <w:rsid w:val="004E2947"/>
    <w:rPr>
      <w:i/>
      <w:sz w:val="20"/>
    </w:rPr>
  </w:style>
  <w:style w:type="table" w:styleId="Grilledutableau">
    <w:name w:val="Table Grid"/>
    <w:basedOn w:val="TableauNormal"/>
    <w:uiPriority w:val="39"/>
    <w:rsid w:val="00FF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scriptifCar">
    <w:name w:val="Descriptif Car"/>
    <w:basedOn w:val="Policepardfaut"/>
    <w:link w:val="Descriptif"/>
    <w:rsid w:val="004046D3"/>
  </w:style>
  <w:style w:type="character" w:styleId="lev">
    <w:name w:val="Strong"/>
    <w:basedOn w:val="Policepardfaut"/>
    <w:uiPriority w:val="22"/>
    <w:qFormat/>
    <w:rsid w:val="003616AD"/>
    <w:rPr>
      <w:b/>
      <w:bCs/>
    </w:rPr>
  </w:style>
  <w:style w:type="paragraph" w:customStyle="1" w:styleId="Default">
    <w:name w:val="Default"/>
    <w:rsid w:val="00041057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sv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sv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sv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svg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6.png"/><Relationship Id="rId2" Type="http://schemas.openxmlformats.org/officeDocument/2006/relationships/image" Target="media/image20.png"/><Relationship Id="rId1" Type="http://schemas.openxmlformats.org/officeDocument/2006/relationships/image" Target="media/image19.png"/><Relationship Id="rId4" Type="http://schemas.openxmlformats.org/officeDocument/2006/relationships/image" Target="media/image37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ha\AppData\Local\Temp\PIX_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C8906-F22F-4AD5-B4E7-72F35E030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PIX_modèle.dotx</Template>
  <TotalTime>155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14</cp:revision>
  <cp:lastPrinted>2021-05-05T21:28:00Z</cp:lastPrinted>
  <dcterms:created xsi:type="dcterms:W3CDTF">2021-05-05T20:30:00Z</dcterms:created>
  <dcterms:modified xsi:type="dcterms:W3CDTF">2021-05-20T12:36:00Z</dcterms:modified>
</cp:coreProperties>
</file>