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9FF" w:rsidRDefault="002057E2" w:rsidP="00165D19">
      <w:pPr>
        <w:pStyle w:val="Titredepage"/>
      </w:pPr>
      <w:bookmarkStart w:id="0" w:name="_GoBack"/>
      <w:bookmarkEnd w:id="0"/>
      <w:r>
        <w:t>Création d’un jeu de pong</w:t>
      </w:r>
      <w:r w:rsidR="00BD6624">
        <w:t xml:space="preserve"> avec </w:t>
      </w:r>
      <w:r w:rsidR="00004A82">
        <w:rPr>
          <w:noProof/>
          <w:lang w:eastAsia="fr-FR"/>
        </w:rPr>
        <w:drawing>
          <wp:inline distT="0" distB="0" distL="0" distR="0" wp14:anchorId="7C243471" wp14:editId="13FCCC83">
            <wp:extent cx="795600" cy="252000"/>
            <wp:effectExtent l="0" t="0" r="5080" b="0"/>
            <wp:docPr id="74" name="Image 74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'image d'origin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794" b="29296"/>
                    <a:stretch/>
                  </pic:blipFill>
                  <pic:spPr bwMode="auto">
                    <a:xfrm>
                      <a:off x="0" y="0"/>
                      <a:ext cx="7956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4877" w:rsidRDefault="005F4877" w:rsidP="002057E2">
      <w:r>
        <w:t>Ouvrir le fichier « pong.sb2 ».</w:t>
      </w:r>
    </w:p>
    <w:p w:rsidR="0093576C" w:rsidRDefault="00602057" w:rsidP="002057E2">
      <w:r>
        <w:t xml:space="preserve">Dans la suite, faire en sorte que les programmes s’exécutent lorsque le drapeau vert est cliqué. </w:t>
      </w:r>
      <w:r>
        <w:rPr>
          <w:noProof/>
          <w:lang w:eastAsia="fr-FR"/>
        </w:rPr>
        <w:drawing>
          <wp:inline distT="0" distB="0" distL="0" distR="0" wp14:anchorId="3B7F593C" wp14:editId="1F8F25F8">
            <wp:extent cx="506754" cy="180000"/>
            <wp:effectExtent l="0" t="0" r="7620" b="0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6418" b="7248"/>
                    <a:stretch/>
                  </pic:blipFill>
                  <pic:spPr bwMode="auto">
                    <a:xfrm>
                      <a:off x="0" y="0"/>
                      <a:ext cx="506754" cy="1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576C" w:rsidRDefault="001E29EC" w:rsidP="0093576C">
      <w:pPr>
        <w:pStyle w:val="Cours-Titre1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856C17D" wp14:editId="23499D59">
            <wp:simplePos x="0" y="0"/>
            <wp:positionH relativeFrom="margin">
              <wp:posOffset>5479415</wp:posOffset>
            </wp:positionH>
            <wp:positionV relativeFrom="paragraph">
              <wp:posOffset>28575</wp:posOffset>
            </wp:positionV>
            <wp:extent cx="1219200" cy="1183819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838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02CE">
        <w:t>Programmation du d</w:t>
      </w:r>
      <w:r w:rsidR="0093576C">
        <w:t>éplacement de la balle</w:t>
      </w:r>
      <w:r w:rsidR="008C291A">
        <w:t xml:space="preserve"> (Script </w:t>
      </w:r>
      <w:r w:rsidR="008B2619">
        <w:t xml:space="preserve">du lutin </w:t>
      </w:r>
      <w:r w:rsidR="008C291A">
        <w:t>Balle)</w:t>
      </w:r>
    </w:p>
    <w:p w:rsidR="00A60D87" w:rsidRDefault="003F49A3" w:rsidP="000F60F8">
      <w:pPr>
        <w:pStyle w:val="Paragraphedeliste"/>
        <w:numPr>
          <w:ilvl w:val="0"/>
          <w:numId w:val="7"/>
        </w:numPr>
      </w:pPr>
      <w:r>
        <w:t>Choisir une position de départ pour la balle</w:t>
      </w:r>
      <w:r w:rsidR="006F2A99">
        <w:t xml:space="preserve"> </w:t>
      </w:r>
      <w:r w:rsidR="006F2A99">
        <w:rPr>
          <w:noProof/>
          <w:lang w:eastAsia="fr-FR"/>
        </w:rPr>
        <w:drawing>
          <wp:inline distT="0" distB="0" distL="0" distR="0" wp14:anchorId="6C744E47" wp14:editId="44EBDD00">
            <wp:extent cx="847725" cy="190679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6500" b="13231"/>
                    <a:stretch/>
                  </pic:blipFill>
                  <pic:spPr bwMode="auto">
                    <a:xfrm>
                      <a:off x="0" y="0"/>
                      <a:ext cx="847881" cy="190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2A99" w:rsidRDefault="001E29EC" w:rsidP="000F60F8">
      <w:pPr>
        <w:pStyle w:val="Paragraphedeliste"/>
        <w:numPr>
          <w:ilvl w:val="0"/>
          <w:numId w:val="7"/>
        </w:num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A2670" wp14:editId="79F15D91">
                <wp:simplePos x="0" y="0"/>
                <wp:positionH relativeFrom="column">
                  <wp:posOffset>3936365</wp:posOffset>
                </wp:positionH>
                <wp:positionV relativeFrom="paragraph">
                  <wp:posOffset>80645</wp:posOffset>
                </wp:positionV>
                <wp:extent cx="1485900" cy="0"/>
                <wp:effectExtent l="0" t="76200" r="19050" b="9525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447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3" o:spid="_x0000_s1026" type="#_x0000_t32" style="position:absolute;margin-left:309.95pt;margin-top:6.35pt;width:1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 w:rsidR="006F2A99">
        <w:t>Choisir une orientation</w:t>
      </w:r>
      <w:r w:rsidR="00341074">
        <w:t xml:space="preserve"> de départ</w:t>
      </w:r>
      <w:r w:rsidR="006F2A99">
        <w:t xml:space="preserve"> </w:t>
      </w:r>
      <w:r w:rsidR="006F2A99">
        <w:rPr>
          <w:noProof/>
          <w:lang w:eastAsia="fr-FR"/>
        </w:rPr>
        <w:drawing>
          <wp:inline distT="0" distB="0" distL="0" distR="0" wp14:anchorId="3B9F7D6F" wp14:editId="709BEB9B">
            <wp:extent cx="902889" cy="24765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6703" cy="248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416" w:rsidRDefault="001E29EC" w:rsidP="000F60F8">
      <w:pPr>
        <w:pStyle w:val="Paragraphedeliste"/>
        <w:numPr>
          <w:ilvl w:val="0"/>
          <w:numId w:val="7"/>
        </w:numPr>
      </w:pPr>
      <w:r>
        <w:t>Faire avancer la balle indéfiniment</w:t>
      </w:r>
      <w:r w:rsidR="006A1416">
        <w:t xml:space="preserve"> </w:t>
      </w:r>
      <w:r>
        <w:t xml:space="preserve"> </w:t>
      </w:r>
      <w:r w:rsidR="006A1416">
        <w:rPr>
          <w:noProof/>
          <w:lang w:eastAsia="fr-FR"/>
        </w:rPr>
        <w:drawing>
          <wp:inline distT="0" distB="0" distL="0" distR="0" wp14:anchorId="35EB3EE2" wp14:editId="1CD83780">
            <wp:extent cx="747828" cy="257175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10459" b="10445"/>
                    <a:stretch/>
                  </pic:blipFill>
                  <pic:spPr bwMode="auto">
                    <a:xfrm>
                      <a:off x="0" y="0"/>
                      <a:ext cx="747173" cy="256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29EC" w:rsidRDefault="006A1416" w:rsidP="000F60F8">
      <w:pPr>
        <w:pStyle w:val="Paragraphedeliste"/>
        <w:numPr>
          <w:ilvl w:val="0"/>
          <w:numId w:val="7"/>
        </w:numPr>
      </w:pPr>
      <w:r>
        <w:t xml:space="preserve">_ </w:t>
      </w:r>
      <w:r w:rsidR="00A36E2C">
        <w:t>choisir sa</w:t>
      </w:r>
      <w:r w:rsidR="001E29EC">
        <w:t xml:space="preserve"> vitesse</w:t>
      </w:r>
      <w:r w:rsidR="0071186B">
        <w:t xml:space="preserve"> </w:t>
      </w:r>
      <w:r>
        <w:rPr>
          <w:noProof/>
          <w:lang w:eastAsia="fr-FR"/>
        </w:rPr>
        <w:drawing>
          <wp:inline distT="0" distB="0" distL="0" distR="0" wp14:anchorId="00462A74" wp14:editId="1ED745C9">
            <wp:extent cx="800100" cy="238491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14058" cy="242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29EC">
        <w:t xml:space="preserve"> </w:t>
      </w:r>
    </w:p>
    <w:p w:rsidR="0071186B" w:rsidRDefault="006A1416" w:rsidP="000F60F8">
      <w:pPr>
        <w:pStyle w:val="Paragraphedeliste"/>
        <w:numPr>
          <w:ilvl w:val="0"/>
          <w:numId w:val="7"/>
        </w:numPr>
      </w:pPr>
      <w:r>
        <w:t>_ et l</w:t>
      </w:r>
      <w:r w:rsidR="000F60F8">
        <w:t>a</w:t>
      </w:r>
      <w:r w:rsidR="001E29EC">
        <w:t xml:space="preserve"> faire rebondir sur les murs</w:t>
      </w:r>
      <w:r w:rsidR="0071186B">
        <w:t xml:space="preserve"> </w:t>
      </w:r>
      <w:r w:rsidR="0071186B">
        <w:rPr>
          <w:noProof/>
          <w:lang w:eastAsia="fr-FR"/>
        </w:rPr>
        <w:drawing>
          <wp:inline distT="0" distB="0" distL="0" distR="0" wp14:anchorId="58E06ED7" wp14:editId="350916A2">
            <wp:extent cx="1666875" cy="226540"/>
            <wp:effectExtent l="0" t="0" r="0" b="254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t="9650" b="5851"/>
                    <a:stretch/>
                  </pic:blipFill>
                  <pic:spPr bwMode="auto">
                    <a:xfrm>
                      <a:off x="0" y="0"/>
                      <a:ext cx="1667442" cy="2266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1416" w:rsidRPr="006A1416" w:rsidRDefault="006A1416" w:rsidP="006A1416">
      <w:pPr>
        <w:pStyle w:val="Paragraphedeliste"/>
        <w:ind w:left="1287"/>
        <w:rPr>
          <w:sz w:val="16"/>
          <w:szCs w:val="16"/>
        </w:rPr>
      </w:pPr>
    </w:p>
    <w:p w:rsidR="006A1416" w:rsidRDefault="006A1416" w:rsidP="000F60F8">
      <w:pPr>
        <w:pStyle w:val="Paragraphedeliste"/>
        <w:numPr>
          <w:ilvl w:val="0"/>
          <w:numId w:val="7"/>
        </w:numPr>
      </w:pPr>
      <w:r>
        <w:t>Exécuter le programme et décrire le mouvement de la balle :</w:t>
      </w:r>
    </w:p>
    <w:p w:rsidR="006A1416" w:rsidRDefault="006A1416" w:rsidP="006A1416">
      <w:pPr>
        <w:pStyle w:val="Paragraphedeliste"/>
        <w:ind w:left="1287"/>
      </w:pPr>
      <w:r>
        <w:t>_ _ _ _ _ _ _ _ _ _ _ _ _ _ _ _ _ _ _ _ _ _ _ _ _ _ _ _ _ _ _ _ _ _ _ _ _ _ _ _ _ _ _ _ _ _ _ _</w:t>
      </w:r>
    </w:p>
    <w:p w:rsidR="006A1416" w:rsidRDefault="006A1416" w:rsidP="006A1416">
      <w:pPr>
        <w:pStyle w:val="Paragraphedeliste"/>
        <w:ind w:left="1287"/>
      </w:pPr>
    </w:p>
    <w:p w:rsidR="0093576C" w:rsidRDefault="009002CE" w:rsidP="0093576C">
      <w:pPr>
        <w:pStyle w:val="Cours-Titre1"/>
      </w:pPr>
      <w:r>
        <w:t>Programmation du d</w:t>
      </w:r>
      <w:r w:rsidR="0093576C">
        <w:t>éplacement de la barre</w:t>
      </w:r>
      <w:r w:rsidR="008C291A">
        <w:t xml:space="preserve"> (Script </w:t>
      </w:r>
      <w:r w:rsidR="008B2619">
        <w:t>du lutin B</w:t>
      </w:r>
      <w:r w:rsidR="008C291A">
        <w:t>arre)</w:t>
      </w:r>
    </w:p>
    <w:p w:rsidR="00A60D87" w:rsidRDefault="008C291A" w:rsidP="00993AAF">
      <w:pPr>
        <w:pStyle w:val="Paragraphedeliste"/>
        <w:numPr>
          <w:ilvl w:val="0"/>
          <w:numId w:val="9"/>
        </w:numPr>
      </w:pPr>
      <w:r>
        <w:t>Répéter indéfiniment : « déplacer horizontalement la barre en fonction de l’abscisse de la souris »</w:t>
      </w:r>
      <w:r w:rsidR="00CF41E9">
        <w:t xml:space="preserve"> </w:t>
      </w:r>
      <w:r w:rsidR="00CF41E9">
        <w:rPr>
          <w:noProof/>
          <w:lang w:eastAsia="fr-FR"/>
        </w:rPr>
        <w:drawing>
          <wp:inline distT="0" distB="0" distL="0" distR="0" wp14:anchorId="0548F8DA" wp14:editId="5B7F79BE">
            <wp:extent cx="733425" cy="252222"/>
            <wp:effectExtent l="0" t="0" r="0" b="0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10459" b="10445"/>
                    <a:stretch/>
                  </pic:blipFill>
                  <pic:spPr bwMode="auto">
                    <a:xfrm>
                      <a:off x="0" y="0"/>
                      <a:ext cx="737332" cy="25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C291A"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19602574" wp14:editId="18898F3C">
            <wp:extent cx="1600200" cy="295772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00002" cy="29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>.</w:t>
      </w:r>
    </w:p>
    <w:p w:rsidR="008C291A" w:rsidRPr="008C291A" w:rsidRDefault="008C291A" w:rsidP="008C291A">
      <w:pPr>
        <w:pStyle w:val="Paragraphedeliste"/>
        <w:ind w:left="1287"/>
        <w:rPr>
          <w:sz w:val="16"/>
          <w:szCs w:val="16"/>
        </w:rPr>
      </w:pPr>
    </w:p>
    <w:p w:rsidR="008C291A" w:rsidRDefault="008C291A" w:rsidP="008C291A">
      <w:pPr>
        <w:pStyle w:val="Paragraphedeliste"/>
        <w:numPr>
          <w:ilvl w:val="0"/>
          <w:numId w:val="9"/>
        </w:numPr>
      </w:pPr>
      <w:r>
        <w:t xml:space="preserve">Exécuter le programme et décrire le mouvement de la </w:t>
      </w:r>
      <w:r w:rsidR="00460783">
        <w:t>barre</w:t>
      </w:r>
      <w:r>
        <w:t> :</w:t>
      </w:r>
    </w:p>
    <w:p w:rsidR="008C291A" w:rsidRDefault="008C291A" w:rsidP="008C291A">
      <w:pPr>
        <w:pStyle w:val="Paragraphedeliste"/>
        <w:ind w:left="1287"/>
      </w:pPr>
      <w:r>
        <w:t>_ _ _ _ _ _ _ _ _ _ _ _ _ _ _ _ _ _ _ _ _ _ _ _ _ _ _ _ _ _ _ _ _ _ _ _ _ _ _ _ _ _ _ _ _ _ _ _</w:t>
      </w:r>
    </w:p>
    <w:p w:rsidR="008C291A" w:rsidRDefault="008C291A" w:rsidP="008C291A">
      <w:pPr>
        <w:pStyle w:val="Paragraphedeliste"/>
        <w:ind w:left="1287"/>
      </w:pPr>
    </w:p>
    <w:p w:rsidR="00740248" w:rsidRDefault="00740248" w:rsidP="00740248">
      <w:pPr>
        <w:pStyle w:val="Cours-Titre1"/>
      </w:pPr>
      <w:r>
        <w:t>Programmation du rebond de la balle sur la barre</w:t>
      </w:r>
      <w:r w:rsidR="00B80607">
        <w:t xml:space="preserve"> (Script </w:t>
      </w:r>
      <w:r w:rsidR="008B2619">
        <w:t xml:space="preserve">du lutin </w:t>
      </w:r>
      <w:r w:rsidR="00B80607">
        <w:t>Balle)</w:t>
      </w:r>
    </w:p>
    <w:p w:rsidR="00740248" w:rsidRDefault="00A35D5E" w:rsidP="008B2619">
      <w:pPr>
        <w:pStyle w:val="Paragraphedeliste"/>
        <w:numPr>
          <w:ilvl w:val="0"/>
          <w:numId w:val="9"/>
        </w:numPr>
        <w:spacing w:line="360" w:lineRule="auto"/>
      </w:pPr>
      <w:r>
        <w:t xml:space="preserve">Il faut tester indéfiniment si la balle touche la barre.  </w:t>
      </w:r>
      <w:r>
        <w:rPr>
          <w:noProof/>
          <w:lang w:eastAsia="fr-FR"/>
        </w:rPr>
        <w:drawing>
          <wp:inline distT="0" distB="0" distL="0" distR="0" wp14:anchorId="04EEEDC4" wp14:editId="78D4385A">
            <wp:extent cx="514350" cy="250546"/>
            <wp:effectExtent l="0" t="0" r="0" b="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t="7081" b="6135"/>
                    <a:stretch/>
                  </pic:blipFill>
                  <pic:spPr bwMode="auto">
                    <a:xfrm>
                      <a:off x="0" y="0"/>
                      <a:ext cx="514413" cy="2505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 w:rsidR="00DB4E0B">
        <w:rPr>
          <w:noProof/>
          <w:lang w:eastAsia="fr-FR"/>
        </w:rPr>
        <w:drawing>
          <wp:inline distT="0" distB="0" distL="0" distR="0" wp14:anchorId="191F0957" wp14:editId="22325202">
            <wp:extent cx="1009650" cy="24827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09524" cy="24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AAF" w:rsidRDefault="00A35D5E" w:rsidP="001C0707">
      <w:pPr>
        <w:pStyle w:val="Paragraphedeliste"/>
        <w:numPr>
          <w:ilvl w:val="0"/>
          <w:numId w:val="9"/>
        </w:numPr>
        <w:spacing w:after="0"/>
      </w:pPr>
      <w:r>
        <w:t>Il f</w:t>
      </w:r>
      <w:r w:rsidR="000F44A1">
        <w:t>aut alors faire rebondir la ball</w:t>
      </w:r>
      <w:r w:rsidR="00DB4E0B">
        <w:t>e en changeant son orientation</w:t>
      </w:r>
      <w:r w:rsidR="00D32C29">
        <w:t> </w:t>
      </w:r>
      <w:r w:rsidR="00C70800">
        <w:t>(choisir l’une des deux méthodes)</w:t>
      </w:r>
      <w:r w:rsidR="00D32C29">
        <w:t xml:space="preserve">: </w:t>
      </w:r>
    </w:p>
    <w:p w:rsidR="00993AAF" w:rsidRDefault="00D32C29" w:rsidP="001C0707">
      <w:pPr>
        <w:pStyle w:val="Paragraphedeliste"/>
        <w:numPr>
          <w:ilvl w:val="1"/>
          <w:numId w:val="9"/>
        </w:numPr>
        <w:spacing w:after="0"/>
        <w:ind w:left="1276"/>
      </w:pPr>
      <w:r>
        <w:t xml:space="preserve">soit de manière aléatoire </w:t>
      </w:r>
      <w:r w:rsidR="00DB4E0B">
        <w:rPr>
          <w:noProof/>
          <w:lang w:eastAsia="fr-FR"/>
        </w:rPr>
        <w:drawing>
          <wp:inline distT="0" distB="0" distL="0" distR="0" wp14:anchorId="3A29B7B5" wp14:editId="6D79672E">
            <wp:extent cx="2752725" cy="340812"/>
            <wp:effectExtent l="0" t="0" r="0" b="254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52385" cy="34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</w:p>
    <w:p w:rsidR="008B2619" w:rsidRDefault="008B2619" w:rsidP="00E35708">
      <w:pPr>
        <w:pStyle w:val="Paragraphedeliste"/>
        <w:numPr>
          <w:ilvl w:val="1"/>
          <w:numId w:val="9"/>
        </w:numPr>
        <w:spacing w:line="276" w:lineRule="auto"/>
        <w:ind w:left="1276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380C4" wp14:editId="6C4F8809">
                <wp:simplePos x="0" y="0"/>
                <wp:positionH relativeFrom="column">
                  <wp:posOffset>5669915</wp:posOffset>
                </wp:positionH>
                <wp:positionV relativeFrom="paragraph">
                  <wp:posOffset>197485</wp:posOffset>
                </wp:positionV>
                <wp:extent cx="1095375" cy="1581150"/>
                <wp:effectExtent l="0" t="0" r="2857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0B4" w:rsidRDefault="00A400B4" w:rsidP="008B2619">
                            <w:pPr>
                              <w:ind w:left="-142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D7B1862" wp14:editId="66633899">
                                  <wp:extent cx="971550" cy="709161"/>
                                  <wp:effectExtent l="0" t="0" r="0" b="0"/>
                                  <wp:docPr id="12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bond1.png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1686" cy="709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400B4" w:rsidRDefault="00A400B4" w:rsidP="008B2619">
                            <w:pPr>
                              <w:ind w:left="-142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0AD8DA1" wp14:editId="0D1F2BD7">
                                  <wp:extent cx="1043145" cy="628650"/>
                                  <wp:effectExtent l="0" t="0" r="5080" b="0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bond2.png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3291" cy="6287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380C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46.45pt;margin-top:15.55pt;width:86.25pt;height:1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">
                <v:textbox>
                  <w:txbxContent>
                    <w:p w:rsidR="00A400B4" w:rsidRDefault="00A400B4" w:rsidP="008B2619">
                      <w:pPr>
                        <w:ind w:left="-142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2D7B1862" wp14:editId="66633899">
                            <wp:extent cx="971550" cy="709161"/>
                            <wp:effectExtent l="0" t="0" r="0" b="0"/>
                            <wp:docPr id="12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bond1.png"/>
                                    <pic:cNvPicPr/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71686" cy="709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400B4" w:rsidRDefault="00A400B4" w:rsidP="008B2619">
                      <w:pPr>
                        <w:ind w:left="-142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0AD8DA1" wp14:editId="0D1F2BD7">
                            <wp:extent cx="1043145" cy="628650"/>
                            <wp:effectExtent l="0" t="0" r="5080" b="0"/>
                            <wp:docPr id="13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bond2.pn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3291" cy="6287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32C29">
        <w:t xml:space="preserve">soit </w:t>
      </w:r>
      <w:r w:rsidR="00C70800">
        <w:t>en faisant un nouveau test </w:t>
      </w:r>
      <w:r w:rsidR="00C83FAB">
        <w:rPr>
          <w:noProof/>
          <w:lang w:eastAsia="fr-FR"/>
        </w:rPr>
        <w:drawing>
          <wp:inline distT="0" distB="0" distL="0" distR="0" wp14:anchorId="5FE136E5" wp14:editId="5E03D29F">
            <wp:extent cx="564568" cy="428336"/>
            <wp:effectExtent l="0" t="0" r="6985" b="0"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/>
                    <a:srcRect t="5008"/>
                    <a:stretch/>
                  </pic:blipFill>
                  <pic:spPr bwMode="auto">
                    <a:xfrm>
                      <a:off x="0" y="0"/>
                      <a:ext cx="569013" cy="431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70800" w:rsidRPr="00C70800">
        <w:rPr>
          <w:noProof/>
          <w:lang w:eastAsia="fr-FR"/>
        </w:rPr>
        <w:t xml:space="preserve"> </w:t>
      </w:r>
      <w:r w:rsidR="00C83FAB">
        <w:rPr>
          <w:noProof/>
          <w:lang w:eastAsia="fr-FR"/>
        </w:rPr>
        <w:drawing>
          <wp:inline distT="0" distB="0" distL="0" distR="0" wp14:anchorId="53B3F906" wp14:editId="3A653E29">
            <wp:extent cx="1076325" cy="284648"/>
            <wp:effectExtent l="0" t="0" r="0" b="127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76191" cy="284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0800">
        <w:t xml:space="preserve">et en changeant </w:t>
      </w:r>
      <w:r w:rsidR="00D32C29">
        <w:t xml:space="preserve"> </w:t>
      </w:r>
    </w:p>
    <w:p w:rsidR="008B2619" w:rsidRDefault="00D32C29" w:rsidP="008B2619">
      <w:pPr>
        <w:pStyle w:val="Paragraphedeliste"/>
        <w:spacing w:line="276" w:lineRule="auto"/>
        <w:ind w:left="1276"/>
      </w:pPr>
      <w:r>
        <w:t xml:space="preserve">l’orientation de la balle actuelle suivant </w:t>
      </w:r>
      <w:r w:rsidR="00832538">
        <w:t>le côté où elle arrive</w:t>
      </w:r>
    </w:p>
    <w:p w:rsidR="00C83FAB" w:rsidRDefault="00C83FAB" w:rsidP="008B2619">
      <w:pPr>
        <w:pStyle w:val="Paragraphedeliste"/>
        <w:spacing w:line="276" w:lineRule="auto"/>
        <w:ind w:left="1276"/>
      </w:pPr>
      <w:r w:rsidRPr="00C83FAB"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7DA9254D" wp14:editId="5D08FC99">
            <wp:extent cx="1514475" cy="317671"/>
            <wp:effectExtent l="0" t="0" r="0" b="635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8063" cy="3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>,</w:t>
      </w:r>
      <w:r w:rsidRPr="00C83FAB"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3CCF5C90" wp14:editId="7A1ED820">
            <wp:extent cx="1466850" cy="281517"/>
            <wp:effectExtent l="0" t="0" r="0" b="444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281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>.</w:t>
      </w:r>
    </w:p>
    <w:p w:rsidR="008B2619" w:rsidRDefault="006112B0" w:rsidP="00E35708">
      <w:pPr>
        <w:pStyle w:val="Paragraphedeliste"/>
        <w:spacing w:line="360" w:lineRule="auto"/>
        <w:ind w:left="1276"/>
      </w:pPr>
      <w:r>
        <w:t xml:space="preserve"> Il faut aussi faire avancer la balle </w:t>
      </w:r>
      <w:r w:rsidR="00C83FAB">
        <w:rPr>
          <w:noProof/>
          <w:lang w:eastAsia="fr-FR"/>
        </w:rPr>
        <w:drawing>
          <wp:inline distT="0" distB="0" distL="0" distR="0" wp14:anchorId="558A8CD3" wp14:editId="3F495936">
            <wp:extent cx="819150" cy="228772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19048" cy="228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tout de suite pour l’éloigner </w:t>
      </w:r>
    </w:p>
    <w:p w:rsidR="009154DF" w:rsidRDefault="006112B0" w:rsidP="00E35708">
      <w:pPr>
        <w:pStyle w:val="Paragraphedeliste"/>
        <w:spacing w:line="360" w:lineRule="auto"/>
        <w:ind w:left="1276"/>
      </w:pPr>
      <w:r>
        <w:t>de la barre afin d’éviter que le test se réalise une seconde fois.</w:t>
      </w:r>
    </w:p>
    <w:p w:rsidR="008B2619" w:rsidRDefault="008B2619" w:rsidP="00E35708">
      <w:pPr>
        <w:pStyle w:val="Paragraphedeliste"/>
        <w:spacing w:line="360" w:lineRule="auto"/>
        <w:ind w:left="1276"/>
      </w:pPr>
    </w:p>
    <w:p w:rsidR="008B2619" w:rsidRDefault="008B2619" w:rsidP="008B2619">
      <w:pPr>
        <w:pStyle w:val="Paragraphedeliste"/>
        <w:numPr>
          <w:ilvl w:val="0"/>
          <w:numId w:val="9"/>
        </w:numPr>
      </w:pPr>
      <w:r>
        <w:tab/>
        <w:t>Exécuter le programme et décrire le mouvement de la b</w:t>
      </w:r>
      <w:r w:rsidR="001C0707">
        <w:t>all</w:t>
      </w:r>
      <w:r>
        <w:t>e :</w:t>
      </w:r>
    </w:p>
    <w:p w:rsidR="008B2619" w:rsidRDefault="008B2619" w:rsidP="008B2619">
      <w:pPr>
        <w:pStyle w:val="Paragraphedeliste"/>
        <w:ind w:left="1287"/>
      </w:pPr>
      <w:r>
        <w:t>_ _ _ _ _ _ _ _ _ _ _ _ _ _ _ _ _ _ _ _ _ _ _ _ _ _ _ _ _ _ _ _ _ _ _ _ _ _ _ _ _ _ _ _ _ _ _ _</w:t>
      </w:r>
    </w:p>
    <w:p w:rsidR="008B2619" w:rsidRDefault="008B2619" w:rsidP="008B2619">
      <w:pPr>
        <w:pStyle w:val="Paragraphedeliste"/>
        <w:tabs>
          <w:tab w:val="left" w:pos="7215"/>
        </w:tabs>
        <w:spacing w:line="360" w:lineRule="auto"/>
        <w:ind w:left="1276"/>
      </w:pPr>
    </w:p>
    <w:p w:rsidR="00C72965" w:rsidRDefault="00C72965" w:rsidP="008B2619">
      <w:pPr>
        <w:pStyle w:val="Paragraphedeliste"/>
        <w:tabs>
          <w:tab w:val="left" w:pos="7215"/>
        </w:tabs>
        <w:spacing w:line="360" w:lineRule="auto"/>
        <w:ind w:left="1276"/>
      </w:pPr>
    </w:p>
    <w:p w:rsidR="00C72965" w:rsidRDefault="00C72965" w:rsidP="008B2619">
      <w:pPr>
        <w:pStyle w:val="Paragraphedeliste"/>
        <w:tabs>
          <w:tab w:val="left" w:pos="7215"/>
        </w:tabs>
        <w:spacing w:line="360" w:lineRule="auto"/>
        <w:ind w:left="1276"/>
      </w:pPr>
    </w:p>
    <w:p w:rsidR="00C72965" w:rsidRDefault="00C72965" w:rsidP="008B2619">
      <w:pPr>
        <w:pStyle w:val="Paragraphedeliste"/>
        <w:tabs>
          <w:tab w:val="left" w:pos="7215"/>
        </w:tabs>
        <w:spacing w:line="360" w:lineRule="auto"/>
        <w:ind w:left="1276"/>
      </w:pPr>
    </w:p>
    <w:p w:rsidR="003F49A3" w:rsidRDefault="003F49A3" w:rsidP="0093576C">
      <w:pPr>
        <w:pStyle w:val="Cours-Titre1"/>
      </w:pPr>
      <w:r>
        <w:t>Programmation de fin de partie</w:t>
      </w:r>
      <w:r w:rsidR="00C72965">
        <w:t xml:space="preserve"> (Script du lutin Balle)</w:t>
      </w:r>
    </w:p>
    <w:p w:rsidR="00474FCE" w:rsidRDefault="00474FCE" w:rsidP="00C72965">
      <w:pPr>
        <w:pStyle w:val="Paragraphedeliste"/>
        <w:numPr>
          <w:ilvl w:val="0"/>
          <w:numId w:val="10"/>
        </w:numPr>
        <w:spacing w:line="276" w:lineRule="auto"/>
      </w:pPr>
      <w:r>
        <w:t xml:space="preserve">Changer le « Répéter indéfiniment » </w:t>
      </w:r>
      <w:r>
        <w:rPr>
          <w:noProof/>
          <w:lang w:eastAsia="fr-FR"/>
        </w:rPr>
        <w:drawing>
          <wp:inline distT="0" distB="0" distL="0" distR="0" wp14:anchorId="57E239B3" wp14:editId="1CCC70C8">
            <wp:extent cx="993104" cy="341524"/>
            <wp:effectExtent l="0" t="0" r="0" b="1905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10459" b="10445"/>
                    <a:stretch/>
                  </pic:blipFill>
                  <pic:spPr bwMode="auto">
                    <a:xfrm>
                      <a:off x="0" y="0"/>
                      <a:ext cx="996930" cy="342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de l</w:t>
      </w:r>
      <w:r w:rsidR="00C72965">
        <w:t xml:space="preserve">a balle qui la fait se déplacer </w:t>
      </w:r>
      <w:r>
        <w:t xml:space="preserve">par un « Répéter jusqu’à » </w:t>
      </w:r>
      <w:r>
        <w:rPr>
          <w:noProof/>
          <w:lang w:eastAsia="fr-FR"/>
        </w:rPr>
        <w:drawing>
          <wp:inline distT="0" distB="0" distL="0" distR="0" wp14:anchorId="0057F160" wp14:editId="1F1730B4">
            <wp:extent cx="896160" cy="333375"/>
            <wp:effectExtent l="0" t="0" r="0" b="0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/>
                    <a:srcRect t="3625" b="5781"/>
                    <a:stretch/>
                  </pic:blipFill>
                  <pic:spPr bwMode="auto">
                    <a:xfrm>
                      <a:off x="0" y="0"/>
                      <a:ext cx="901183" cy="3352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93AAF">
        <w:t xml:space="preserve"> et choisir comme condition</w:t>
      </w:r>
      <w:r w:rsidR="00C72965">
        <w:t xml:space="preserve"> d’arrêt</w:t>
      </w:r>
      <w:r w:rsidR="00993AAF">
        <w:t xml:space="preserve"> le touché </w:t>
      </w:r>
      <w:r w:rsidR="00C72965">
        <w:t>du sol de</w:t>
      </w:r>
      <w:r w:rsidR="00993AAF">
        <w:t xml:space="preserve"> </w:t>
      </w:r>
      <w:r w:rsidR="00C72965">
        <w:t xml:space="preserve">couleur rouge </w:t>
      </w:r>
      <w:r w:rsidR="00993AAF">
        <w:rPr>
          <w:noProof/>
          <w:lang w:eastAsia="fr-FR"/>
        </w:rPr>
        <w:drawing>
          <wp:inline distT="0" distB="0" distL="0" distR="0" wp14:anchorId="3865F015" wp14:editId="16070CFA">
            <wp:extent cx="1266825" cy="210384"/>
            <wp:effectExtent l="0" t="0" r="0" b="0"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/>
                    <a:srcRect t="15972" b="9850"/>
                    <a:stretch/>
                  </pic:blipFill>
                  <pic:spPr bwMode="auto">
                    <a:xfrm>
                      <a:off x="0" y="0"/>
                      <a:ext cx="1265460" cy="2101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93AAF">
        <w:t>.</w:t>
      </w:r>
    </w:p>
    <w:p w:rsidR="00993AAF" w:rsidRDefault="00993AAF" w:rsidP="00C72965">
      <w:pPr>
        <w:pStyle w:val="Paragraphedeliste"/>
        <w:numPr>
          <w:ilvl w:val="0"/>
          <w:numId w:val="10"/>
        </w:numPr>
        <w:spacing w:line="276" w:lineRule="auto"/>
      </w:pPr>
      <w:r>
        <w:t>On peut ensuite ajouter en dessous de ce bloc un ensemble d’action</w:t>
      </w:r>
      <w:r w:rsidR="00096169">
        <w:t>s</w:t>
      </w:r>
      <w:r>
        <w:t xml:space="preserve"> que l’on souhaite exécuter à la fin du jeu</w:t>
      </w:r>
      <w:r w:rsidR="00030F16">
        <w:t xml:space="preserve"> (affichage d’un message, d’un nouveau lutin, …) dont un arrêt de tous les programmes</w:t>
      </w:r>
      <w:r w:rsidR="00030F16" w:rsidRPr="00030F16">
        <w:rPr>
          <w:noProof/>
          <w:lang w:eastAsia="fr-FR"/>
        </w:rPr>
        <w:t xml:space="preserve"> </w:t>
      </w:r>
      <w:r w:rsidR="00030F16">
        <w:rPr>
          <w:noProof/>
          <w:lang w:eastAsia="fr-FR"/>
        </w:rPr>
        <w:drawing>
          <wp:inline distT="0" distB="0" distL="0" distR="0" wp14:anchorId="1127A9AC" wp14:editId="39A4F55D">
            <wp:extent cx="685800" cy="193040"/>
            <wp:effectExtent l="0" t="0" r="0" b="0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1"/>
                    <a:srcRect t="11420" b="11017"/>
                    <a:stretch/>
                  </pic:blipFill>
                  <pic:spPr bwMode="auto">
                    <a:xfrm>
                      <a:off x="0" y="0"/>
                      <a:ext cx="687198" cy="1934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30F16">
        <w:rPr>
          <w:noProof/>
          <w:lang w:eastAsia="fr-FR"/>
        </w:rPr>
        <w:t>.</w:t>
      </w:r>
    </w:p>
    <w:p w:rsidR="0021473A" w:rsidRDefault="0021473A" w:rsidP="0021473A">
      <w:pPr>
        <w:pStyle w:val="Paragraphedeliste"/>
        <w:spacing w:line="276" w:lineRule="auto"/>
        <w:ind w:left="1287"/>
      </w:pPr>
    </w:p>
    <w:p w:rsidR="009707E7" w:rsidRDefault="00A60D87" w:rsidP="00030F16">
      <w:pPr>
        <w:pStyle w:val="Cours-Titre1"/>
      </w:pPr>
      <w:r>
        <w:t>Evolutions</w:t>
      </w:r>
      <w:r w:rsidR="00993AAF">
        <w:t xml:space="preserve"> possibles</w:t>
      </w:r>
      <w:r w:rsidR="0021473A">
        <w:t xml:space="preserve"> : </w:t>
      </w:r>
    </w:p>
    <w:p w:rsidR="00303385" w:rsidRDefault="00303385" w:rsidP="0021473A">
      <w:pPr>
        <w:pStyle w:val="Paragraphedeliste"/>
        <w:numPr>
          <w:ilvl w:val="0"/>
          <w:numId w:val="5"/>
        </w:numPr>
        <w:spacing w:line="276" w:lineRule="auto"/>
      </w:pPr>
      <w:r>
        <w:t>Comptabiliser les points (création d’une variable)</w:t>
      </w:r>
    </w:p>
    <w:p w:rsidR="00303385" w:rsidRDefault="00303385" w:rsidP="0021473A">
      <w:pPr>
        <w:pStyle w:val="Paragraphedeliste"/>
        <w:numPr>
          <w:ilvl w:val="0"/>
          <w:numId w:val="5"/>
        </w:numPr>
        <w:spacing w:line="276" w:lineRule="auto"/>
      </w:pPr>
      <w:r>
        <w:t>Créer une seconde barre déplaçable avec les flèches du clavier et une seconde zone rouge pour jouer à deux</w:t>
      </w:r>
    </w:p>
    <w:p w:rsidR="00303385" w:rsidRDefault="00303385" w:rsidP="0021473A">
      <w:pPr>
        <w:pStyle w:val="Paragraphedeliste"/>
        <w:numPr>
          <w:ilvl w:val="0"/>
          <w:numId w:val="5"/>
        </w:numPr>
        <w:spacing w:line="276" w:lineRule="auto"/>
      </w:pPr>
      <w:r>
        <w:t>Ajouter un ou des lutins sur la scène qu’il faut toucher avec la balle soit avec une position définie, soit aléatoire</w:t>
      </w:r>
    </w:p>
    <w:p w:rsidR="0021473A" w:rsidRDefault="0021473A" w:rsidP="0021473A">
      <w:pPr>
        <w:pStyle w:val="Paragraphedeliste"/>
        <w:numPr>
          <w:ilvl w:val="0"/>
          <w:numId w:val="5"/>
        </w:numPr>
        <w:spacing w:line="276" w:lineRule="auto"/>
      </w:pPr>
      <w:r>
        <w:t>Ajouter un chronomètre</w:t>
      </w:r>
    </w:p>
    <w:p w:rsidR="00303385" w:rsidRDefault="00303385" w:rsidP="0021473A">
      <w:pPr>
        <w:pStyle w:val="Paragraphedeliste"/>
        <w:numPr>
          <w:ilvl w:val="0"/>
          <w:numId w:val="5"/>
        </w:numPr>
        <w:spacing w:line="276" w:lineRule="auto"/>
      </w:pPr>
      <w:r>
        <w:t>etc…</w:t>
      </w:r>
    </w:p>
    <w:p w:rsidR="00A60D87" w:rsidRPr="002057E2" w:rsidRDefault="00A60D87" w:rsidP="00A60D87"/>
    <w:p w:rsidR="002057E2" w:rsidRPr="002057E2" w:rsidRDefault="002057E2" w:rsidP="002057E2"/>
    <w:p w:rsidR="002057E2" w:rsidRDefault="002057E2" w:rsidP="002057E2"/>
    <w:p w:rsidR="00165D19" w:rsidRPr="00165D19" w:rsidRDefault="00165D19" w:rsidP="00165D19"/>
    <w:sectPr w:rsidR="00165D19" w:rsidRPr="00165D19" w:rsidSect="00D35950">
      <w:headerReference w:type="default" r:id="rId32"/>
      <w:footerReference w:type="default" r:id="rId33"/>
      <w:headerReference w:type="first" r:id="rId34"/>
      <w:footerReference w:type="first" r:id="rId35"/>
      <w:pgSz w:w="11907" w:h="16839" w:code="9"/>
      <w:pgMar w:top="709" w:right="567" w:bottom="851" w:left="851" w:header="0" w:footer="26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EBC" w:rsidRDefault="00747EBC">
      <w:pPr>
        <w:spacing w:after="0"/>
      </w:pPr>
      <w:r>
        <w:separator/>
      </w:r>
    </w:p>
    <w:p w:rsidR="00747EBC" w:rsidRDefault="00747EBC"/>
  </w:endnote>
  <w:endnote w:type="continuationSeparator" w:id="0">
    <w:p w:rsidR="00747EBC" w:rsidRDefault="00747EBC">
      <w:pPr>
        <w:spacing w:after="0"/>
      </w:pPr>
      <w:r>
        <w:continuationSeparator/>
      </w:r>
    </w:p>
    <w:p w:rsidR="00747EBC" w:rsidRDefault="00747E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2AD" w:rsidRPr="00AB2363" w:rsidRDefault="006702AD" w:rsidP="006702AD">
    <w:pPr>
      <w:jc w:val="center"/>
      <w:rPr>
        <w:rFonts w:asciiTheme="majorHAnsi" w:hAnsiTheme="majorHAnsi"/>
      </w:rPr>
    </w:pPr>
    <w:r w:rsidRPr="00AB2363">
      <w:rPr>
        <w:rFonts w:asciiTheme="majorHAnsi" w:hAnsiTheme="majorHAnsi"/>
        <w:noProof/>
        <w:lang w:eastAsia="fr-FR"/>
      </w:rPr>
      <mc:AlternateContent>
        <mc:Choice Requires="wps">
          <w:drawing>
            <wp:inline distT="0" distB="0" distL="0" distR="0" wp14:anchorId="1F57776F" wp14:editId="798DA03B">
              <wp:extent cx="5467350" cy="54610"/>
              <wp:effectExtent l="9525" t="19050" r="9525" b="12065"/>
              <wp:docPr id="113" name="Flowchart: Decision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67350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89B95E4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113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" fillcolor="black">
              <w10:anchorlock/>
            </v:shape>
          </w:pict>
        </mc:Fallback>
      </mc:AlternateContent>
    </w:r>
  </w:p>
  <w:p w:rsidR="006F08A5" w:rsidRDefault="00F83F1C" w:rsidP="006702AD">
    <w:pPr>
      <w:tabs>
        <w:tab w:val="center" w:pos="5387"/>
        <w:tab w:val="right" w:pos="10206"/>
      </w:tabs>
    </w:pPr>
    <w:r>
      <w:rPr>
        <w:rFonts w:asciiTheme="majorHAnsi" w:hAnsiTheme="majorHAnsi"/>
      </w:rPr>
      <w:t>Algo et Programmation</w:t>
    </w:r>
    <w:r w:rsidR="006702AD">
      <w:rPr>
        <w:rFonts w:asciiTheme="majorHAnsi" w:hAnsiTheme="majorHAnsi"/>
      </w:rPr>
      <w:tab/>
    </w:r>
    <w:r w:rsidR="006702AD" w:rsidRPr="00AB2363">
      <w:rPr>
        <w:rFonts w:asciiTheme="majorHAnsi" w:hAnsiTheme="majorHAnsi"/>
      </w:rPr>
      <w:fldChar w:fldCharType="begin"/>
    </w:r>
    <w:r w:rsidR="006702AD" w:rsidRPr="00AB2363">
      <w:rPr>
        <w:rFonts w:asciiTheme="majorHAnsi" w:hAnsiTheme="majorHAnsi"/>
      </w:rPr>
      <w:instrText xml:space="preserve"> PAGE    \* MERGEFORMAT </w:instrText>
    </w:r>
    <w:r w:rsidR="006702AD" w:rsidRPr="00AB2363">
      <w:rPr>
        <w:rFonts w:asciiTheme="majorHAnsi" w:hAnsiTheme="majorHAnsi"/>
      </w:rPr>
      <w:fldChar w:fldCharType="separate"/>
    </w:r>
    <w:r w:rsidR="00654717">
      <w:rPr>
        <w:rFonts w:asciiTheme="majorHAnsi" w:hAnsiTheme="majorHAnsi"/>
        <w:noProof/>
      </w:rPr>
      <w:t>1</w:t>
    </w:r>
    <w:r w:rsidR="006702AD" w:rsidRPr="00AB2363">
      <w:rPr>
        <w:rFonts w:asciiTheme="majorHAnsi" w:hAnsiTheme="majorHAnsi"/>
        <w:noProof/>
      </w:rPr>
      <w:fldChar w:fldCharType="end"/>
    </w:r>
    <w:r w:rsidR="006702AD" w:rsidRPr="00AB2363">
      <w:rPr>
        <w:rFonts w:asciiTheme="majorHAnsi" w:hAnsiTheme="majorHAnsi"/>
        <w:noProof/>
      </w:rPr>
      <w:t xml:space="preserve"> / </w:t>
    </w:r>
    <w:r w:rsidR="006702AD" w:rsidRPr="00AB2363">
      <w:rPr>
        <w:rFonts w:asciiTheme="majorHAnsi" w:hAnsiTheme="majorHAnsi"/>
        <w:noProof/>
      </w:rPr>
      <w:fldChar w:fldCharType="begin"/>
    </w:r>
    <w:r w:rsidR="006702AD" w:rsidRPr="00AB2363">
      <w:rPr>
        <w:rFonts w:asciiTheme="majorHAnsi" w:hAnsiTheme="majorHAnsi"/>
        <w:noProof/>
      </w:rPr>
      <w:instrText xml:space="preserve"> NUMPAGES   \* MERGEFORMAT </w:instrText>
    </w:r>
    <w:r w:rsidR="006702AD" w:rsidRPr="00AB2363">
      <w:rPr>
        <w:rFonts w:asciiTheme="majorHAnsi" w:hAnsiTheme="majorHAnsi"/>
        <w:noProof/>
      </w:rPr>
      <w:fldChar w:fldCharType="separate"/>
    </w:r>
    <w:r w:rsidR="00654717">
      <w:rPr>
        <w:rFonts w:asciiTheme="majorHAnsi" w:hAnsiTheme="majorHAnsi"/>
        <w:noProof/>
      </w:rPr>
      <w:t>2</w:t>
    </w:r>
    <w:r w:rsidR="006702AD" w:rsidRPr="00AB2363">
      <w:rPr>
        <w:rFonts w:asciiTheme="majorHAnsi" w:hAnsiTheme="majorHAnsi"/>
        <w:noProof/>
      </w:rPr>
      <w:fldChar w:fldCharType="end"/>
    </w:r>
    <w:r w:rsidR="006702AD" w:rsidRPr="006702AD">
      <w:rPr>
        <w:rFonts w:asciiTheme="majorHAnsi" w:hAnsiTheme="majorHAnsi"/>
        <w:noProof/>
      </w:rPr>
      <w:t xml:space="preserve"> </w:t>
    </w:r>
    <w:r w:rsidR="006702AD"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>Jeu de Pong vec Scratch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1854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2363" w:rsidRPr="00AB2363" w:rsidRDefault="00AB2363">
        <w:pPr>
          <w:jc w:val="center"/>
          <w:rPr>
            <w:rFonts w:asciiTheme="majorHAnsi" w:hAnsiTheme="majorHAnsi"/>
          </w:rPr>
        </w:pPr>
        <w:r w:rsidRPr="00AB2363">
          <w:rPr>
            <w:rFonts w:asciiTheme="majorHAnsi" w:hAnsiTheme="majorHAnsi"/>
            <w:noProof/>
            <w:lang w:eastAsia="fr-FR"/>
          </w:rPr>
          <mc:AlternateContent>
            <mc:Choice Requires="wps">
              <w:drawing>
                <wp:inline distT="0" distB="0" distL="0" distR="0" wp14:anchorId="6CF7B4C2" wp14:editId="75DE6A3D">
                  <wp:extent cx="5467350" cy="54610"/>
                  <wp:effectExtent l="9525" t="19050" r="9525" b="12065"/>
                  <wp:docPr id="1" name="Flowchart: Decision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BE369C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" fillcolor="black">
                  <w10:anchorlock/>
                </v:shape>
              </w:pict>
            </mc:Fallback>
          </mc:AlternateContent>
        </w:r>
      </w:p>
      <w:p w:rsidR="006F08A5" w:rsidRDefault="00AB2363" w:rsidP="006702AD">
        <w:pPr>
          <w:tabs>
            <w:tab w:val="center" w:pos="5387"/>
            <w:tab w:val="right" w:pos="10206"/>
          </w:tabs>
          <w:jc w:val="center"/>
        </w:pPr>
        <w:r>
          <w:rPr>
            <w:rFonts w:asciiTheme="majorHAnsi" w:hAnsiTheme="majorHAnsi"/>
          </w:rPr>
          <w:tab/>
        </w:r>
        <w:r w:rsidRPr="00AB2363">
          <w:rPr>
            <w:rFonts w:asciiTheme="majorHAnsi" w:hAnsiTheme="majorHAnsi"/>
          </w:rPr>
          <w:fldChar w:fldCharType="begin"/>
        </w:r>
        <w:r w:rsidRPr="00AB2363">
          <w:rPr>
            <w:rFonts w:asciiTheme="majorHAnsi" w:hAnsiTheme="majorHAnsi"/>
          </w:rPr>
          <w:instrText xml:space="preserve"> PAGE    \* MERGEFORMAT </w:instrText>
        </w:r>
        <w:r w:rsidRPr="00AB2363">
          <w:rPr>
            <w:rFonts w:asciiTheme="majorHAnsi" w:hAnsiTheme="majorHAnsi"/>
          </w:rPr>
          <w:fldChar w:fldCharType="separate"/>
        </w:r>
        <w:r w:rsidR="001E49FF">
          <w:rPr>
            <w:rFonts w:asciiTheme="majorHAnsi" w:hAnsiTheme="majorHAnsi"/>
            <w:noProof/>
          </w:rPr>
          <w:t>1</w:t>
        </w:r>
        <w:r w:rsidRPr="00AB2363">
          <w:rPr>
            <w:rFonts w:asciiTheme="majorHAnsi" w:hAnsiTheme="majorHAnsi"/>
            <w:noProof/>
          </w:rPr>
          <w:fldChar w:fldCharType="end"/>
        </w:r>
        <w:r w:rsidRPr="00AB2363">
          <w:rPr>
            <w:rFonts w:asciiTheme="majorHAnsi" w:hAnsiTheme="majorHAnsi"/>
            <w:noProof/>
          </w:rPr>
          <w:t xml:space="preserve"> / </w:t>
        </w:r>
        <w:r w:rsidRPr="00AB2363">
          <w:rPr>
            <w:rFonts w:asciiTheme="majorHAnsi" w:hAnsiTheme="majorHAnsi"/>
            <w:noProof/>
          </w:rPr>
          <w:fldChar w:fldCharType="begin"/>
        </w:r>
        <w:r w:rsidRPr="00AB2363">
          <w:rPr>
            <w:rFonts w:asciiTheme="majorHAnsi" w:hAnsiTheme="majorHAnsi"/>
            <w:noProof/>
          </w:rPr>
          <w:instrText xml:space="preserve"> NUMPAGES   \* MERGEFORMAT </w:instrText>
        </w:r>
        <w:r w:rsidRPr="00AB2363">
          <w:rPr>
            <w:rFonts w:asciiTheme="majorHAnsi" w:hAnsiTheme="majorHAnsi"/>
            <w:noProof/>
          </w:rPr>
          <w:fldChar w:fldCharType="separate"/>
        </w:r>
        <w:r w:rsidR="007E652D">
          <w:rPr>
            <w:rFonts w:asciiTheme="majorHAnsi" w:hAnsiTheme="majorHAnsi"/>
            <w:noProof/>
          </w:rPr>
          <w:t>2</w:t>
        </w:r>
        <w:r w:rsidRPr="00AB2363">
          <w:rPr>
            <w:rFonts w:asciiTheme="majorHAnsi" w:hAnsiTheme="majorHAnsi"/>
            <w:noProof/>
          </w:rPr>
          <w:fldChar w:fldCharType="end"/>
        </w:r>
        <w:r>
          <w:rPr>
            <w:rFonts w:asciiTheme="majorHAnsi" w:hAnsiTheme="majorHAnsi"/>
            <w:noProof/>
          </w:rPr>
          <w:tab/>
        </w:r>
        <w:sdt>
          <w:sdtPr>
            <w:rPr>
              <w:rFonts w:asciiTheme="majorHAnsi" w:hAnsiTheme="majorHAnsi"/>
              <w:noProof/>
            </w:rPr>
            <w:alias w:val="Author"/>
            <w:tag w:val=""/>
            <w:id w:val="488369793"/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r w:rsidR="00654717">
              <w:rPr>
                <w:rFonts w:asciiTheme="majorHAnsi" w:hAnsiTheme="majorHAnsi"/>
                <w:noProof/>
              </w:rPr>
              <w:t xml:space="preserve">     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EBC" w:rsidRDefault="00747EBC">
      <w:pPr>
        <w:spacing w:after="0"/>
      </w:pPr>
      <w:r>
        <w:separator/>
      </w:r>
    </w:p>
    <w:p w:rsidR="00747EBC" w:rsidRDefault="00747EBC"/>
  </w:footnote>
  <w:footnote w:type="continuationSeparator" w:id="0">
    <w:p w:rsidR="00747EBC" w:rsidRDefault="00747EBC">
      <w:pPr>
        <w:spacing w:after="0"/>
      </w:pPr>
      <w:r>
        <w:continuationSeparator/>
      </w:r>
    </w:p>
    <w:p w:rsidR="00747EBC" w:rsidRDefault="00747E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2AD" w:rsidRDefault="0093576C">
    <w:pPr>
      <w:pStyle w:val="En-tte"/>
    </w:pPr>
    <w:r w:rsidRPr="006702AD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31ADA6CC" wp14:editId="6DE49E4C">
          <wp:simplePos x="0" y="0"/>
          <wp:positionH relativeFrom="page">
            <wp:posOffset>171450</wp:posOffset>
          </wp:positionH>
          <wp:positionV relativeFrom="page">
            <wp:posOffset>133350</wp:posOffset>
          </wp:positionV>
          <wp:extent cx="1038225" cy="1038225"/>
          <wp:effectExtent l="0" t="0" r="0" b="0"/>
          <wp:wrapNone/>
          <wp:docPr id="142" name="Picture 1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mbres_calcul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8225" cy="1038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49FF" w:rsidRPr="006702A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00B52D6" wp14:editId="0D75C40C">
              <wp:simplePos x="0" y="0"/>
              <wp:positionH relativeFrom="leftMargin">
                <wp:posOffset>81915</wp:posOffset>
              </wp:positionH>
              <wp:positionV relativeFrom="margin">
                <wp:posOffset>559625</wp:posOffset>
              </wp:positionV>
              <wp:extent cx="752475" cy="6996430"/>
              <wp:effectExtent l="0" t="0" r="0" b="0"/>
              <wp:wrapNone/>
              <wp:docPr id="114" name="Text Box 114" descr="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2475" cy="69964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702AD" w:rsidRPr="001E49FF" w:rsidRDefault="006702AD" w:rsidP="001E49FF">
                          <w:pPr>
                            <w:pStyle w:val="Titre"/>
                          </w:pPr>
                          <w:r w:rsidRPr="001E49FF">
                            <w:t>ACTIVITE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182880" rIns="22860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75000</wp14:pctHeight>
              </wp14:sizeRelV>
            </wp:anchor>
          </w:drawing>
        </mc:Choice>
        <mc:Fallback>
          <w:pict>
            <v:shapetype w14:anchorId="400B52D6" id="_x0000_t202" coordsize="21600,21600" o:spt="202" path="m,l,21600r21600,l21600,xe">
              <v:stroke joinstyle="miter"/>
              <v:path gradientshapeok="t" o:connecttype="rect"/>
            </v:shapetype>
            <v:shape id="Text Box 114" o:spid="_x0000_s1027" type="#_x0000_t202" alt="Document title" style="position:absolute;left:0;text-align:left;margin-left:6.45pt;margin-top:44.05pt;width:59.25pt;height:550.9pt;z-index:-251652096;visibility:visible;mso-wrap-style:square;mso-width-percent:0;mso-height-percent:75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7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" filled="f" stroked="f" strokeweight=".5pt">
              <v:textbox style="layout-flow:vertical;mso-layout-flow-alt:bottom-to-top" inset="0,14.4pt,18pt">
                <w:txbxContent>
                  <w:p w:rsidR="006702AD" w:rsidRPr="001E49FF" w:rsidRDefault="006702AD" w:rsidP="001E49FF">
                    <w:pPr>
                      <w:pStyle w:val="Titre"/>
                    </w:pPr>
                    <w:r w:rsidRPr="001E49FF">
                      <w:t>ACTIVITE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1E49F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9EEADD6" wp14:editId="548FF4C2">
              <wp:simplePos x="0" y="0"/>
              <wp:positionH relativeFrom="margin">
                <wp:posOffset>4753610</wp:posOffset>
              </wp:positionH>
              <wp:positionV relativeFrom="margin">
                <wp:posOffset>-126175</wp:posOffset>
              </wp:positionV>
              <wp:extent cx="2409825" cy="581660"/>
              <wp:effectExtent l="0" t="0" r="0" b="0"/>
              <wp:wrapNone/>
              <wp:docPr id="119" name="Text Box 1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9825" cy="581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49FF" w:rsidRDefault="001E49FF" w:rsidP="001E49FF">
                          <w:pPr>
                            <w:pStyle w:val="Cadr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EEADD6" id="Text Box 119" o:spid="_x0000_s1028" type="#_x0000_t202" style="position:absolute;left:0;text-align:left;margin-left:374.3pt;margin-top:-9.95pt;width:189.75pt;height:45.8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" filled="f" stroked="f" strokeweight=".5pt">
              <v:textbox>
                <w:txbxContent>
                  <w:p w:rsidR="001E49FF" w:rsidRDefault="001E49FF" w:rsidP="001E49FF">
                    <w:pPr>
                      <w:pStyle w:val="Cadre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6702AD" w:rsidRPr="006702AD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4FFB375" wp14:editId="60943677">
              <wp:simplePos x="0" y="0"/>
              <wp:positionH relativeFrom="page">
                <wp:posOffset>5715</wp:posOffset>
              </wp:positionH>
              <wp:positionV relativeFrom="page">
                <wp:posOffset>0</wp:posOffset>
              </wp:positionV>
              <wp:extent cx="7943850" cy="700405"/>
              <wp:effectExtent l="0" t="0" r="0" b="4445"/>
              <wp:wrapNone/>
              <wp:docPr id="115" name="Group 1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43850" cy="700405"/>
                        <a:chOff x="0" y="0"/>
                        <a:chExt cx="5989320" cy="843316"/>
                      </a:xfrm>
                    </wpg:grpSpPr>
                    <wps:wsp>
                      <wps:cNvPr id="116" name="Rectangle 116"/>
                      <wps:cNvSpPr/>
                      <wps:spPr>
                        <a:xfrm>
                          <a:off x="5938" y="0"/>
                          <a:ext cx="5980176" cy="831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7" name="Rectangle 117"/>
                      <wps:cNvSpPr/>
                      <wps:spPr>
                        <a:xfrm>
                          <a:off x="0" y="11468"/>
                          <a:ext cx="5989320" cy="831848"/>
                        </a:xfrm>
                        <a:prstGeom prst="rect">
                          <a:avLst/>
                        </a:prstGeom>
                        <a:blipFill>
                          <a:blip r:embed="rId2"/>
                          <a:stretch>
                            <a:fillRect r="-7574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55A7AB" id="Group 115" o:spid="_x0000_s1026" style="position:absolute;margin-left:.45pt;margin-top:0;width:625.5pt;height:55.15pt;z-index:251665408;mso-position-horizontal-relative:page;mso-position-vertical-relative:page" coordsize="59893,84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">
              <v:rect id="Rectangle 116" o:spid="_x0000_s1027" style="position:absolute;left:59;width:59802;height:8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" fillcolor="#f24f4f [3204]" stroked="f" strokeweight="1pt"/>
              <v:rect id="Rectangle 117" o:spid="_x0000_s1028" style="position:absolute;top:114;width:59893;height:8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" stroked="f" strokeweight="1pt">
                <v:fill r:id="rId3" o:title="" recolor="t" rotate="t" type="frame"/>
              </v:rect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A21" w:rsidRDefault="001E49FF"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B33EC4" wp14:editId="227BB993">
              <wp:simplePos x="0" y="0"/>
              <wp:positionH relativeFrom="margin">
                <wp:posOffset>4691190</wp:posOffset>
              </wp:positionH>
              <wp:positionV relativeFrom="page">
                <wp:posOffset>34925</wp:posOffset>
              </wp:positionV>
              <wp:extent cx="2409825" cy="5816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9825" cy="581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49FF" w:rsidRDefault="001E49FF" w:rsidP="001E49FF">
                          <w:pPr>
                            <w:pStyle w:val="Cadr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B33EC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369.4pt;margin-top:2.75pt;width:189.75pt;height:45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" filled="f" stroked="f" strokeweight=".5pt">
              <v:textbox>
                <w:txbxContent>
                  <w:p w:rsidR="001E49FF" w:rsidRDefault="001E49FF" w:rsidP="001E49FF">
                    <w:pPr>
                      <w:pStyle w:val="Cadre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1B55C5"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7F8B041B" wp14:editId="1329797F">
          <wp:simplePos x="0" y="0"/>
          <wp:positionH relativeFrom="page">
            <wp:posOffset>166255</wp:posOffset>
          </wp:positionH>
          <wp:positionV relativeFrom="page">
            <wp:posOffset>142504</wp:posOffset>
          </wp:positionV>
          <wp:extent cx="1038225" cy="1038225"/>
          <wp:effectExtent l="0" t="0" r="0" b="0"/>
          <wp:wrapNone/>
          <wp:docPr id="143" name="Picture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mbres_calcul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1038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2363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926B004" wp14:editId="1C3B49BE">
              <wp:simplePos x="0" y="0"/>
              <wp:positionH relativeFrom="page">
                <wp:posOffset>0</wp:posOffset>
              </wp:positionH>
              <wp:positionV relativeFrom="page">
                <wp:posOffset>9525</wp:posOffset>
              </wp:positionV>
              <wp:extent cx="7943850" cy="700406"/>
              <wp:effectExtent l="0" t="0" r="0" b="4445"/>
              <wp:wrapNone/>
              <wp:docPr id="64" name="Group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43850" cy="700406"/>
                        <a:chOff x="0" y="0"/>
                        <a:chExt cx="5989320" cy="843316"/>
                      </a:xfrm>
                    </wpg:grpSpPr>
                    <wps:wsp>
                      <wps:cNvPr id="65" name="Rectangle 65"/>
                      <wps:cNvSpPr/>
                      <wps:spPr>
                        <a:xfrm>
                          <a:off x="5938" y="0"/>
                          <a:ext cx="5980176" cy="831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Rectangle 66"/>
                      <wps:cNvSpPr/>
                      <wps:spPr>
                        <a:xfrm>
                          <a:off x="0" y="11468"/>
                          <a:ext cx="5989320" cy="831848"/>
                        </a:xfrm>
                        <a:prstGeom prst="rect">
                          <a:avLst/>
                        </a:prstGeom>
                        <a:blipFill>
                          <a:blip r:embed="rId2"/>
                          <a:stretch>
                            <a:fillRect r="-7574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9D4965" id="Group 64" o:spid="_x0000_s1026" style="position:absolute;margin-left:0;margin-top:.75pt;width:625.5pt;height:55.15pt;z-index:251661312;mso-position-horizontal-relative:page;mso-position-vertical-relative:page" coordsize="59893,84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">
              <v:rect id="Rectangle 65" o:spid="_x0000_s1027" style="position:absolute;left:59;width:59802;height:8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" fillcolor="#f24f4f [3204]" stroked="f" strokeweight="1pt"/>
              <v:rect id="Rectangle 66" o:spid="_x0000_s1028" style="position:absolute;top:114;width:59893;height:8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" stroked="f" strokeweight="1pt">
                <v:fill r:id="rId3" o:title="" recolor="t" rotate="t" type="frame"/>
              </v:rect>
              <w10:wrap anchorx="page" anchory="page"/>
            </v:group>
          </w:pict>
        </mc:Fallback>
      </mc:AlternateContent>
    </w:r>
  </w:p>
  <w:p w:rsidR="006F08A5" w:rsidRDefault="004F444A"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988D205" wp14:editId="00EDD50C">
              <wp:simplePos x="0" y="0"/>
              <wp:positionH relativeFrom="leftMargin">
                <wp:posOffset>76200</wp:posOffset>
              </wp:positionH>
              <wp:positionV relativeFrom="margin">
                <wp:posOffset>448120</wp:posOffset>
              </wp:positionV>
              <wp:extent cx="752475" cy="7457440"/>
              <wp:effectExtent l="0" t="0" r="0" b="6985"/>
              <wp:wrapNone/>
              <wp:docPr id="2" name="Text Box 2" descr="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2475" cy="7457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92A21" w:rsidRDefault="00892A21" w:rsidP="00AB2363">
                          <w:pPr>
                            <w:pStyle w:val="Titre"/>
                          </w:pPr>
                          <w:r>
                            <w:t>ACTIVITE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182880" rIns="22860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75000</wp14:pctHeight>
              </wp14:sizeRelV>
            </wp:anchor>
          </w:drawing>
        </mc:Choice>
        <mc:Fallback>
          <w:pict>
            <v:shape w14:anchorId="2988D205" id="Text Box 2" o:spid="_x0000_s1030" type="#_x0000_t202" alt="Document title" style="position:absolute;left:0;text-align:left;margin-left:6pt;margin-top:35.3pt;width:59.25pt;height:587.2pt;z-index:-251657216;visibility:visible;mso-wrap-style:square;mso-width-percent:0;mso-height-percent:75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7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" filled="f" stroked="f" strokeweight=".5pt">
              <v:textbox style="layout-flow:vertical;mso-layout-flow-alt:bottom-to-top" inset="0,14.4pt,18pt">
                <w:txbxContent>
                  <w:p w:rsidR="00892A21" w:rsidRDefault="00892A21" w:rsidP="00AB2363">
                    <w:pPr>
                      <w:pStyle w:val="Titre"/>
                    </w:pPr>
                    <w:r>
                      <w:t>ACTIVITE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339B"/>
    <w:multiLevelType w:val="hybridMultilevel"/>
    <w:tmpl w:val="1E5E658E"/>
    <w:lvl w:ilvl="0" w:tplc="584CEBD2">
      <w:numFmt w:val="bullet"/>
      <w:lvlText w:val="-"/>
      <w:lvlJc w:val="left"/>
      <w:pPr>
        <w:ind w:left="1287" w:hanging="360"/>
      </w:pPr>
      <w:rPr>
        <w:rFonts w:ascii="Calibri" w:eastAsiaTheme="minorEastAsia" w:hAnsi="Calibri" w:cstheme="minorBidi" w:hint="default"/>
        <w:b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95459A"/>
    <w:multiLevelType w:val="hybridMultilevel"/>
    <w:tmpl w:val="427635BE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896133"/>
    <w:multiLevelType w:val="hybridMultilevel"/>
    <w:tmpl w:val="F87430C4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9903876"/>
    <w:multiLevelType w:val="hybridMultilevel"/>
    <w:tmpl w:val="0E30A04C"/>
    <w:lvl w:ilvl="0" w:tplc="01F8D2FE">
      <w:start w:val="1"/>
      <w:numFmt w:val="upperRoman"/>
      <w:pStyle w:val="Cours-Titre1"/>
      <w:lvlText w:val="%1]"/>
      <w:lvlJc w:val="left"/>
      <w:pPr>
        <w:ind w:left="473" w:hanging="360"/>
      </w:pPr>
      <w:rPr>
        <w:rFonts w:hint="default"/>
        <w:color w:val="FF0000"/>
        <w:spacing w:val="0"/>
        <w:u w:val="single" w:color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42910"/>
    <w:multiLevelType w:val="hybridMultilevel"/>
    <w:tmpl w:val="372AB576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90B7ABE"/>
    <w:multiLevelType w:val="hybridMultilevel"/>
    <w:tmpl w:val="1D3CF56E"/>
    <w:lvl w:ilvl="0" w:tplc="91F86F84">
      <w:start w:val="1"/>
      <w:numFmt w:val="decimal"/>
      <w:pStyle w:val="Cours-Titre2"/>
      <w:lvlText w:val="%1)"/>
      <w:lvlJc w:val="left"/>
      <w:pPr>
        <w:ind w:left="1117" w:hanging="360"/>
      </w:pPr>
      <w:rPr>
        <w:rFonts w:hint="default"/>
        <w:color w:val="00B050"/>
        <w:spacing w:val="0"/>
        <w:u w:val="single" w:color="00B050"/>
      </w:rPr>
    </w:lvl>
    <w:lvl w:ilvl="1" w:tplc="040C0019" w:tentative="1">
      <w:start w:val="1"/>
      <w:numFmt w:val="lowerLetter"/>
      <w:lvlText w:val="%2."/>
      <w:lvlJc w:val="left"/>
      <w:pPr>
        <w:ind w:left="1837" w:hanging="360"/>
      </w:pPr>
    </w:lvl>
    <w:lvl w:ilvl="2" w:tplc="040C001B" w:tentative="1">
      <w:start w:val="1"/>
      <w:numFmt w:val="lowerRoman"/>
      <w:lvlText w:val="%3."/>
      <w:lvlJc w:val="right"/>
      <w:pPr>
        <w:ind w:left="2557" w:hanging="180"/>
      </w:pPr>
    </w:lvl>
    <w:lvl w:ilvl="3" w:tplc="040C000F" w:tentative="1">
      <w:start w:val="1"/>
      <w:numFmt w:val="decimal"/>
      <w:lvlText w:val="%4."/>
      <w:lvlJc w:val="left"/>
      <w:pPr>
        <w:ind w:left="3277" w:hanging="360"/>
      </w:pPr>
    </w:lvl>
    <w:lvl w:ilvl="4" w:tplc="040C0019" w:tentative="1">
      <w:start w:val="1"/>
      <w:numFmt w:val="lowerLetter"/>
      <w:lvlText w:val="%5."/>
      <w:lvlJc w:val="left"/>
      <w:pPr>
        <w:ind w:left="3997" w:hanging="360"/>
      </w:pPr>
    </w:lvl>
    <w:lvl w:ilvl="5" w:tplc="040C001B" w:tentative="1">
      <w:start w:val="1"/>
      <w:numFmt w:val="lowerRoman"/>
      <w:lvlText w:val="%6."/>
      <w:lvlJc w:val="right"/>
      <w:pPr>
        <w:ind w:left="4717" w:hanging="180"/>
      </w:pPr>
    </w:lvl>
    <w:lvl w:ilvl="6" w:tplc="040C000F" w:tentative="1">
      <w:start w:val="1"/>
      <w:numFmt w:val="decimal"/>
      <w:lvlText w:val="%7."/>
      <w:lvlJc w:val="left"/>
      <w:pPr>
        <w:ind w:left="5437" w:hanging="360"/>
      </w:pPr>
    </w:lvl>
    <w:lvl w:ilvl="7" w:tplc="040C0019" w:tentative="1">
      <w:start w:val="1"/>
      <w:numFmt w:val="lowerLetter"/>
      <w:lvlText w:val="%8."/>
      <w:lvlJc w:val="left"/>
      <w:pPr>
        <w:ind w:left="6157" w:hanging="360"/>
      </w:pPr>
    </w:lvl>
    <w:lvl w:ilvl="8" w:tplc="040C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4EFC70FA"/>
    <w:multiLevelType w:val="hybridMultilevel"/>
    <w:tmpl w:val="79E605C4"/>
    <w:lvl w:ilvl="0" w:tplc="584CEBD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23345"/>
    <w:multiLevelType w:val="hybridMultilevel"/>
    <w:tmpl w:val="A3EC123E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F210743"/>
    <w:multiLevelType w:val="hybridMultilevel"/>
    <w:tmpl w:val="7974CB40"/>
    <w:lvl w:ilvl="0" w:tplc="D5826E6C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E2C1FD5"/>
    <w:multiLevelType w:val="hybridMultilevel"/>
    <w:tmpl w:val="C68697EA"/>
    <w:lvl w:ilvl="0" w:tplc="8A6278AC">
      <w:start w:val="1"/>
      <w:numFmt w:val="lowerLetter"/>
      <w:pStyle w:val="Cours-Titre3"/>
      <w:lvlText w:val="%1."/>
      <w:lvlJc w:val="left"/>
      <w:pPr>
        <w:ind w:left="1230" w:hanging="360"/>
      </w:pPr>
      <w:rPr>
        <w:rFonts w:hint="default"/>
        <w:color w:val="000000" w:themeColor="text1"/>
        <w:spacing w:val="0"/>
        <w:u w:val="single" w:color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E2"/>
    <w:rsid w:val="00004A82"/>
    <w:rsid w:val="00030F16"/>
    <w:rsid w:val="00031311"/>
    <w:rsid w:val="00096169"/>
    <w:rsid w:val="000F44A1"/>
    <w:rsid w:val="000F60F8"/>
    <w:rsid w:val="00165D19"/>
    <w:rsid w:val="001B55C5"/>
    <w:rsid w:val="001C0707"/>
    <w:rsid w:val="001E29EC"/>
    <w:rsid w:val="001E3715"/>
    <w:rsid w:val="001E49FF"/>
    <w:rsid w:val="001E72AE"/>
    <w:rsid w:val="002057E2"/>
    <w:rsid w:val="0021473A"/>
    <w:rsid w:val="00226402"/>
    <w:rsid w:val="002A485A"/>
    <w:rsid w:val="00303385"/>
    <w:rsid w:val="00341074"/>
    <w:rsid w:val="00364245"/>
    <w:rsid w:val="003F49A3"/>
    <w:rsid w:val="00460783"/>
    <w:rsid w:val="004702B7"/>
    <w:rsid w:val="00474FCE"/>
    <w:rsid w:val="004943B2"/>
    <w:rsid w:val="004F444A"/>
    <w:rsid w:val="0053703F"/>
    <w:rsid w:val="005E5883"/>
    <w:rsid w:val="005F4877"/>
    <w:rsid w:val="00602057"/>
    <w:rsid w:val="006035AF"/>
    <w:rsid w:val="006112B0"/>
    <w:rsid w:val="006250FA"/>
    <w:rsid w:val="00654717"/>
    <w:rsid w:val="0065540B"/>
    <w:rsid w:val="006702AD"/>
    <w:rsid w:val="006931EE"/>
    <w:rsid w:val="006A1416"/>
    <w:rsid w:val="006D7C7E"/>
    <w:rsid w:val="006F08A5"/>
    <w:rsid w:val="006F2A99"/>
    <w:rsid w:val="006F4EFA"/>
    <w:rsid w:val="00705E83"/>
    <w:rsid w:val="0071186B"/>
    <w:rsid w:val="00740248"/>
    <w:rsid w:val="00747EBC"/>
    <w:rsid w:val="0075640A"/>
    <w:rsid w:val="007E652D"/>
    <w:rsid w:val="007F1004"/>
    <w:rsid w:val="00832538"/>
    <w:rsid w:val="00891DBC"/>
    <w:rsid w:val="00892A21"/>
    <w:rsid w:val="008B2619"/>
    <w:rsid w:val="008C291A"/>
    <w:rsid w:val="009002CE"/>
    <w:rsid w:val="009154DF"/>
    <w:rsid w:val="009169AD"/>
    <w:rsid w:val="0093576C"/>
    <w:rsid w:val="00950E0F"/>
    <w:rsid w:val="009707E7"/>
    <w:rsid w:val="00993AAF"/>
    <w:rsid w:val="00A35D5E"/>
    <w:rsid w:val="00A36E2C"/>
    <w:rsid w:val="00A400B4"/>
    <w:rsid w:val="00A53252"/>
    <w:rsid w:val="00A60D87"/>
    <w:rsid w:val="00A64800"/>
    <w:rsid w:val="00A67FE3"/>
    <w:rsid w:val="00A85F49"/>
    <w:rsid w:val="00AA5480"/>
    <w:rsid w:val="00AB2363"/>
    <w:rsid w:val="00AB6D98"/>
    <w:rsid w:val="00B80607"/>
    <w:rsid w:val="00BD6624"/>
    <w:rsid w:val="00C70800"/>
    <w:rsid w:val="00C72965"/>
    <w:rsid w:val="00C822FE"/>
    <w:rsid w:val="00C83FAB"/>
    <w:rsid w:val="00C92B44"/>
    <w:rsid w:val="00CC16C4"/>
    <w:rsid w:val="00CD44D4"/>
    <w:rsid w:val="00CD54F9"/>
    <w:rsid w:val="00CF41E9"/>
    <w:rsid w:val="00D32C29"/>
    <w:rsid w:val="00D35950"/>
    <w:rsid w:val="00D61A3D"/>
    <w:rsid w:val="00D80BA3"/>
    <w:rsid w:val="00DB4E0B"/>
    <w:rsid w:val="00DD5BB1"/>
    <w:rsid w:val="00E35708"/>
    <w:rsid w:val="00E8418A"/>
    <w:rsid w:val="00E84AD9"/>
    <w:rsid w:val="00EB62E6"/>
    <w:rsid w:val="00EC70D6"/>
    <w:rsid w:val="00ED3EC0"/>
    <w:rsid w:val="00F41F3A"/>
    <w:rsid w:val="00F47949"/>
    <w:rsid w:val="00F83F1C"/>
    <w:rsid w:val="00FA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68D3574-0381-42C3-936D-B932C757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D44D4"/>
    <w:pPr>
      <w:spacing w:after="120" w:line="240" w:lineRule="auto"/>
      <w:ind w:left="567"/>
      <w:jc w:val="both"/>
    </w:pPr>
    <w:rPr>
      <w:rFonts w:ascii="Calibri" w:hAnsi="Calibri"/>
      <w:color w:val="002060"/>
      <w:sz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rsid w:val="00AB23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DF1010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AB23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24F4F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B23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24F4F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B23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24F4F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B236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40B0B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B236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40B0B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B236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B236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F24F4F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B236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ayoutTable">
    <w:name w:val="Layout Table"/>
    <w:basedOn w:val="TableauNormal"/>
    <w:uiPriority w:val="99"/>
    <w:pPr>
      <w:spacing w:after="0"/>
    </w:pPr>
    <w:tblPr>
      <w:tblCellMar>
        <w:left w:w="0" w:type="dxa"/>
        <w:right w:w="0" w:type="dxa"/>
      </w:tblCellMar>
    </w:tblPr>
  </w:style>
  <w:style w:type="paragraph" w:styleId="Sansinterligne">
    <w:name w:val="No Spacing"/>
    <w:uiPriority w:val="1"/>
    <w:rsid w:val="00E84AD9"/>
    <w:pPr>
      <w:spacing w:after="0" w:line="240" w:lineRule="auto"/>
      <w:ind w:left="567"/>
      <w:jc w:val="both"/>
    </w:pPr>
    <w:rPr>
      <w:rFonts w:ascii="Calibri" w:hAnsi="Calibri"/>
      <w:color w:val="002060"/>
      <w:sz w:val="24"/>
      <w:lang w:val="fr-FR"/>
    </w:rPr>
  </w:style>
  <w:style w:type="table" w:customStyle="1" w:styleId="InvoiceTable">
    <w:name w:val="Invoice Table"/>
    <w:basedOn w:val="TableauNormal"/>
    <w:uiPriority w:val="99"/>
    <w:tblPr>
      <w:tblBorders>
        <w:insideH w:val="single" w:sz="4" w:space="0" w:color="9B9482" w:themeColor="text2" w:themeTint="99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4F4F" w:themeFill="accent1"/>
        <w:vAlign w:val="bottom"/>
      </w:tcPr>
    </w:tblStylePr>
    <w:tblStylePr w:type="lastRow">
      <w:pPr>
        <w:wordWrap/>
        <w:jc w:val="right"/>
      </w:pPr>
      <w:rPr>
        <w:b/>
      </w:rPr>
      <w:tblPr/>
      <w:tcPr>
        <w:tcBorders>
          <w:top w:val="nil"/>
          <w:bottom w:val="single" w:sz="4" w:space="0" w:color="F79595" w:themeColor="accent1" w:themeTint="99"/>
        </w:tcBorders>
      </w:tcPr>
    </w:tblStyle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styleId="Titre">
    <w:name w:val="Title"/>
    <w:aliases w:val="Titre Gauche"/>
    <w:basedOn w:val="Normal"/>
    <w:next w:val="Normal"/>
    <w:link w:val="TitreCar"/>
    <w:uiPriority w:val="10"/>
    <w:rsid w:val="001E49FF"/>
    <w:pPr>
      <w:pBdr>
        <w:bottom w:val="single" w:sz="8" w:space="4" w:color="F24F4F" w:themeColor="accent1"/>
      </w:pBdr>
      <w:spacing w:after="300"/>
      <w:contextualSpacing/>
      <w:jc w:val="right"/>
    </w:pPr>
    <w:rPr>
      <w:rFonts w:asciiTheme="majorHAnsi" w:eastAsiaTheme="majorEastAsia" w:hAnsiTheme="majorHAnsi" w:cstheme="majorBidi"/>
      <w:color w:val="38352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aliases w:val="Titre Gauche Car"/>
    <w:basedOn w:val="Policepardfaut"/>
    <w:link w:val="Titre"/>
    <w:uiPriority w:val="10"/>
    <w:rsid w:val="001E49FF"/>
    <w:rPr>
      <w:rFonts w:asciiTheme="majorHAnsi" w:eastAsiaTheme="majorEastAsia" w:hAnsiTheme="majorHAnsi" w:cstheme="majorBidi"/>
      <w:color w:val="38352D" w:themeColor="text2" w:themeShade="BF"/>
      <w:spacing w:val="5"/>
      <w:kern w:val="28"/>
      <w:sz w:val="52"/>
      <w:szCs w:val="5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F100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F1004"/>
    <w:rPr>
      <w:rFonts w:ascii="Calibri" w:hAnsi="Calibri"/>
      <w:color w:val="002060"/>
      <w:sz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F1004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F1004"/>
    <w:rPr>
      <w:rFonts w:ascii="Calibri" w:hAnsi="Calibri"/>
      <w:color w:val="002060"/>
      <w:sz w:val="24"/>
      <w:lang w:val="fr-FR"/>
    </w:rPr>
  </w:style>
  <w:style w:type="paragraph" w:customStyle="1" w:styleId="Cadre">
    <w:name w:val="Cadre"/>
    <w:basedOn w:val="Titredepage"/>
    <w:link w:val="CadreChar"/>
    <w:qFormat/>
    <w:rsid w:val="007F1004"/>
    <w:rPr>
      <w:color w:val="000000" w:themeColor="text1"/>
    </w:rPr>
  </w:style>
  <w:style w:type="paragraph" w:customStyle="1" w:styleId="TableSpace">
    <w:name w:val="Table Space"/>
    <w:basedOn w:val="Normal"/>
    <w:uiPriority w:val="99"/>
    <w:semiHidden/>
    <w:unhideWhenUsed/>
    <w:pPr>
      <w:spacing w:after="0" w:line="40" w:lineRule="exact"/>
    </w:pPr>
    <w:rPr>
      <w:noProof/>
      <w:sz w:val="4"/>
      <w:szCs w:val="4"/>
    </w:rPr>
  </w:style>
  <w:style w:type="character" w:customStyle="1" w:styleId="CadreChar">
    <w:name w:val="Cadre Char"/>
    <w:basedOn w:val="TitredepageChar"/>
    <w:link w:val="Cadre"/>
    <w:rsid w:val="007F1004"/>
    <w:rPr>
      <w:rFonts w:ascii="Calibri" w:eastAsiaTheme="majorEastAsia" w:hAnsi="Calibri" w:cstheme="majorBidi"/>
      <w:b/>
      <w:bCs/>
      <w:color w:val="000000" w:themeColor="text1"/>
      <w:sz w:val="40"/>
      <w:szCs w:val="28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2A2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A21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AB2363"/>
    <w:rPr>
      <w:rFonts w:asciiTheme="majorHAnsi" w:eastAsiaTheme="majorEastAsia" w:hAnsiTheme="majorHAnsi" w:cstheme="majorBidi"/>
      <w:b/>
      <w:bCs/>
      <w:color w:val="DF1010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B2363"/>
    <w:rPr>
      <w:rFonts w:asciiTheme="majorHAnsi" w:eastAsiaTheme="majorEastAsia" w:hAnsiTheme="majorHAnsi" w:cstheme="majorBidi"/>
      <w:b/>
      <w:bCs/>
      <w:color w:val="F24F4F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B2363"/>
    <w:rPr>
      <w:rFonts w:asciiTheme="majorHAnsi" w:eastAsiaTheme="majorEastAsia" w:hAnsiTheme="majorHAnsi" w:cstheme="majorBidi"/>
      <w:b/>
      <w:bCs/>
      <w:color w:val="F24F4F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AB2363"/>
    <w:rPr>
      <w:rFonts w:asciiTheme="majorHAnsi" w:eastAsiaTheme="majorEastAsia" w:hAnsiTheme="majorHAnsi" w:cstheme="majorBidi"/>
      <w:b/>
      <w:bCs/>
      <w:i/>
      <w:iCs/>
      <w:color w:val="F24F4F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AB2363"/>
    <w:rPr>
      <w:rFonts w:asciiTheme="majorHAnsi" w:eastAsiaTheme="majorEastAsia" w:hAnsiTheme="majorHAnsi" w:cstheme="majorBidi"/>
      <w:color w:val="940B0B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AB2363"/>
    <w:rPr>
      <w:rFonts w:asciiTheme="majorHAnsi" w:eastAsiaTheme="majorEastAsia" w:hAnsiTheme="majorHAnsi" w:cstheme="majorBidi"/>
      <w:i/>
      <w:iCs/>
      <w:color w:val="940B0B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B23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AB2363"/>
    <w:rPr>
      <w:rFonts w:asciiTheme="majorHAnsi" w:eastAsiaTheme="majorEastAsia" w:hAnsiTheme="majorHAnsi" w:cstheme="majorBidi"/>
      <w:color w:val="F24F4F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AB23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B2363"/>
    <w:rPr>
      <w:b/>
      <w:bCs/>
      <w:color w:val="F24F4F" w:themeColor="accent1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B2363"/>
    <w:pPr>
      <w:outlineLvl w:val="9"/>
    </w:pPr>
  </w:style>
  <w:style w:type="paragraph" w:customStyle="1" w:styleId="Titredepage">
    <w:name w:val="Titre de page"/>
    <w:basedOn w:val="Titre1"/>
    <w:link w:val="TitredepageChar"/>
    <w:qFormat/>
    <w:rsid w:val="004F444A"/>
    <w:pPr>
      <w:spacing w:before="120" w:after="480"/>
      <w:jc w:val="center"/>
    </w:pPr>
    <w:rPr>
      <w:rFonts w:ascii="Calibri" w:hAnsi="Calibri"/>
      <w:color w:val="FF0000"/>
      <w:sz w:val="40"/>
    </w:rPr>
  </w:style>
  <w:style w:type="paragraph" w:customStyle="1" w:styleId="Cours-Titre1">
    <w:name w:val="Cours - Titre 1"/>
    <w:basedOn w:val="Titre1"/>
    <w:link w:val="Cours-Titre1Char"/>
    <w:qFormat/>
    <w:rsid w:val="00CD44D4"/>
    <w:pPr>
      <w:numPr>
        <w:numId w:val="1"/>
      </w:numPr>
      <w:spacing w:before="120" w:after="120"/>
      <w:ind w:left="454" w:hanging="284"/>
      <w:jc w:val="left"/>
      <w:outlineLvl w:val="1"/>
    </w:pPr>
    <w:rPr>
      <w:rFonts w:ascii="Calibri" w:hAnsi="Calibri"/>
      <w:color w:val="002060"/>
      <w:u w:val="single" w:color="FF0000"/>
    </w:rPr>
  </w:style>
  <w:style w:type="character" w:customStyle="1" w:styleId="TitredepageChar">
    <w:name w:val="Titre de page Char"/>
    <w:basedOn w:val="Titre1Car"/>
    <w:link w:val="Titredepage"/>
    <w:rsid w:val="004F444A"/>
    <w:rPr>
      <w:rFonts w:ascii="Calibri" w:eastAsiaTheme="majorEastAsia" w:hAnsi="Calibri" w:cstheme="majorBidi"/>
      <w:b/>
      <w:bCs/>
      <w:color w:val="FF0000"/>
      <w:sz w:val="40"/>
      <w:szCs w:val="28"/>
      <w:lang w:val="fr-FR"/>
    </w:rPr>
  </w:style>
  <w:style w:type="paragraph" w:customStyle="1" w:styleId="Cours-Titre2">
    <w:name w:val="Cours - Titre 2"/>
    <w:basedOn w:val="Titre3"/>
    <w:link w:val="Cours-Titre2Char"/>
    <w:qFormat/>
    <w:rsid w:val="00CD44D4"/>
    <w:pPr>
      <w:numPr>
        <w:numId w:val="2"/>
      </w:numPr>
      <w:spacing w:before="120" w:after="120"/>
      <w:ind w:left="567" w:hanging="340"/>
    </w:pPr>
    <w:rPr>
      <w:rFonts w:ascii="Calibri" w:hAnsi="Calibri"/>
      <w:color w:val="002060"/>
      <w:u w:val="single" w:color="00B050"/>
    </w:rPr>
  </w:style>
  <w:style w:type="character" w:customStyle="1" w:styleId="Cours-Titre1Char">
    <w:name w:val="Cours - Titre 1 Char"/>
    <w:basedOn w:val="Titre1Car"/>
    <w:link w:val="Cours-Titre1"/>
    <w:rsid w:val="00CD44D4"/>
    <w:rPr>
      <w:rFonts w:ascii="Calibri" w:eastAsiaTheme="majorEastAsia" w:hAnsi="Calibri" w:cstheme="majorBidi"/>
      <w:b/>
      <w:bCs/>
      <w:color w:val="002060"/>
      <w:sz w:val="28"/>
      <w:szCs w:val="28"/>
      <w:u w:val="single" w:color="FF0000"/>
      <w:lang w:val="fr-FR"/>
    </w:rPr>
  </w:style>
  <w:style w:type="paragraph" w:customStyle="1" w:styleId="Cours-Titre3">
    <w:name w:val="Cours - Titre 3"/>
    <w:basedOn w:val="Titre4"/>
    <w:link w:val="Cours-Titre3Char"/>
    <w:qFormat/>
    <w:rsid w:val="00CD44D4"/>
    <w:pPr>
      <w:numPr>
        <w:numId w:val="3"/>
      </w:numPr>
      <w:spacing w:before="120" w:after="120"/>
      <w:ind w:left="681" w:hanging="397"/>
    </w:pPr>
    <w:rPr>
      <w:rFonts w:ascii="Calibri" w:hAnsi="Calibri"/>
      <w:i w:val="0"/>
      <w:color w:val="002060"/>
      <w:u w:val="single" w:color="000000" w:themeColor="text1"/>
    </w:rPr>
  </w:style>
  <w:style w:type="character" w:customStyle="1" w:styleId="Cours-Titre2Char">
    <w:name w:val="Cours - Titre 2 Char"/>
    <w:basedOn w:val="Titre3Car"/>
    <w:link w:val="Cours-Titre2"/>
    <w:rsid w:val="00CD44D4"/>
    <w:rPr>
      <w:rFonts w:ascii="Calibri" w:eastAsiaTheme="majorEastAsia" w:hAnsi="Calibri" w:cstheme="majorBidi"/>
      <w:b/>
      <w:bCs/>
      <w:color w:val="002060"/>
      <w:sz w:val="24"/>
      <w:u w:val="single" w:color="00B050"/>
      <w:lang w:val="fr-FR"/>
    </w:rPr>
  </w:style>
  <w:style w:type="paragraph" w:customStyle="1" w:styleId="Rsultatimportant">
    <w:name w:val="Résultat important"/>
    <w:basedOn w:val="Normal"/>
    <w:link w:val="RsultatimportantChar"/>
    <w:qFormat/>
    <w:rsid w:val="005E5883"/>
    <w:pPr>
      <w:pBdr>
        <w:top w:val="single" w:sz="8" w:space="5" w:color="FF0000"/>
        <w:left w:val="single" w:sz="8" w:space="5" w:color="FF0000"/>
        <w:bottom w:val="single" w:sz="8" w:space="5" w:color="FF0000"/>
        <w:right w:val="single" w:sz="8" w:space="5" w:color="FF0000"/>
      </w:pBdr>
      <w:spacing w:before="240" w:after="240"/>
    </w:pPr>
  </w:style>
  <w:style w:type="character" w:customStyle="1" w:styleId="Cours-Titre3Char">
    <w:name w:val="Cours - Titre 3 Char"/>
    <w:basedOn w:val="Titre4Car"/>
    <w:link w:val="Cours-Titre3"/>
    <w:rsid w:val="00CD44D4"/>
    <w:rPr>
      <w:rFonts w:ascii="Calibri" w:eastAsiaTheme="majorEastAsia" w:hAnsi="Calibri" w:cstheme="majorBidi"/>
      <w:b/>
      <w:bCs/>
      <w:i w:val="0"/>
      <w:iCs/>
      <w:color w:val="002060"/>
      <w:sz w:val="24"/>
      <w:u w:val="single" w:color="000000" w:themeColor="text1"/>
      <w:lang w:val="fr-FR"/>
    </w:rPr>
  </w:style>
  <w:style w:type="paragraph" w:customStyle="1" w:styleId="DYS-Normal">
    <w:name w:val="DYS - Normal"/>
    <w:basedOn w:val="Normal"/>
    <w:link w:val="DYS-NormalChar"/>
    <w:qFormat/>
    <w:rsid w:val="00EC70D6"/>
    <w:rPr>
      <w:rFonts w:ascii="Arial" w:hAnsi="Arial"/>
      <w:spacing w:val="104"/>
      <w:sz w:val="28"/>
    </w:rPr>
  </w:style>
  <w:style w:type="character" w:customStyle="1" w:styleId="RsultatimportantChar">
    <w:name w:val="Résultat important Char"/>
    <w:basedOn w:val="Policepardfaut"/>
    <w:link w:val="Rsultatimportant"/>
    <w:rsid w:val="005E5883"/>
    <w:rPr>
      <w:rFonts w:ascii="Calibri" w:hAnsi="Calibri"/>
      <w:color w:val="002060"/>
      <w:sz w:val="24"/>
      <w:lang w:val="fr-FR"/>
    </w:rPr>
  </w:style>
  <w:style w:type="character" w:customStyle="1" w:styleId="DYS-NormalChar">
    <w:name w:val="DYS - Normal Char"/>
    <w:basedOn w:val="Policepardfaut"/>
    <w:link w:val="DYS-Normal"/>
    <w:rsid w:val="00EC70D6"/>
    <w:rPr>
      <w:rFonts w:ascii="Arial" w:hAnsi="Arial"/>
      <w:color w:val="002060"/>
      <w:spacing w:val="104"/>
      <w:sz w:val="28"/>
      <w:lang w:val="fr-FR"/>
    </w:rPr>
  </w:style>
  <w:style w:type="paragraph" w:styleId="Paragraphedeliste">
    <w:name w:val="List Paragraph"/>
    <w:basedOn w:val="Normal"/>
    <w:uiPriority w:val="34"/>
    <w:unhideWhenUsed/>
    <w:rsid w:val="00A60D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fontTable" Target="fontTable.xml"/><Relationship Id="rId10" Type="http://schemas.microsoft.com/office/2007/relationships/hdphoto" Target="media/hdphoto1.wdp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5.png"/><Relationship Id="rId2" Type="http://schemas.openxmlformats.org/officeDocument/2006/relationships/image" Target="media/image24.png"/><Relationship Id="rId1" Type="http://schemas.openxmlformats.org/officeDocument/2006/relationships/image" Target="media/image2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5.png"/><Relationship Id="rId2" Type="http://schemas.openxmlformats.org/officeDocument/2006/relationships/image" Target="media/image24.png"/><Relationship Id="rId1" Type="http://schemas.openxmlformats.org/officeDocument/2006/relationships/image" Target="media/image2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Documents\Mod&#232;les%20Office%20personnalis&#233;s\Cours%20secondaire\Activit&#233;s\Activit&#233;_geometrie.dotx" TargetMode="External"/></Relationships>
</file>

<file path=word/theme/theme1.xml><?xml version="1.0" encoding="utf-8"?>
<a:theme xmlns:a="http://schemas.openxmlformats.org/drawingml/2006/main" name="Office Theme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93D91-ACEF-45E4-A298-9173D33A3C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5113EB-2657-4613-8AEB-2C705456B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Activité_geometrie.dotx</Template>
  <TotalTime>132</TotalTime>
  <Pages>1</Pages>
  <Words>362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Ulrich PICAUD</cp:lastModifiedBy>
  <cp:revision>19</cp:revision>
  <cp:lastPrinted>2016-04-24T13:27:00Z</cp:lastPrinted>
  <dcterms:created xsi:type="dcterms:W3CDTF">2016-03-20T15:46:00Z</dcterms:created>
  <dcterms:modified xsi:type="dcterms:W3CDTF">2016-10-03T21:26:00Z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TC029014899991</vt:lpwstr>
  </property>
</Properties>
</file>